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b/>
        </w:rPr>
        <w:tag w:val="oznaceniDokumentu"/>
        <w:id w:val="-1578812355"/>
        <w:placeholder>
          <w:docPart w:val="B67E0FD56B6643C297232B17F7B5D2F4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:rsidR="00737065" w:rsidRDefault="00650A6D" w:rsidP="00737065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:rsidR="00B44EAD" w:rsidRPr="00B44EAD" w:rsidRDefault="00B44EAD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:rsidR="0076329A" w:rsidRDefault="00737065" w:rsidP="00511967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78F1">
        <w:rPr>
          <w:rFonts w:cs="Arial"/>
          <w:b/>
          <w:bCs/>
          <w:szCs w:val="22"/>
        </w:rPr>
        <w:t>Ministerstvo průmyslu a obchodu</w:t>
      </w:r>
    </w:p>
    <w:p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="005B78F1">
        <w:rPr>
          <w:rFonts w:cs="Arial"/>
          <w:noProof w:val="0"/>
          <w:szCs w:val="22"/>
        </w:rPr>
        <w:t xml:space="preserve">MPO </w:t>
      </w:r>
      <w:r w:rsidR="00FB1CA5" w:rsidRPr="00FB1CA5">
        <w:rPr>
          <w:rFonts w:cs="Arial"/>
          <w:noProof w:val="0"/>
          <w:szCs w:val="22"/>
        </w:rPr>
        <w:t>31651</w:t>
      </w:r>
      <w:r w:rsidR="004F534D">
        <w:rPr>
          <w:rFonts w:cs="Arial"/>
          <w:bCs/>
          <w:szCs w:val="22"/>
        </w:rPr>
        <w:t>/</w:t>
      </w:r>
      <w:r w:rsidR="005D4442">
        <w:rPr>
          <w:rFonts w:cs="Arial"/>
          <w:bCs/>
          <w:szCs w:val="22"/>
        </w:rPr>
        <w:t>1</w:t>
      </w:r>
      <w:r w:rsidR="00B14F6A">
        <w:rPr>
          <w:rFonts w:cs="Arial"/>
          <w:bCs/>
          <w:szCs w:val="22"/>
        </w:rPr>
        <w:t>9</w:t>
      </w:r>
      <w:r w:rsidR="005B78F1">
        <w:rPr>
          <w:rFonts w:cs="Arial"/>
          <w:bCs/>
          <w:szCs w:val="22"/>
        </w:rPr>
        <w:t>/</w:t>
      </w:r>
      <w:r w:rsidR="005D4442">
        <w:rPr>
          <w:rFonts w:cs="Arial"/>
          <w:bCs/>
          <w:szCs w:val="22"/>
        </w:rPr>
        <w:t>71400</w:t>
      </w:r>
      <w:r w:rsidR="005B78F1">
        <w:rPr>
          <w:rFonts w:cs="Arial"/>
          <w:bCs/>
          <w:szCs w:val="22"/>
        </w:rPr>
        <w:t>/01000</w:t>
      </w:r>
    </w:p>
    <w:p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:rsidR="0011183C" w:rsidRPr="00CE3A52" w:rsidRDefault="004D38E2" w:rsidP="0011183C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>PRO MEZIREZORTNÍ PŘIPOMÍNKOVÉ ŘÍZENÍ</w:t>
      </w:r>
    </w:p>
    <w:p w:rsidR="00CE0607" w:rsidRPr="00CC4939" w:rsidRDefault="009F1AED" w:rsidP="00B44EAD">
      <w:pPr>
        <w:tabs>
          <w:tab w:val="left" w:pos="2565"/>
          <w:tab w:val="center" w:pos="4536"/>
        </w:tabs>
        <w:ind w:left="567" w:hanging="567"/>
        <w:jc w:val="center"/>
        <w:outlineLvl w:val="0"/>
        <w:rPr>
          <w:rFonts w:cs="Arial"/>
          <w:noProof w:val="0"/>
          <w:sz w:val="28"/>
        </w:rPr>
      </w:pPr>
      <w:r w:rsidRPr="009F1AED">
        <w:rPr>
          <w:rFonts w:cs="Arial"/>
          <w:b/>
          <w:bCs/>
          <w:sz w:val="24"/>
          <w:szCs w:val="22"/>
        </w:rPr>
        <w:t xml:space="preserve">Návrh programu </w:t>
      </w:r>
      <w:r w:rsidR="00B14F6A" w:rsidRPr="00B14F6A">
        <w:rPr>
          <w:rFonts w:cs="Arial"/>
          <w:b/>
          <w:bCs/>
          <w:sz w:val="24"/>
          <w:szCs w:val="22"/>
        </w:rPr>
        <w:t>výzkumu, vývoje a inovací The Country for the Future</w:t>
      </w:r>
    </w:p>
    <w:p w:rsidR="00B50FE4" w:rsidRPr="00CE3A52" w:rsidRDefault="00B50FE4" w:rsidP="00B44EAD">
      <w:pPr>
        <w:tabs>
          <w:tab w:val="left" w:pos="5940"/>
        </w:tabs>
        <w:jc w:val="center"/>
        <w:rPr>
          <w:rFonts w:cs="Arial"/>
          <w:b/>
          <w:noProof w:val="0"/>
          <w:sz w:val="24"/>
        </w:rPr>
      </w:pPr>
    </w:p>
    <w:p w:rsidR="00B50FE4" w:rsidRPr="00CE3A52" w:rsidRDefault="00B50FE4" w:rsidP="00626B3E">
      <w:pPr>
        <w:tabs>
          <w:tab w:val="left" w:pos="5940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10"/>
          <w:footerReference w:type="default" r:id="rId11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p w:rsidR="00CE0607" w:rsidRPr="00CE3A52" w:rsidRDefault="00CE0607" w:rsidP="00DD72EE">
      <w:pPr>
        <w:tabs>
          <w:tab w:val="left" w:pos="5940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:rsidTr="006E4850">
        <w:trPr>
          <w:trHeight w:val="4041"/>
        </w:trPr>
        <w:tc>
          <w:tcPr>
            <w:tcW w:w="4176" w:type="dxa"/>
          </w:tcPr>
          <w:p w:rsidR="00CB3961" w:rsidRDefault="000A53F7" w:rsidP="00CB3961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:rsidR="000A53F7" w:rsidRPr="00CC4939" w:rsidRDefault="00A00A37" w:rsidP="00A00A37">
            <w:pPr>
              <w:tabs>
                <w:tab w:val="left" w:pos="5940"/>
              </w:tabs>
              <w:rPr>
                <w:rFonts w:cs="Arial"/>
                <w:noProof w:val="0"/>
                <w:sz w:val="24"/>
              </w:rPr>
            </w:pPr>
            <w:r w:rsidRPr="00DE6394">
              <w:rPr>
                <w:rFonts w:cs="Arial"/>
                <w:bCs/>
                <w:szCs w:val="22"/>
              </w:rPr>
              <w:t xml:space="preserve">Materiál se předkládá vládě </w:t>
            </w:r>
            <w:r>
              <w:rPr>
                <w:rFonts w:cs="Arial"/>
                <w:bCs/>
                <w:szCs w:val="22"/>
              </w:rPr>
              <w:t>v souladu s §5 zákona č.</w:t>
            </w:r>
            <w:r w:rsidR="00B32BAC">
              <w:rPr>
                <w:rFonts w:cs="Arial"/>
                <w:bCs/>
                <w:szCs w:val="22"/>
              </w:rPr>
              <w:t> </w:t>
            </w:r>
            <w:r>
              <w:rPr>
                <w:rFonts w:cs="Arial"/>
                <w:bCs/>
                <w:szCs w:val="22"/>
              </w:rPr>
              <w:t>130/2002 Sb., o podpoře výzkumu, vývoje a inovací</w:t>
            </w:r>
            <w:r w:rsidR="00B15ACC">
              <w:rPr>
                <w:rFonts w:cs="Arial"/>
                <w:bCs/>
                <w:szCs w:val="22"/>
              </w:rPr>
              <w:t>.</w:t>
            </w:r>
          </w:p>
        </w:tc>
        <w:tc>
          <w:tcPr>
            <w:tcW w:w="5997" w:type="dxa"/>
          </w:tcPr>
          <w:p w:rsidR="000A53F7" w:rsidRPr="00CE3A52" w:rsidRDefault="000A53F7" w:rsidP="006D3D40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994FC5">
              <w:rPr>
                <w:rFonts w:cs="Arial"/>
                <w:b/>
                <w:szCs w:val="22"/>
              </w:rPr>
            </w:r>
            <w:r w:rsidR="00994FC5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08225F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 w:rsidR="0008225F">
              <w:rPr>
                <w:rFonts w:cs="Arial"/>
                <w:bCs/>
                <w:szCs w:val="22"/>
              </w:rPr>
            </w:r>
            <w:r w:rsidR="0008225F">
              <w:rPr>
                <w:rFonts w:cs="Arial"/>
                <w:bCs/>
                <w:szCs w:val="22"/>
              </w:rPr>
              <w:fldChar w:fldCharType="separate"/>
            </w:r>
            <w:r w:rsidR="0008225F">
              <w:rPr>
                <w:rFonts w:cs="Arial"/>
                <w:bCs/>
                <w:szCs w:val="22"/>
              </w:rPr>
              <w:t>Návrh usnesení</w:t>
            </w:r>
            <w:r w:rsidR="0008225F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994FC5">
              <w:rPr>
                <w:rFonts w:cs="Arial"/>
                <w:b/>
                <w:szCs w:val="22"/>
              </w:rPr>
            </w:r>
            <w:r w:rsidR="00994FC5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08225F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 w:rsidR="0008225F">
              <w:rPr>
                <w:rFonts w:cs="Arial"/>
                <w:bCs/>
                <w:szCs w:val="22"/>
              </w:rPr>
            </w:r>
            <w:r w:rsidR="0008225F">
              <w:rPr>
                <w:rFonts w:cs="Arial"/>
                <w:bCs/>
                <w:szCs w:val="22"/>
              </w:rPr>
              <w:fldChar w:fldCharType="separate"/>
            </w:r>
            <w:r w:rsidR="0008225F">
              <w:rPr>
                <w:rFonts w:cs="Arial"/>
                <w:bCs/>
                <w:szCs w:val="22"/>
              </w:rPr>
              <w:t>Předkládací zpráva</w:t>
            </w:r>
            <w:r w:rsidR="0008225F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C715FC">
            <w:pPr>
              <w:tabs>
                <w:tab w:val="left" w:pos="786"/>
              </w:tabs>
              <w:ind w:left="786" w:hanging="426"/>
              <w:jc w:val="left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994FC5">
              <w:rPr>
                <w:rFonts w:cs="Arial"/>
                <w:b/>
                <w:szCs w:val="22"/>
              </w:rPr>
            </w:r>
            <w:r w:rsidR="00994FC5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B14F6A" w:rsidRPr="00B14F6A">
              <w:rPr>
                <w:rFonts w:cs="Arial"/>
                <w:bCs/>
                <w:szCs w:val="22"/>
              </w:rPr>
              <w:t>Návrh program</w:t>
            </w:r>
            <w:r w:rsidR="00342F54">
              <w:rPr>
                <w:rFonts w:cs="Arial"/>
                <w:bCs/>
                <w:szCs w:val="22"/>
              </w:rPr>
              <w:t>u výzkumu, vývoje a inovací The </w:t>
            </w:r>
            <w:r w:rsidR="00B14F6A" w:rsidRPr="00B14F6A">
              <w:rPr>
                <w:rFonts w:cs="Arial"/>
                <w:bCs/>
                <w:szCs w:val="22"/>
              </w:rPr>
              <w:t>Country for the Future</w:t>
            </w:r>
          </w:p>
          <w:p w:rsidR="00C72758" w:rsidRPr="0016345A" w:rsidRDefault="0008225F" w:rsidP="00342F54">
            <w:pPr>
              <w:tabs>
                <w:tab w:val="left" w:pos="786"/>
              </w:tabs>
              <w:ind w:left="786" w:hanging="426"/>
              <w:jc w:val="left"/>
              <w:outlineLvl w:val="0"/>
              <w:rPr>
                <w:rFonts w:cs="Arial"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V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994FC5">
              <w:rPr>
                <w:rFonts w:cs="Arial"/>
                <w:b/>
                <w:szCs w:val="22"/>
              </w:rPr>
            </w:r>
            <w:r w:rsidR="00994FC5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B14F6A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14F6A">
              <w:rPr>
                <w:rFonts w:cs="Arial"/>
                <w:bCs/>
                <w:szCs w:val="22"/>
              </w:rPr>
              <w:instrText xml:space="preserve"> FORMTEXT </w:instrText>
            </w:r>
            <w:r w:rsidR="00B14F6A">
              <w:rPr>
                <w:rFonts w:cs="Arial"/>
                <w:bCs/>
                <w:szCs w:val="22"/>
              </w:rPr>
            </w:r>
            <w:r w:rsidR="00B14F6A">
              <w:rPr>
                <w:rFonts w:cs="Arial"/>
                <w:bCs/>
                <w:szCs w:val="22"/>
              </w:rPr>
              <w:fldChar w:fldCharType="separate"/>
            </w:r>
            <w:r w:rsidR="00B14F6A" w:rsidRPr="009F1AED">
              <w:rPr>
                <w:rFonts w:cs="Arial"/>
                <w:bCs/>
                <w:szCs w:val="22"/>
              </w:rPr>
              <w:t>Stanovisko R</w:t>
            </w:r>
            <w:r w:rsidR="00B14F6A">
              <w:rPr>
                <w:rFonts w:cs="Arial"/>
                <w:bCs/>
                <w:szCs w:val="22"/>
              </w:rPr>
              <w:t>ady pro výzkum, vývoj a inovace</w:t>
            </w:r>
            <w:r w:rsidR="00B14F6A">
              <w:rPr>
                <w:rFonts w:cs="Arial"/>
                <w:bCs/>
                <w:szCs w:val="22"/>
              </w:rPr>
              <w:fldChar w:fldCharType="end"/>
            </w:r>
            <w:r w:rsidR="00B14F6A">
              <w:rPr>
                <w:rFonts w:cs="Arial"/>
                <w:bCs/>
                <w:szCs w:val="22"/>
              </w:rPr>
              <w:t xml:space="preserve"> </w:t>
            </w:r>
            <w:r w:rsidR="00342F54">
              <w:rPr>
                <w:rFonts w:cs="Arial"/>
                <w:bCs/>
                <w:i/>
                <w:szCs w:val="22"/>
              </w:rPr>
              <w:t>(bude </w:t>
            </w:r>
            <w:r w:rsidR="00B14F6A" w:rsidRPr="00B14F6A">
              <w:rPr>
                <w:rFonts w:cs="Arial"/>
                <w:bCs/>
                <w:i/>
                <w:szCs w:val="22"/>
              </w:rPr>
              <w:t>doplněno)</w:t>
            </w:r>
          </w:p>
          <w:p w:rsidR="00C72758" w:rsidRPr="002861E4" w:rsidRDefault="00CC430B" w:rsidP="00B14F6A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 "/>
                    <w:listEntry w:val="V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994FC5">
              <w:rPr>
                <w:rFonts w:cs="Arial"/>
                <w:b/>
                <w:szCs w:val="22"/>
              </w:rPr>
            </w:r>
            <w:r w:rsidR="00994FC5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B14F6A">
              <w:rPr>
                <w:rFonts w:cs="Arial"/>
                <w:bCs/>
                <w:szCs w:val="22"/>
              </w:rPr>
              <w:t xml:space="preserve">Vypořádání připomínkového řízení </w:t>
            </w:r>
            <w:r w:rsidR="00B14F6A" w:rsidRPr="00B14F6A">
              <w:rPr>
                <w:rFonts w:cs="Arial"/>
                <w:bCs/>
                <w:i/>
                <w:szCs w:val="22"/>
              </w:rPr>
              <w:t>(bude doplněno)</w:t>
            </w:r>
            <w:r w:rsidR="009D1BAE">
              <w:rPr>
                <w:rFonts w:cs="Arial"/>
                <w:bCs/>
                <w:szCs w:val="22"/>
              </w:rPr>
              <w:t xml:space="preserve"> </w:t>
            </w:r>
          </w:p>
          <w:p w:rsidR="00C72758" w:rsidRPr="00CE3A52" w:rsidRDefault="00801D9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994FC5">
              <w:rPr>
                <w:rFonts w:cs="Arial"/>
                <w:b/>
                <w:szCs w:val="22"/>
              </w:rPr>
            </w:r>
            <w:r w:rsidR="00994FC5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994FC5">
              <w:rPr>
                <w:rFonts w:cs="Arial"/>
                <w:b/>
                <w:szCs w:val="22"/>
              </w:rPr>
            </w:r>
            <w:r w:rsidR="00994FC5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882F5E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994FC5">
              <w:rPr>
                <w:rFonts w:cs="Arial"/>
                <w:b/>
                <w:szCs w:val="22"/>
              </w:rPr>
            </w:r>
            <w:r w:rsidR="00994FC5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6E4850" w:rsidRPr="0076329A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994FC5">
              <w:rPr>
                <w:rFonts w:cs="Arial"/>
                <w:b/>
                <w:szCs w:val="22"/>
              </w:rPr>
            </w:r>
            <w:r w:rsidR="00994FC5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:rsidR="000A53F7" w:rsidRPr="00CE3A52" w:rsidRDefault="000A53F7" w:rsidP="00B44EAD">
      <w:pPr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:rsidR="006C2804" w:rsidRDefault="006C2804" w:rsidP="00D228CE">
      <w:pPr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Ing. Marta Nováková</w:t>
      </w:r>
    </w:p>
    <w:p w:rsidR="00C72758" w:rsidRPr="00CC4939" w:rsidRDefault="00C668BD" w:rsidP="00D228CE">
      <w:pPr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ministryně průmyslu a obchodu</w:t>
      </w:r>
    </w:p>
    <w:p w:rsidR="00C72758" w:rsidRPr="00CC4939" w:rsidRDefault="00C72758" w:rsidP="00D228CE">
      <w:pPr>
        <w:spacing w:line="240" w:lineRule="auto"/>
        <w:outlineLvl w:val="0"/>
        <w:rPr>
          <w:rFonts w:cs="Arial"/>
          <w:bCs/>
          <w:szCs w:val="22"/>
        </w:rPr>
      </w:pPr>
    </w:p>
    <w:sectPr w:rsidR="00C72758" w:rsidRPr="00CC4939" w:rsidSect="000A53F7">
      <w:headerReference w:type="default" r:id="rId12"/>
      <w:footerReference w:type="default" r:id="rId13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FC5" w:rsidRDefault="00994FC5">
      <w:r>
        <w:separator/>
      </w:r>
    </w:p>
  </w:endnote>
  <w:endnote w:type="continuationSeparator" w:id="0">
    <w:p w:rsidR="00994FC5" w:rsidRDefault="00994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B44E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FC5" w:rsidRDefault="00994FC5">
      <w:r>
        <w:separator/>
      </w:r>
    </w:p>
  </w:footnote>
  <w:footnote w:type="continuationSeparator" w:id="0">
    <w:p w:rsidR="00994FC5" w:rsidRDefault="00994F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68A" w:rsidRDefault="00737065" w:rsidP="00341DCA">
    <w:pPr>
      <w:pStyle w:val="Zhlav"/>
      <w:tabs>
        <w:tab w:val="clear" w:pos="4536"/>
        <w:tab w:val="clear" w:pos="9072"/>
        <w:tab w:val="center" w:pos="4309"/>
      </w:tabs>
      <w:ind w:left="-756"/>
    </w:pPr>
    <w: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540385</wp:posOffset>
          </wp:positionV>
          <wp:extent cx="2409825" cy="2190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5A7"/>
    <w:rsid w:val="00000CD1"/>
    <w:rsid w:val="000028F0"/>
    <w:rsid w:val="00006F47"/>
    <w:rsid w:val="00007CC2"/>
    <w:rsid w:val="000101B5"/>
    <w:rsid w:val="00014117"/>
    <w:rsid w:val="00022E5D"/>
    <w:rsid w:val="00030ECE"/>
    <w:rsid w:val="0003653C"/>
    <w:rsid w:val="0005103A"/>
    <w:rsid w:val="00051D36"/>
    <w:rsid w:val="00052E80"/>
    <w:rsid w:val="000531FA"/>
    <w:rsid w:val="00063F34"/>
    <w:rsid w:val="00070BD4"/>
    <w:rsid w:val="00072641"/>
    <w:rsid w:val="00073BF7"/>
    <w:rsid w:val="00081ECA"/>
    <w:rsid w:val="0008225F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6A19"/>
    <w:rsid w:val="000C6B71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83C"/>
    <w:rsid w:val="00111971"/>
    <w:rsid w:val="00115539"/>
    <w:rsid w:val="00120789"/>
    <w:rsid w:val="00123824"/>
    <w:rsid w:val="00133351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345A"/>
    <w:rsid w:val="00165B75"/>
    <w:rsid w:val="00176763"/>
    <w:rsid w:val="00176A7B"/>
    <w:rsid w:val="00177DDE"/>
    <w:rsid w:val="001836E3"/>
    <w:rsid w:val="00190B5D"/>
    <w:rsid w:val="00196E8D"/>
    <w:rsid w:val="001A0C1B"/>
    <w:rsid w:val="001A3E32"/>
    <w:rsid w:val="001A56A2"/>
    <w:rsid w:val="001A7B94"/>
    <w:rsid w:val="001B29BA"/>
    <w:rsid w:val="001B2CB8"/>
    <w:rsid w:val="001B6BB1"/>
    <w:rsid w:val="001C1E7C"/>
    <w:rsid w:val="001D26EE"/>
    <w:rsid w:val="001D4FA4"/>
    <w:rsid w:val="001F109F"/>
    <w:rsid w:val="001F1167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861E4"/>
    <w:rsid w:val="002912F0"/>
    <w:rsid w:val="002916C3"/>
    <w:rsid w:val="00292BC1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27110"/>
    <w:rsid w:val="00341DCA"/>
    <w:rsid w:val="00342F54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8565A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38E2"/>
    <w:rsid w:val="004D6985"/>
    <w:rsid w:val="004E0FEF"/>
    <w:rsid w:val="004E2A8F"/>
    <w:rsid w:val="004E536E"/>
    <w:rsid w:val="004F2283"/>
    <w:rsid w:val="004F50B7"/>
    <w:rsid w:val="004F534D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761"/>
    <w:rsid w:val="005B78F1"/>
    <w:rsid w:val="005C2115"/>
    <w:rsid w:val="005C301B"/>
    <w:rsid w:val="005C34F3"/>
    <w:rsid w:val="005C67EB"/>
    <w:rsid w:val="005D026B"/>
    <w:rsid w:val="005D4442"/>
    <w:rsid w:val="005D63EC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0455"/>
    <w:rsid w:val="00632969"/>
    <w:rsid w:val="0063713E"/>
    <w:rsid w:val="0064233D"/>
    <w:rsid w:val="00644898"/>
    <w:rsid w:val="00644D78"/>
    <w:rsid w:val="00646EDD"/>
    <w:rsid w:val="00650773"/>
    <w:rsid w:val="00650A6D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2804"/>
    <w:rsid w:val="006C4A93"/>
    <w:rsid w:val="006C59AA"/>
    <w:rsid w:val="006D3D40"/>
    <w:rsid w:val="006D433C"/>
    <w:rsid w:val="006E4850"/>
    <w:rsid w:val="006E4C08"/>
    <w:rsid w:val="006E57D3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3706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A93"/>
    <w:rsid w:val="0079643D"/>
    <w:rsid w:val="007A4006"/>
    <w:rsid w:val="007A7598"/>
    <w:rsid w:val="007B5908"/>
    <w:rsid w:val="007C318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1DED"/>
    <w:rsid w:val="008A6B07"/>
    <w:rsid w:val="008C14CF"/>
    <w:rsid w:val="008C2E92"/>
    <w:rsid w:val="008C3751"/>
    <w:rsid w:val="008C61C5"/>
    <w:rsid w:val="008D130A"/>
    <w:rsid w:val="008D5A45"/>
    <w:rsid w:val="008E1A59"/>
    <w:rsid w:val="008E735D"/>
    <w:rsid w:val="008F01FA"/>
    <w:rsid w:val="008F0C19"/>
    <w:rsid w:val="00902BB1"/>
    <w:rsid w:val="00903EF0"/>
    <w:rsid w:val="00905DE5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94FC5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1BAE"/>
    <w:rsid w:val="009D3767"/>
    <w:rsid w:val="009D4B1E"/>
    <w:rsid w:val="009E141C"/>
    <w:rsid w:val="009E41CC"/>
    <w:rsid w:val="009E4F40"/>
    <w:rsid w:val="009E59F8"/>
    <w:rsid w:val="009F06A9"/>
    <w:rsid w:val="009F1AED"/>
    <w:rsid w:val="009F2290"/>
    <w:rsid w:val="009F24EE"/>
    <w:rsid w:val="00A00A37"/>
    <w:rsid w:val="00A05647"/>
    <w:rsid w:val="00A0568A"/>
    <w:rsid w:val="00A11E36"/>
    <w:rsid w:val="00A152B4"/>
    <w:rsid w:val="00A1553C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835A7"/>
    <w:rsid w:val="00A90391"/>
    <w:rsid w:val="00A90534"/>
    <w:rsid w:val="00A908EC"/>
    <w:rsid w:val="00A93031"/>
    <w:rsid w:val="00A946EC"/>
    <w:rsid w:val="00A96DB6"/>
    <w:rsid w:val="00AA26B3"/>
    <w:rsid w:val="00AA43A0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4F6A"/>
    <w:rsid w:val="00B15ACC"/>
    <w:rsid w:val="00B1646E"/>
    <w:rsid w:val="00B16AD7"/>
    <w:rsid w:val="00B202B4"/>
    <w:rsid w:val="00B25912"/>
    <w:rsid w:val="00B26A06"/>
    <w:rsid w:val="00B320EF"/>
    <w:rsid w:val="00B32BAC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41BB"/>
    <w:rsid w:val="00C35ACE"/>
    <w:rsid w:val="00C41AA1"/>
    <w:rsid w:val="00C5469B"/>
    <w:rsid w:val="00C61B92"/>
    <w:rsid w:val="00C668BD"/>
    <w:rsid w:val="00C715FC"/>
    <w:rsid w:val="00C72758"/>
    <w:rsid w:val="00C73DB1"/>
    <w:rsid w:val="00C74413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268B"/>
    <w:rsid w:val="00CC3196"/>
    <w:rsid w:val="00CC3847"/>
    <w:rsid w:val="00CC430B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15874"/>
    <w:rsid w:val="00F16191"/>
    <w:rsid w:val="00F24ACA"/>
    <w:rsid w:val="00F31769"/>
    <w:rsid w:val="00F324E7"/>
    <w:rsid w:val="00F36BC5"/>
    <w:rsid w:val="00F43E12"/>
    <w:rsid w:val="00F46966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3897"/>
    <w:rsid w:val="00F87CE0"/>
    <w:rsid w:val="00F900CF"/>
    <w:rsid w:val="00F928B7"/>
    <w:rsid w:val="00F93066"/>
    <w:rsid w:val="00FA00E4"/>
    <w:rsid w:val="00FA1406"/>
    <w:rsid w:val="00FA14DC"/>
    <w:rsid w:val="00FA490D"/>
    <w:rsid w:val="00FA4AA6"/>
    <w:rsid w:val="00FA625F"/>
    <w:rsid w:val="00FB131B"/>
    <w:rsid w:val="00FB1CA5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Bezmezer">
    <w:name w:val="No Spacing"/>
    <w:uiPriority w:val="1"/>
    <w:qFormat/>
    <w:rsid w:val="0073706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Bezmezer">
    <w:name w:val="No Spacing"/>
    <w:uiPriority w:val="1"/>
    <w:qFormat/>
    <w:rsid w:val="0073706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86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8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86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3%20Ob&#225;lka%20mezirezort%20nelegislativ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67E0FD56B6643C297232B17F7B5D2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09ADC8-63F4-48FF-804E-50FB58C45906}"/>
      </w:docPartPr>
      <w:docPartBody>
        <w:p w:rsidR="00DC5CAE" w:rsidRDefault="00DC5CAE">
          <w:pPr>
            <w:pStyle w:val="B67E0FD56B6643C297232B17F7B5D2F4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CAE"/>
    <w:rsid w:val="007D3245"/>
    <w:rsid w:val="00DC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B67E0FD56B6643C297232B17F7B5D2F4">
    <w:name w:val="B67E0FD56B6643C297232B17F7B5D2F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B67E0FD56B6643C297232B17F7B5D2F4">
    <w:name w:val="B67E0FD56B6643C297232B17F7B5D2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D6FAA-2D0F-4B1A-A6F3-86CCFFE72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P-03 Obálka mezirezort nelegislativní.dotm</Template>
  <TotalTime>0</TotalTime>
  <Pages>1</Pages>
  <Words>139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Kořínková Eva</dc:creator>
  <cp:lastModifiedBy>Nováková Marta</cp:lastModifiedBy>
  <cp:revision>2</cp:revision>
  <cp:lastPrinted>2014-05-20T15:09:00Z</cp:lastPrinted>
  <dcterms:created xsi:type="dcterms:W3CDTF">2019-04-16T10:42:00Z</dcterms:created>
  <dcterms:modified xsi:type="dcterms:W3CDTF">2019-04-16T10:42:00Z</dcterms:modified>
</cp:coreProperties>
</file>