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b/>
        </w:rPr>
        <w:tag w:val="oznaceniDokumentu"/>
        <w:id w:val="-1578812355"/>
        <w:placeholder>
          <w:docPart w:val="392F9ED20DC749B7BA9958507E1D9854"/>
        </w:placeholder>
        <w:dropDownList>
          <w:listItem w:displayText=" " w:value=" "/>
          <w:listItem w:displayText="PRO VNITŘNÍ POTŘEBU" w:value="PRO VNITŘNÍ POTŘEBU"/>
          <w:listItem w:displayText="CITLIVÉ" w:value="CITLIVÉ"/>
          <w:listItem w:displayText="VELMI CITLIVÉ" w:value="VELMI CITLIVÉ"/>
        </w:dropDownList>
      </w:sdtPr>
      <w:sdtEndPr/>
      <w:sdtContent>
        <w:p w14:paraId="2EAD6973" w14:textId="77777777" w:rsidR="00281214" w:rsidRDefault="00281214" w:rsidP="00281214">
          <w:pPr>
            <w:pStyle w:val="NoSpacing"/>
            <w:jc w:val="right"/>
            <w:rPr>
              <w:b/>
            </w:rPr>
          </w:pPr>
          <w:r>
            <w:rPr>
              <w:b/>
            </w:rPr>
            <w:t xml:space="preserve"> </w:t>
          </w:r>
        </w:p>
      </w:sdtContent>
    </w:sdt>
    <w:p w14:paraId="4DB32F01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6E1F051D" w14:textId="77777777" w:rsidR="00281214" w:rsidRDefault="00281214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</w:p>
    <w:p w14:paraId="37141BE0" w14:textId="77777777" w:rsidR="00281214" w:rsidRDefault="00281214" w:rsidP="00281214">
      <w:pPr>
        <w:spacing w:line="276" w:lineRule="auto"/>
        <w:rPr>
          <w:rFonts w:ascii="Arial" w:hAnsi="Arial" w:cs="Arial"/>
          <w:b/>
          <w:sz w:val="32"/>
          <w:szCs w:val="28"/>
        </w:rPr>
      </w:pPr>
    </w:p>
    <w:p w14:paraId="197E4169" w14:textId="77777777" w:rsidR="00ED5359" w:rsidRPr="009159DE" w:rsidRDefault="00AD07CD" w:rsidP="00281214">
      <w:pPr>
        <w:spacing w:line="276" w:lineRule="auto"/>
        <w:jc w:val="center"/>
        <w:rPr>
          <w:rFonts w:ascii="Arial" w:hAnsi="Arial" w:cs="Arial"/>
          <w:b/>
          <w:sz w:val="32"/>
          <w:szCs w:val="28"/>
        </w:rPr>
      </w:pPr>
      <w:r>
        <w:rPr>
          <w:rFonts w:ascii="Arial" w:hAnsi="Arial" w:cs="Arial"/>
          <w:b/>
          <w:sz w:val="32"/>
          <w:szCs w:val="28"/>
        </w:rPr>
        <w:t xml:space="preserve">NÁVRH </w:t>
      </w:r>
      <w:r w:rsidR="00ED5359" w:rsidRPr="009159DE">
        <w:rPr>
          <w:rFonts w:ascii="Arial" w:hAnsi="Arial" w:cs="Arial"/>
          <w:b/>
          <w:sz w:val="32"/>
          <w:szCs w:val="28"/>
        </w:rPr>
        <w:t>USNESENÍ</w:t>
      </w:r>
    </w:p>
    <w:p w14:paraId="1BA0153D" w14:textId="77777777" w:rsidR="00ED5359" w:rsidRPr="00376238" w:rsidRDefault="00ED5359" w:rsidP="005B336B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 w:rsidRPr="00376238">
        <w:rPr>
          <w:rFonts w:ascii="Arial" w:hAnsi="Arial" w:cs="Arial"/>
          <w:b/>
          <w:sz w:val="28"/>
          <w:szCs w:val="28"/>
        </w:rPr>
        <w:t>VLÁDY ČESKÉ REPUBLIKY</w:t>
      </w:r>
    </w:p>
    <w:p w14:paraId="675B928F" w14:textId="77777777" w:rsidR="004F6CDE" w:rsidRPr="003375EF" w:rsidRDefault="00ED5359" w:rsidP="00F60916">
      <w:pPr>
        <w:spacing w:after="720"/>
        <w:jc w:val="center"/>
        <w:rPr>
          <w:rFonts w:ascii="Arial" w:hAnsi="Arial" w:cs="Arial"/>
          <w:sz w:val="22"/>
          <w:szCs w:val="22"/>
        </w:rPr>
      </w:pPr>
      <w:r w:rsidRPr="003375EF">
        <w:rPr>
          <w:rFonts w:ascii="Arial" w:hAnsi="Arial" w:cs="Arial"/>
          <w:sz w:val="22"/>
          <w:szCs w:val="22"/>
        </w:rPr>
        <w:t xml:space="preserve">ze dne 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="00CE68E3"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="00CE68E3" w:rsidRPr="00C21031">
        <w:rPr>
          <w:rFonts w:ascii="Arial" w:hAnsi="Arial" w:cs="Arial"/>
          <w:bCs/>
          <w:sz w:val="22"/>
          <w:szCs w:val="22"/>
        </w:rPr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>
        <w:rPr>
          <w:rFonts w:ascii="Arial" w:hAnsi="Arial" w:cs="Arial"/>
          <w:bCs/>
          <w:sz w:val="22"/>
          <w:szCs w:val="22"/>
        </w:rPr>
        <w:t> 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126A24" w14:textId="77777777" w:rsidR="005F003B" w:rsidRPr="00DF49B8" w:rsidRDefault="008233E5" w:rsidP="00DD0906">
      <w:pPr>
        <w:spacing w:after="96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2"/>
        </w:rPr>
        <w:fldChar w:fldCharType="begin">
          <w:ffData>
            <w:name w:val=""/>
            <w:enabled/>
            <w:calcOnExit w:val="0"/>
            <w:textInput>
              <w:default w:val="Název usnesení"/>
            </w:textInput>
          </w:ffData>
        </w:fldChar>
      </w:r>
      <w:r>
        <w:rPr>
          <w:rFonts w:ascii="Arial" w:hAnsi="Arial" w:cs="Arial"/>
          <w:b/>
          <w:bCs/>
          <w:sz w:val="24"/>
          <w:szCs w:val="22"/>
        </w:rPr>
        <w:instrText xml:space="preserve"> FORMTEXT </w:instrText>
      </w:r>
      <w:r>
        <w:rPr>
          <w:rFonts w:ascii="Arial" w:hAnsi="Arial" w:cs="Arial"/>
          <w:b/>
          <w:bCs/>
          <w:sz w:val="24"/>
          <w:szCs w:val="22"/>
        </w:rPr>
      </w:r>
      <w:r>
        <w:rPr>
          <w:rFonts w:ascii="Arial" w:hAnsi="Arial" w:cs="Arial"/>
          <w:b/>
          <w:bCs/>
          <w:sz w:val="24"/>
          <w:szCs w:val="22"/>
        </w:rPr>
        <w:fldChar w:fldCharType="separate"/>
      </w:r>
      <w:r w:rsidR="00915DDF">
        <w:rPr>
          <w:rFonts w:ascii="Arial" w:hAnsi="Arial" w:cs="Arial"/>
          <w:b/>
          <w:bCs/>
          <w:sz w:val="24"/>
          <w:szCs w:val="22"/>
        </w:rPr>
        <w:t>SYSTÉM ŘÍZENÍ A KOORDINACE INOVAČNÍ STRATEGIE ČR 2019 - 2030</w:t>
      </w:r>
      <w:r>
        <w:rPr>
          <w:rFonts w:ascii="Arial" w:hAnsi="Arial" w:cs="Arial"/>
          <w:b/>
          <w:bCs/>
          <w:sz w:val="24"/>
          <w:szCs w:val="22"/>
        </w:rPr>
        <w:fldChar w:fldCharType="end"/>
      </w:r>
    </w:p>
    <w:p w14:paraId="407EBA06" w14:textId="77777777" w:rsidR="00000B9E" w:rsidRPr="008233E5" w:rsidRDefault="00000B9E" w:rsidP="00CE68E3">
      <w:pPr>
        <w:jc w:val="both"/>
        <w:rPr>
          <w:rFonts w:ascii="Arial" w:hAnsi="Arial" w:cs="Arial"/>
          <w:b/>
          <w:sz w:val="22"/>
          <w:szCs w:val="22"/>
        </w:rPr>
      </w:pPr>
      <w:r w:rsidRPr="008233E5">
        <w:rPr>
          <w:rFonts w:ascii="Arial" w:hAnsi="Arial" w:cs="Arial"/>
          <w:b/>
          <w:sz w:val="22"/>
          <w:szCs w:val="22"/>
        </w:rPr>
        <w:t>Vláda</w:t>
      </w:r>
    </w:p>
    <w:p w14:paraId="58B354F1" w14:textId="77777777" w:rsidR="00CE68E3" w:rsidRPr="005B336B" w:rsidRDefault="00CE68E3" w:rsidP="00CE68E3">
      <w:pPr>
        <w:spacing w:before="360"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end"/>
      </w:r>
      <w:bookmarkStart w:id="0" w:name="Text10"/>
      <w:r>
        <w:rPr>
          <w:rFonts w:ascii="Arial" w:hAnsi="Arial" w:cs="Arial"/>
          <w:b/>
          <w:sz w:val="22"/>
          <w:szCs w:val="22"/>
        </w:rPr>
        <w:tab/>
      </w:r>
      <w:bookmarkEnd w:id="0"/>
      <w:r w:rsidR="004D57C0">
        <w:rPr>
          <w:rStyle w:val="StylIChar0"/>
          <w:b/>
        </w:rPr>
        <w:fldChar w:fldCharType="begin">
          <w:ffData>
            <w:name w:val=""/>
            <w:enabled/>
            <w:calcOnExit w:val="0"/>
            <w:ddList>
              <w:listEntry w:val="schvaluje"/>
              <w:listEntry w:val="souhlasí"/>
              <w:listEntry w:val="bere na vědomí"/>
              <w:listEntry w:val="   "/>
            </w:ddList>
          </w:ffData>
        </w:fldChar>
      </w:r>
      <w:r w:rsidR="004D57C0">
        <w:rPr>
          <w:rStyle w:val="StylIChar0"/>
          <w:b/>
        </w:rPr>
        <w:instrText xml:space="preserve"> FORMDROPDOWN </w:instrText>
      </w:r>
      <w:r w:rsidR="004D57C0">
        <w:rPr>
          <w:rStyle w:val="StylIChar0"/>
          <w:b/>
        </w:rPr>
      </w:r>
      <w:r w:rsidR="004D57C0">
        <w:rPr>
          <w:rStyle w:val="StylIChar0"/>
          <w:b/>
        </w:rPr>
        <w:fldChar w:fldCharType="end"/>
      </w:r>
      <w:r w:rsidRPr="008233E5">
        <w:rPr>
          <w:rStyle w:val="StylIChar0"/>
          <w:b/>
        </w:rPr>
        <w:t xml:space="preserve"> </w:t>
      </w:r>
      <w:r w:rsidR="008233E5"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8233E5" w:rsidRPr="008233E5">
        <w:rPr>
          <w:rStyle w:val="StylIChar0"/>
        </w:rPr>
        <w:instrText xml:space="preserve"> FORMTEXT </w:instrText>
      </w:r>
      <w:r w:rsidR="008233E5" w:rsidRPr="008233E5">
        <w:rPr>
          <w:rStyle w:val="StylIChar0"/>
        </w:rPr>
      </w:r>
      <w:r w:rsidR="008233E5" w:rsidRPr="008233E5">
        <w:rPr>
          <w:rStyle w:val="StylIChar0"/>
        </w:rPr>
        <w:fldChar w:fldCharType="separate"/>
      </w:r>
      <w:r w:rsidR="00915DDF">
        <w:rPr>
          <w:rStyle w:val="StylIChar0"/>
        </w:rPr>
        <w:t>návrh systému řízení a koordinace a akční plán Inovační strategie ČR 2019 - 2030</w:t>
      </w:r>
      <w:r w:rsidR="00DD0906" w:rsidRPr="00DD0906">
        <w:rPr>
          <w:rStyle w:val="StylIChar0"/>
        </w:rPr>
        <w:t>, obsažen</w:t>
      </w:r>
      <w:r w:rsidR="00915DDF">
        <w:rPr>
          <w:rStyle w:val="StylIChar0"/>
        </w:rPr>
        <w:t>ý</w:t>
      </w:r>
      <w:r w:rsidR="00DD0906" w:rsidRPr="00DD0906">
        <w:rPr>
          <w:rStyle w:val="StylIChar0"/>
        </w:rPr>
        <w:t xml:space="preserve"> v části III. materiálu č. j.</w:t>
      </w:r>
      <w:r w:rsidR="00BF49E7">
        <w:rPr>
          <w:rStyle w:val="StylIChar0"/>
        </w:rPr>
        <w:t xml:space="preserve"> ……………..</w:t>
      </w:r>
      <w:r w:rsidR="008233E5" w:rsidRPr="008233E5">
        <w:rPr>
          <w:rStyle w:val="StylIChar0"/>
        </w:rPr>
        <w:fldChar w:fldCharType="end"/>
      </w:r>
    </w:p>
    <w:p w14:paraId="72CE7671" w14:textId="77777777" w:rsidR="00BD4CD7" w:rsidRDefault="00CE68E3" w:rsidP="00BD4CD7">
      <w:pPr>
        <w:tabs>
          <w:tab w:val="left" w:pos="1134"/>
        </w:tabs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DD0906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result w:val="3"/>
              <w:listEntry w:val="zrušuje"/>
              <w:listEntry w:val="mění"/>
              <w:listEntry w:val="   "/>
              <w:listEntry w:val="ukládá"/>
            </w:ddList>
          </w:ffData>
        </w:fldChar>
      </w:r>
      <w:r w:rsidR="00DD0906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DD0906">
        <w:rPr>
          <w:rFonts w:ascii="Arial" w:hAnsi="Arial" w:cs="Arial"/>
          <w:b/>
          <w:sz w:val="22"/>
          <w:szCs w:val="22"/>
        </w:rPr>
      </w:r>
      <w:r w:rsidR="00DD0906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</w:p>
    <w:p w14:paraId="75A2C588" w14:textId="21FBA65E" w:rsidR="00915DDF" w:rsidRDefault="00BD4CD7" w:rsidP="00BD4CD7">
      <w:pPr>
        <w:tabs>
          <w:tab w:val="left" w:pos="1134"/>
        </w:tabs>
        <w:spacing w:after="240"/>
        <w:ind w:left="709" w:hanging="709"/>
        <w:jc w:val="both"/>
        <w:rPr>
          <w:rStyle w:val="StylIChar0"/>
        </w:rPr>
      </w:pPr>
      <w:r>
        <w:rPr>
          <w:rStyle w:val="StylIChar0"/>
        </w:rPr>
        <w:tab/>
        <w:t>1.</w:t>
      </w:r>
      <w:r>
        <w:rPr>
          <w:rStyle w:val="StylIChar0"/>
        </w:rPr>
        <w:tab/>
      </w:r>
      <w:r w:rsidR="00DD0906">
        <w:rPr>
          <w:rStyle w:val="StylIChar0"/>
        </w:rPr>
        <w:t xml:space="preserve">místopředsedovi vlády a </w:t>
      </w:r>
      <w:r w:rsidR="00DD0906" w:rsidRPr="00DD0906">
        <w:rPr>
          <w:rStyle w:val="StylIChar0"/>
        </w:rPr>
        <w:t>ministru průmyslu a obchodu</w:t>
      </w:r>
      <w:r w:rsidR="00170B0D">
        <w:rPr>
          <w:rStyle w:val="StylIChar0"/>
        </w:rPr>
        <w:t xml:space="preserve"> </w:t>
      </w:r>
      <w:r w:rsidR="00C50D54">
        <w:rPr>
          <w:rStyle w:val="StylIChar0"/>
        </w:rPr>
        <w:t>za</w:t>
      </w:r>
      <w:r w:rsidR="0048428A">
        <w:rPr>
          <w:rStyle w:val="StylIChar0"/>
        </w:rPr>
        <w:t>jistit</w:t>
      </w:r>
      <w:r w:rsidR="00C50D54">
        <w:rPr>
          <w:rStyle w:val="StylIChar0"/>
        </w:rPr>
        <w:t xml:space="preserve"> řízení a koordinaci Strategie IS 2030</w:t>
      </w:r>
    </w:p>
    <w:p w14:paraId="0080F59C" w14:textId="54221A64" w:rsidR="00CE68E3" w:rsidRPr="005B336B" w:rsidRDefault="00BD4CD7" w:rsidP="00BD4CD7">
      <w:pPr>
        <w:tabs>
          <w:tab w:val="left" w:pos="1134"/>
        </w:tabs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ab/>
        <w:t>2.</w:t>
      </w:r>
      <w:r>
        <w:rPr>
          <w:rStyle w:val="StylIChar0"/>
        </w:rPr>
        <w:tab/>
      </w:r>
      <w:r w:rsidRPr="00BD4CD7">
        <w:rPr>
          <w:rStyle w:val="StylIChar0"/>
        </w:rPr>
        <w:t xml:space="preserve">členům vlády a vedoucím ostatních ústředních správních úřadů poskytnout </w:t>
      </w:r>
      <w:r w:rsidR="00080B1B">
        <w:rPr>
          <w:rStyle w:val="StylIChar0"/>
        </w:rPr>
        <w:tab/>
      </w:r>
      <w:r w:rsidRPr="00BD4CD7">
        <w:rPr>
          <w:rStyle w:val="StylIChar0"/>
        </w:rPr>
        <w:t xml:space="preserve">místopředsedovi vlády a ministru </w:t>
      </w:r>
      <w:r>
        <w:rPr>
          <w:rStyle w:val="StylIChar0"/>
        </w:rPr>
        <w:t xml:space="preserve">průmyslu a obchodu </w:t>
      </w:r>
      <w:r w:rsidRPr="00BD4CD7">
        <w:rPr>
          <w:rStyle w:val="StylIChar0"/>
        </w:rPr>
        <w:t>součinnost při plnění úkol</w:t>
      </w:r>
      <w:r w:rsidR="0048428A">
        <w:rPr>
          <w:rStyle w:val="StylIChar0"/>
        </w:rPr>
        <w:t>ů</w:t>
      </w:r>
      <w:bookmarkStart w:id="1" w:name="_GoBack"/>
      <w:bookmarkEnd w:id="1"/>
      <w:r w:rsidRPr="00BD4CD7">
        <w:rPr>
          <w:rStyle w:val="StylIChar0"/>
        </w:rPr>
        <w:t xml:space="preserve"> </w:t>
      </w:r>
      <w:r w:rsidR="00080B1B">
        <w:rPr>
          <w:rStyle w:val="StylIChar0"/>
        </w:rPr>
        <w:tab/>
      </w:r>
      <w:r w:rsidRPr="00BD4CD7">
        <w:rPr>
          <w:rStyle w:val="StylIChar0"/>
        </w:rPr>
        <w:t>podle bodu II/1 tohoto usnesení.</w:t>
      </w:r>
      <w:r w:rsidR="00CE68E3" w:rsidRPr="008233E5">
        <w:rPr>
          <w:rStyle w:val="StylIChar0"/>
        </w:rPr>
        <w:fldChar w:fldCharType="end"/>
      </w:r>
    </w:p>
    <w:p w14:paraId="6E5B173E" w14:textId="77777777" w:rsidR="00915DDF" w:rsidRDefault="00CE68E3" w:rsidP="00CE68E3">
      <w:pPr>
        <w:spacing w:after="240"/>
        <w:ind w:left="709" w:hanging="709"/>
        <w:jc w:val="both"/>
        <w:rPr>
          <w:rStyle w:val="StylIChar0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III."/>
              <w:listEntry w:val="   "/>
            </w:ddLis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FORMDROPDOWN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b/>
          <w:sz w:val="22"/>
          <w:szCs w:val="22"/>
        </w:rPr>
        <w:tab/>
      </w:r>
      <w:r w:rsidR="004D57C0"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ddList>
              <w:listEntry w:val="ukládá"/>
              <w:listEntry w:val="doporučuje"/>
              <w:listEntry w:val="pověřuje"/>
              <w:listEntry w:val="jmenuje"/>
              <w:listEntry w:val="odvolává"/>
              <w:listEntry w:val="   "/>
            </w:ddList>
          </w:ffData>
        </w:fldChar>
      </w:r>
      <w:r w:rsidR="004D57C0">
        <w:rPr>
          <w:rFonts w:ascii="Arial" w:hAnsi="Arial" w:cs="Arial"/>
          <w:b/>
          <w:sz w:val="22"/>
          <w:szCs w:val="22"/>
        </w:rPr>
        <w:instrText xml:space="preserve"> FORMDROPDOWN </w:instrText>
      </w:r>
      <w:r w:rsidR="004D57C0">
        <w:rPr>
          <w:rFonts w:ascii="Arial" w:hAnsi="Arial" w:cs="Arial"/>
          <w:b/>
          <w:sz w:val="22"/>
          <w:szCs w:val="22"/>
        </w:rPr>
      </w:r>
      <w:r w:rsidR="004D57C0">
        <w:rPr>
          <w:rFonts w:ascii="Arial" w:hAnsi="Arial" w:cs="Arial"/>
          <w:b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 </w:t>
      </w:r>
      <w:r w:rsidRPr="008233E5">
        <w:rPr>
          <w:rStyle w:val="StylIChar0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8233E5">
        <w:rPr>
          <w:rStyle w:val="StylIChar0"/>
        </w:rPr>
        <w:instrText xml:space="preserve"> FORMTEXT </w:instrText>
      </w:r>
      <w:r w:rsidRPr="008233E5">
        <w:rPr>
          <w:rStyle w:val="StylIChar0"/>
        </w:rPr>
      </w:r>
      <w:r w:rsidRPr="008233E5">
        <w:rPr>
          <w:rStyle w:val="StylIChar0"/>
        </w:rPr>
        <w:fldChar w:fldCharType="separate"/>
      </w:r>
    </w:p>
    <w:p w14:paraId="3797A0DB" w14:textId="41D9C4BF" w:rsidR="00CE68E3" w:rsidRPr="005B336B" w:rsidRDefault="00915DDF" w:rsidP="00CE68E3">
      <w:pPr>
        <w:spacing w:after="240"/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Style w:val="StylIChar0"/>
        </w:rPr>
        <w:tab/>
        <w:t>1.</w:t>
      </w:r>
      <w:r w:rsidR="00C50D54">
        <w:rPr>
          <w:rStyle w:val="StylIChar0"/>
        </w:rPr>
        <w:t xml:space="preserve"> </w:t>
      </w:r>
      <w:r w:rsidR="00C50D54" w:rsidRPr="00C50D54">
        <w:rPr>
          <w:rStyle w:val="StylIChar0"/>
        </w:rPr>
        <w:t>členům vlády a vedoucím ostatních ústředních správních úřadů</w:t>
      </w:r>
      <w:r w:rsidR="00C50D54">
        <w:rPr>
          <w:rStyle w:val="StylIChar0"/>
        </w:rPr>
        <w:t xml:space="preserve"> jmenovaných v materiálu zaj</w:t>
      </w:r>
      <w:r w:rsidR="0048428A">
        <w:rPr>
          <w:rStyle w:val="StylIChar0"/>
        </w:rPr>
        <w:t>ist</w:t>
      </w:r>
      <w:r w:rsidR="00C50D54">
        <w:rPr>
          <w:rStyle w:val="StylIChar0"/>
        </w:rPr>
        <w:t>it výkon rolí a odpovědn</w:t>
      </w:r>
      <w:r w:rsidR="0048428A">
        <w:rPr>
          <w:rStyle w:val="StylIChar0"/>
        </w:rPr>
        <w:t>os</w:t>
      </w:r>
      <w:r w:rsidR="00C50D54">
        <w:rPr>
          <w:rStyle w:val="StylIChar0"/>
        </w:rPr>
        <w:t>tí v souladu s dokumentem</w:t>
      </w:r>
      <w:r w:rsidR="00CE68E3" w:rsidRPr="008233E5">
        <w:rPr>
          <w:rStyle w:val="StylIChar0"/>
        </w:rPr>
        <w:fldChar w:fldCharType="end"/>
      </w:r>
    </w:p>
    <w:p w14:paraId="4F02D630" w14:textId="77777777" w:rsidR="00C21031" w:rsidRPr="004728FB" w:rsidRDefault="004728FB" w:rsidP="002206B8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4728FB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result w:val="1"/>
              <w:listEntry w:val="Provede:"/>
              <w:listEntry w:val="Provedou:"/>
              <w:listEntry w:val="   "/>
            </w:ddList>
          </w:ffData>
        </w:fldChar>
      </w:r>
      <w:r w:rsidRPr="004728FB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Pr="004728FB">
        <w:rPr>
          <w:rFonts w:ascii="Arial" w:hAnsi="Arial" w:cs="Arial"/>
          <w:b/>
          <w:sz w:val="22"/>
          <w:szCs w:val="22"/>
          <w:u w:val="single"/>
        </w:rPr>
      </w:r>
      <w:r w:rsidRPr="004728FB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3ADFC71B" w14:textId="77777777" w:rsidR="0006020A" w:rsidRPr="0006020A" w:rsidRDefault="00CE68E3" w:rsidP="0006020A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06020A" w:rsidRPr="0006020A">
        <w:rPr>
          <w:rFonts w:ascii="Arial" w:hAnsi="Arial" w:cs="Arial"/>
          <w:bCs/>
          <w:sz w:val="22"/>
          <w:szCs w:val="22"/>
        </w:rPr>
        <w:t xml:space="preserve">členové vlády, </w:t>
      </w:r>
    </w:p>
    <w:p w14:paraId="35E61E37" w14:textId="77777777" w:rsidR="00CE68E3" w:rsidRDefault="0006020A" w:rsidP="0006020A">
      <w:pPr>
        <w:jc w:val="both"/>
        <w:rPr>
          <w:rFonts w:ascii="Arial" w:hAnsi="Arial" w:cs="Arial"/>
          <w:bCs/>
          <w:sz w:val="22"/>
          <w:szCs w:val="22"/>
        </w:rPr>
      </w:pPr>
      <w:r w:rsidRPr="0006020A">
        <w:rPr>
          <w:rFonts w:ascii="Arial" w:hAnsi="Arial" w:cs="Arial"/>
          <w:bCs/>
          <w:sz w:val="22"/>
          <w:szCs w:val="22"/>
        </w:rPr>
        <w:t>vedoucí ostatních ústředních správních úřadů</w:t>
      </w:r>
      <w:r w:rsidR="00CE68E3"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82201CA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="0006020A"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BAB8C1C" w14:textId="77777777" w:rsidR="00CE68E3" w:rsidRDefault="00CE68E3" w:rsidP="00000B9E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6F2ACCF6" w14:textId="77777777" w:rsidR="00C21031" w:rsidRDefault="00CE68E3" w:rsidP="005F003B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5805DB72" w14:textId="77777777" w:rsidR="00C21031" w:rsidRPr="008233E5" w:rsidRDefault="008233E5" w:rsidP="00C21031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233E5">
        <w:rPr>
          <w:rFonts w:ascii="Arial" w:hAnsi="Arial" w:cs="Arial"/>
          <w:b/>
          <w:sz w:val="22"/>
          <w:szCs w:val="22"/>
          <w:u w:val="single"/>
        </w:rPr>
        <w:fldChar w:fldCharType="begin">
          <w:ffData>
            <w:name w:val=""/>
            <w:enabled/>
            <w:calcOnExit w:val="0"/>
            <w:ddList>
              <w:listEntry w:val="Na vědomí:"/>
              <w:listEntry w:val="   "/>
            </w:ddList>
          </w:ffData>
        </w:fldChar>
      </w:r>
      <w:r w:rsidRPr="008233E5">
        <w:rPr>
          <w:rFonts w:ascii="Arial" w:hAnsi="Arial" w:cs="Arial"/>
          <w:b/>
          <w:sz w:val="22"/>
          <w:szCs w:val="22"/>
          <w:u w:val="single"/>
        </w:rPr>
        <w:instrText xml:space="preserve"> FORMDROPDOWN </w:instrText>
      </w:r>
      <w:r w:rsidRPr="008233E5">
        <w:rPr>
          <w:rFonts w:ascii="Arial" w:hAnsi="Arial" w:cs="Arial"/>
          <w:b/>
          <w:sz w:val="22"/>
          <w:szCs w:val="22"/>
          <w:u w:val="single"/>
        </w:rPr>
      </w:r>
      <w:r w:rsidRPr="008233E5">
        <w:rPr>
          <w:rFonts w:ascii="Arial" w:hAnsi="Arial" w:cs="Arial"/>
          <w:b/>
          <w:sz w:val="22"/>
          <w:szCs w:val="22"/>
          <w:u w:val="single"/>
        </w:rPr>
        <w:fldChar w:fldCharType="end"/>
      </w:r>
    </w:p>
    <w:p w14:paraId="73C09BC6" w14:textId="77777777" w:rsidR="00C21031" w:rsidRPr="005B336B" w:rsidRDefault="00C21031" w:rsidP="00C21031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="00911692">
        <w:rPr>
          <w:rFonts w:ascii="Arial" w:hAnsi="Arial" w:cs="Arial"/>
          <w:bCs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3F24E255" w14:textId="77777777" w:rsidR="00C21031" w:rsidRDefault="00C21031" w:rsidP="00C21031">
      <w:pPr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noProof/>
          <w:sz w:val="22"/>
          <w:szCs w:val="22"/>
        </w:rPr>
        <w:t> 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050BA3D6" w14:textId="77777777" w:rsidR="00C21031" w:rsidRDefault="00C21031" w:rsidP="002206B8">
      <w:pPr>
        <w:spacing w:before="960"/>
        <w:jc w:val="both"/>
        <w:rPr>
          <w:rFonts w:ascii="Arial" w:hAnsi="Arial" w:cs="Arial"/>
          <w:bCs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FF450E">
        <w:rPr>
          <w:rFonts w:ascii="Arial" w:hAnsi="Arial" w:cs="Arial"/>
          <w:bCs/>
          <w:noProof/>
          <w:sz w:val="22"/>
          <w:szCs w:val="22"/>
        </w:rPr>
        <w:t>Ing. Andrej Babiš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p w14:paraId="2A98EAC3" w14:textId="77777777" w:rsidR="00C21031" w:rsidRPr="005B336B" w:rsidRDefault="00C21031" w:rsidP="005F003B">
      <w:pPr>
        <w:jc w:val="both"/>
        <w:rPr>
          <w:rFonts w:ascii="Arial" w:hAnsi="Arial" w:cs="Arial"/>
          <w:sz w:val="22"/>
          <w:szCs w:val="22"/>
        </w:rPr>
      </w:pPr>
      <w:r w:rsidRPr="00C21031">
        <w:rPr>
          <w:rFonts w:ascii="Arial" w:hAnsi="Arial" w:cs="Arial"/>
          <w:bCs/>
          <w:sz w:val="22"/>
          <w:szCs w:val="22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21031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C21031">
        <w:rPr>
          <w:rFonts w:ascii="Arial" w:hAnsi="Arial" w:cs="Arial"/>
          <w:bCs/>
          <w:sz w:val="22"/>
          <w:szCs w:val="22"/>
        </w:rPr>
      </w:r>
      <w:r w:rsidRPr="00C21031">
        <w:rPr>
          <w:rFonts w:ascii="Arial" w:hAnsi="Arial" w:cs="Arial"/>
          <w:bCs/>
          <w:sz w:val="22"/>
          <w:szCs w:val="22"/>
        </w:rPr>
        <w:fldChar w:fldCharType="separate"/>
      </w:r>
      <w:r w:rsidR="007F6302" w:rsidRPr="007F6302">
        <w:rPr>
          <w:rFonts w:ascii="Arial" w:hAnsi="Arial" w:cs="Arial"/>
          <w:bCs/>
          <w:noProof/>
          <w:sz w:val="22"/>
          <w:szCs w:val="22"/>
        </w:rPr>
        <w:t>předseda vlády</w:t>
      </w:r>
      <w:r w:rsidRPr="00C21031">
        <w:rPr>
          <w:rFonts w:ascii="Arial" w:hAnsi="Arial" w:cs="Arial"/>
          <w:bCs/>
          <w:sz w:val="22"/>
          <w:szCs w:val="22"/>
        </w:rPr>
        <w:fldChar w:fldCharType="end"/>
      </w:r>
    </w:p>
    <w:sectPr w:rsidR="00C21031" w:rsidRPr="005B336B" w:rsidSect="00F6091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33AFA5" w14:textId="77777777" w:rsidR="00DD0906" w:rsidRDefault="00DD0906">
      <w:r>
        <w:separator/>
      </w:r>
    </w:p>
  </w:endnote>
  <w:endnote w:type="continuationSeparator" w:id="0">
    <w:p w14:paraId="510DC2EA" w14:textId="77777777" w:rsidR="00DD0906" w:rsidRDefault="00DD0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EE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B9C48D" w14:textId="77777777" w:rsidR="004A363E" w:rsidRDefault="004A363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02867E" w14:textId="77777777" w:rsidR="004A363E" w:rsidRDefault="004A363E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C024D" w14:textId="77777777" w:rsidR="004A363E" w:rsidRDefault="004A363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730026" w14:textId="77777777" w:rsidR="00DD0906" w:rsidRDefault="00DD0906">
      <w:r>
        <w:separator/>
      </w:r>
    </w:p>
  </w:footnote>
  <w:footnote w:type="continuationSeparator" w:id="0">
    <w:p w14:paraId="31E8E973" w14:textId="77777777" w:rsidR="00DD0906" w:rsidRDefault="00DD090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EDA140" w14:textId="77777777" w:rsidR="00000B9E" w:rsidRDefault="00000B9E" w:rsidP="00CE5CDC">
    <w:pPr>
      <w:pStyle w:val="Header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end"/>
    </w:r>
  </w:p>
  <w:p w14:paraId="284FE360" w14:textId="77777777" w:rsidR="00000B9E" w:rsidRDefault="00000B9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15190" w14:textId="77777777" w:rsidR="00000B9E" w:rsidRDefault="00000B9E" w:rsidP="00F84FDA">
    <w:pPr>
      <w:pStyle w:val="Header"/>
      <w:framePr w:wrap="around" w:vAnchor="text" w:hAnchor="margin" w:xAlign="center" w:y="1"/>
      <w:rPr>
        <w:rFonts w:eastAsia="Calibri"/>
      </w:rPr>
    </w:pPr>
    <w:r>
      <w:rPr>
        <w:rFonts w:eastAsia="Calibri"/>
      </w:rPr>
      <w:fldChar w:fldCharType="begin"/>
    </w:r>
    <w:r>
      <w:rPr>
        <w:rFonts w:eastAsia="Calibri"/>
      </w:rPr>
      <w:instrText xml:space="preserve">PAGE  </w:instrText>
    </w:r>
    <w:r>
      <w:rPr>
        <w:rFonts w:eastAsia="Calibri"/>
      </w:rPr>
      <w:fldChar w:fldCharType="separate"/>
    </w:r>
    <w:r w:rsidR="0006020A">
      <w:rPr>
        <w:rFonts w:eastAsia="Calibri"/>
        <w:noProof/>
      </w:rPr>
      <w:t>2</w:t>
    </w:r>
    <w:r>
      <w:rPr>
        <w:rFonts w:eastAsia="Calibri"/>
      </w:rPr>
      <w:fldChar w:fldCharType="end"/>
    </w:r>
  </w:p>
  <w:p w14:paraId="0B130D0F" w14:textId="77777777" w:rsidR="00000B9E" w:rsidRDefault="00000B9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5F48D3" w14:textId="77777777" w:rsidR="004A363E" w:rsidRDefault="004A363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62A5C"/>
    <w:multiLevelType w:val="hybridMultilevel"/>
    <w:tmpl w:val="EDFEBF16"/>
    <w:lvl w:ilvl="0" w:tplc="048CE782">
      <w:start w:val="4"/>
      <w:numFmt w:val="bullet"/>
      <w:lvlText w:val="-"/>
      <w:lvlJc w:val="left"/>
      <w:pPr>
        <w:tabs>
          <w:tab w:val="num" w:pos="527"/>
        </w:tabs>
        <w:ind w:left="527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47"/>
        </w:tabs>
        <w:ind w:left="12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67"/>
        </w:tabs>
        <w:ind w:left="19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87"/>
        </w:tabs>
        <w:ind w:left="26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07"/>
        </w:tabs>
        <w:ind w:left="34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27"/>
        </w:tabs>
        <w:ind w:left="41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47"/>
        </w:tabs>
        <w:ind w:left="48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67"/>
        </w:tabs>
        <w:ind w:left="55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87"/>
        </w:tabs>
        <w:ind w:left="6287" w:hanging="360"/>
      </w:pPr>
      <w:rPr>
        <w:rFonts w:ascii="Wingdings" w:hAnsi="Wingdings" w:hint="default"/>
      </w:rPr>
    </w:lvl>
  </w:abstractNum>
  <w:abstractNum w:abstractNumId="1">
    <w:nsid w:val="06B20C32"/>
    <w:multiLevelType w:val="hybridMultilevel"/>
    <w:tmpl w:val="1B4460E4"/>
    <w:lvl w:ilvl="0" w:tplc="A3A43F64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b/>
      </w:rPr>
    </w:lvl>
    <w:lvl w:ilvl="1" w:tplc="883E1A10">
      <w:start w:val="1"/>
      <w:numFmt w:val="decimal"/>
      <w:lvlText w:val="%2."/>
      <w:lvlJc w:val="left"/>
      <w:pPr>
        <w:tabs>
          <w:tab w:val="num" w:pos="1070"/>
        </w:tabs>
        <w:ind w:left="1070" w:hanging="360"/>
      </w:pPr>
      <w:rPr>
        <w:b w:val="0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227213"/>
    <w:multiLevelType w:val="hybridMultilevel"/>
    <w:tmpl w:val="9F9483B8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CA026CCE">
      <w:start w:val="1"/>
      <w:numFmt w:val="decimal"/>
      <w:lvlText w:val="%2."/>
      <w:lvlJc w:val="left"/>
      <w:pPr>
        <w:tabs>
          <w:tab w:val="num" w:pos="2925"/>
        </w:tabs>
        <w:ind w:left="2925" w:hanging="150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">
    <w:nsid w:val="1DDE7E74"/>
    <w:multiLevelType w:val="hybridMultilevel"/>
    <w:tmpl w:val="D29407AE"/>
    <w:lvl w:ilvl="0" w:tplc="50A4042A">
      <w:start w:val="1"/>
      <w:numFmt w:val="decimal"/>
      <w:pStyle w:val="Styl1-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B74DD"/>
    <w:multiLevelType w:val="hybridMultilevel"/>
    <w:tmpl w:val="15328EF8"/>
    <w:lvl w:ilvl="0" w:tplc="5C3C029A">
      <w:start w:val="1"/>
      <w:numFmt w:val="lowerLetter"/>
      <w:lvlText w:val="%1)"/>
      <w:lvlJc w:val="left"/>
      <w:pPr>
        <w:tabs>
          <w:tab w:val="num" w:pos="527"/>
        </w:tabs>
        <w:ind w:left="5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47"/>
        </w:tabs>
        <w:ind w:left="12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67"/>
        </w:tabs>
        <w:ind w:left="19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87"/>
        </w:tabs>
        <w:ind w:left="26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07"/>
        </w:tabs>
        <w:ind w:left="34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27"/>
        </w:tabs>
        <w:ind w:left="41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47"/>
        </w:tabs>
        <w:ind w:left="48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67"/>
        </w:tabs>
        <w:ind w:left="55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87"/>
        </w:tabs>
        <w:ind w:left="6287" w:hanging="180"/>
      </w:pPr>
    </w:lvl>
  </w:abstractNum>
  <w:abstractNum w:abstractNumId="5">
    <w:nsid w:val="35181792"/>
    <w:multiLevelType w:val="hybridMultilevel"/>
    <w:tmpl w:val="A47CD830"/>
    <w:lvl w:ilvl="0" w:tplc="ED4AC972">
      <w:start w:val="2"/>
      <w:numFmt w:val="upperRoman"/>
      <w:lvlText w:val="%1."/>
      <w:lvlJc w:val="left"/>
      <w:pPr>
        <w:tabs>
          <w:tab w:val="num" w:pos="1420"/>
        </w:tabs>
        <w:ind w:left="1420" w:hanging="72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6116EE5"/>
    <w:multiLevelType w:val="hybridMultilevel"/>
    <w:tmpl w:val="268C0F72"/>
    <w:lvl w:ilvl="0" w:tplc="321A8AB6">
      <w:start w:val="1"/>
      <w:numFmt w:val="lowerLetter"/>
      <w:lvlText w:val="%1)"/>
      <w:lvlJc w:val="left"/>
      <w:pPr>
        <w:tabs>
          <w:tab w:val="num" w:pos="1897"/>
        </w:tabs>
        <w:ind w:left="189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C3172ED"/>
    <w:multiLevelType w:val="hybridMultilevel"/>
    <w:tmpl w:val="571C36E8"/>
    <w:lvl w:ilvl="0" w:tplc="CBBA171E">
      <w:start w:val="1"/>
      <w:numFmt w:val="decimal"/>
      <w:lvlText w:val="%1."/>
      <w:lvlJc w:val="left"/>
      <w:pPr>
        <w:tabs>
          <w:tab w:val="num" w:pos="1668"/>
        </w:tabs>
        <w:ind w:left="1668" w:hanging="9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C751062"/>
    <w:multiLevelType w:val="hybridMultilevel"/>
    <w:tmpl w:val="CFD0EA4E"/>
    <w:lvl w:ilvl="0" w:tplc="E12CF66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72F0DB4C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3F182AEF"/>
    <w:multiLevelType w:val="hybridMultilevel"/>
    <w:tmpl w:val="01BCCD08"/>
    <w:lvl w:ilvl="0" w:tplc="F878C648">
      <w:start w:val="2"/>
      <w:numFmt w:val="upperRoman"/>
      <w:lvlText w:val="%1."/>
      <w:lvlJc w:val="left"/>
      <w:pPr>
        <w:tabs>
          <w:tab w:val="num" w:pos="721"/>
        </w:tabs>
        <w:ind w:left="721" w:hanging="720"/>
      </w:pPr>
    </w:lvl>
    <w:lvl w:ilvl="1" w:tplc="46242F6C">
      <w:start w:val="1"/>
      <w:numFmt w:val="decimal"/>
      <w:lvlText w:val="%2."/>
      <w:lvlJc w:val="left"/>
      <w:pPr>
        <w:tabs>
          <w:tab w:val="num" w:pos="1081"/>
        </w:tabs>
        <w:ind w:left="1081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394D68"/>
    <w:multiLevelType w:val="hybridMultilevel"/>
    <w:tmpl w:val="C8D8C49C"/>
    <w:lvl w:ilvl="0" w:tplc="0405000F">
      <w:start w:val="1"/>
      <w:numFmt w:val="decimal"/>
      <w:pStyle w:val="Heading5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DED5169"/>
    <w:multiLevelType w:val="hybridMultilevel"/>
    <w:tmpl w:val="D46CDF40"/>
    <w:lvl w:ilvl="0" w:tplc="B0F655AC">
      <w:start w:val="1"/>
      <w:numFmt w:val="upperRoman"/>
      <w:lvlText w:val="%1."/>
      <w:lvlJc w:val="left"/>
      <w:pPr>
        <w:tabs>
          <w:tab w:val="num" w:pos="1440"/>
        </w:tabs>
        <w:ind w:left="1080" w:hanging="360"/>
      </w:pPr>
      <w:rPr>
        <w:b w:val="0"/>
        <w:i w:val="0"/>
      </w:rPr>
    </w:lvl>
    <w:lvl w:ilvl="1" w:tplc="2C52BCD6">
      <w:start w:val="1"/>
      <w:numFmt w:val="lowerLetter"/>
      <w:lvlText w:val="%2)"/>
      <w:lvlJc w:val="left"/>
      <w:pPr>
        <w:tabs>
          <w:tab w:val="num" w:pos="1837"/>
        </w:tabs>
        <w:ind w:left="1837" w:hanging="397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E9234D"/>
    <w:multiLevelType w:val="multilevel"/>
    <w:tmpl w:val="50207348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pStyle w:val="Styl1"/>
      <w:lvlText w:val="%2.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>
    <w:nsid w:val="64E33200"/>
    <w:multiLevelType w:val="hybridMultilevel"/>
    <w:tmpl w:val="ED068F6E"/>
    <w:lvl w:ilvl="0" w:tplc="EF6460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A866DA0"/>
    <w:multiLevelType w:val="hybridMultilevel"/>
    <w:tmpl w:val="E728AC18"/>
    <w:lvl w:ilvl="0" w:tplc="ACEE950C">
      <w:start w:val="1"/>
      <w:numFmt w:val="decimal"/>
      <w:pStyle w:val="Styl10"/>
      <w:lvlText w:val="%1."/>
      <w:lvlJc w:val="left"/>
      <w:pPr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EE44ED"/>
    <w:multiLevelType w:val="hybridMultilevel"/>
    <w:tmpl w:val="59463B5E"/>
    <w:lvl w:ilvl="0" w:tplc="F5625A7C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139246FA">
      <w:start w:val="1"/>
      <w:numFmt w:val="decimal"/>
      <w:lvlText w:val="%3."/>
      <w:lvlJc w:val="left"/>
      <w:pPr>
        <w:tabs>
          <w:tab w:val="num" w:pos="2685"/>
        </w:tabs>
        <w:ind w:left="2685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17">
    <w:nsid w:val="73671086"/>
    <w:multiLevelType w:val="multilevel"/>
    <w:tmpl w:val="A04893AC"/>
    <w:lvl w:ilvl="0">
      <w:start w:val="1"/>
      <w:numFmt w:val="upperRoman"/>
      <w:lvlText w:val="%1."/>
      <w:lvlJc w:val="left"/>
      <w:pPr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hint="default"/>
        <w:sz w:val="22"/>
      </w:rPr>
    </w:lvl>
    <w:lvl w:ilvl="2">
      <w:start w:val="1"/>
      <w:numFmt w:val="lowerLetter"/>
      <w:lvlText w:val="%3)"/>
      <w:lvlJc w:val="left"/>
      <w:pPr>
        <w:ind w:left="504" w:hanging="504"/>
      </w:pPr>
      <w:rPr>
        <w:rFonts w:hint="default"/>
      </w:rPr>
    </w:lvl>
    <w:lvl w:ilvl="3">
      <w:start w:val="1"/>
      <w:numFmt w:val="lowerLetter"/>
      <w:lvlText w:val="%3%4)"/>
      <w:lvlJc w:val="left"/>
      <w:pPr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79E92F29"/>
    <w:multiLevelType w:val="hybridMultilevel"/>
    <w:tmpl w:val="79CE77F6"/>
    <w:lvl w:ilvl="0" w:tplc="B6CEB29C">
      <w:start w:val="1"/>
      <w:numFmt w:val="lowerLetter"/>
      <w:pStyle w:val="Styl1-a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BC74A45"/>
    <w:multiLevelType w:val="hybridMultilevel"/>
    <w:tmpl w:val="A69AE8A4"/>
    <w:lvl w:ilvl="0" w:tplc="93104EE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2"/>
  </w:num>
  <w:num w:numId="13">
    <w:abstractNumId w:val="7"/>
  </w:num>
  <w:num w:numId="14">
    <w:abstractNumId w:val="9"/>
  </w:num>
  <w:num w:numId="15">
    <w:abstractNumId w:val="15"/>
  </w:num>
  <w:num w:numId="16">
    <w:abstractNumId w:val="13"/>
  </w:num>
  <w:num w:numId="17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17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5"/>
  </w:num>
  <w:num w:numId="23">
    <w:abstractNumId w:val="3"/>
  </w:num>
  <w:num w:numId="24">
    <w:abstractNumId w:val="18"/>
  </w:num>
  <w:num w:numId="25">
    <w:abstractNumId w:val="8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Times New Roman" w:hAnsi="Times New Roman" w:cs="Times New Roman"/>
          <w:b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no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removePersonalInformation/>
  <w:removeDateAndTime/>
  <w:proofState w:spelling="clean" w:grammar="clean"/>
  <w:attachedTemplate r:id="rId1"/>
  <w:documentProtection w:edit="forms" w:enforcement="1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06"/>
    <w:rsid w:val="00000B9E"/>
    <w:rsid w:val="0000160C"/>
    <w:rsid w:val="00003F0B"/>
    <w:rsid w:val="00005ADC"/>
    <w:rsid w:val="00026DCF"/>
    <w:rsid w:val="00030915"/>
    <w:rsid w:val="00051514"/>
    <w:rsid w:val="000533B9"/>
    <w:rsid w:val="00054B6E"/>
    <w:rsid w:val="0006020A"/>
    <w:rsid w:val="00060E7C"/>
    <w:rsid w:val="0006714E"/>
    <w:rsid w:val="00070F14"/>
    <w:rsid w:val="000746B8"/>
    <w:rsid w:val="00080B1B"/>
    <w:rsid w:val="00083346"/>
    <w:rsid w:val="00085A36"/>
    <w:rsid w:val="000924AF"/>
    <w:rsid w:val="000A4F33"/>
    <w:rsid w:val="000A5B09"/>
    <w:rsid w:val="000C0EB0"/>
    <w:rsid w:val="000C2072"/>
    <w:rsid w:val="000C45C1"/>
    <w:rsid w:val="000C71B6"/>
    <w:rsid w:val="000C7AE8"/>
    <w:rsid w:val="000E28FF"/>
    <w:rsid w:val="000E768A"/>
    <w:rsid w:val="00106AC6"/>
    <w:rsid w:val="00114E04"/>
    <w:rsid w:val="00130F1F"/>
    <w:rsid w:val="00132D77"/>
    <w:rsid w:val="0014382F"/>
    <w:rsid w:val="001469E5"/>
    <w:rsid w:val="001469E6"/>
    <w:rsid w:val="001613CB"/>
    <w:rsid w:val="00170B0D"/>
    <w:rsid w:val="001731A8"/>
    <w:rsid w:val="00185649"/>
    <w:rsid w:val="00194FF5"/>
    <w:rsid w:val="001A76B7"/>
    <w:rsid w:val="001B33A6"/>
    <w:rsid w:val="001B4BC0"/>
    <w:rsid w:val="001C5C99"/>
    <w:rsid w:val="001D388B"/>
    <w:rsid w:val="001D4F5B"/>
    <w:rsid w:val="001D5DBD"/>
    <w:rsid w:val="001E1C64"/>
    <w:rsid w:val="001F72EE"/>
    <w:rsid w:val="00207B29"/>
    <w:rsid w:val="002206B8"/>
    <w:rsid w:val="00227239"/>
    <w:rsid w:val="00244602"/>
    <w:rsid w:val="00246204"/>
    <w:rsid w:val="00250911"/>
    <w:rsid w:val="00257447"/>
    <w:rsid w:val="002673F1"/>
    <w:rsid w:val="00275ED1"/>
    <w:rsid w:val="00281214"/>
    <w:rsid w:val="0028190D"/>
    <w:rsid w:val="00281C4E"/>
    <w:rsid w:val="00287968"/>
    <w:rsid w:val="002A1457"/>
    <w:rsid w:val="002A336B"/>
    <w:rsid w:val="002B2F62"/>
    <w:rsid w:val="002B458C"/>
    <w:rsid w:val="002B4C93"/>
    <w:rsid w:val="002B773D"/>
    <w:rsid w:val="002C3CD8"/>
    <w:rsid w:val="002C4461"/>
    <w:rsid w:val="002D1A38"/>
    <w:rsid w:val="002E0283"/>
    <w:rsid w:val="002E3D97"/>
    <w:rsid w:val="002F35C3"/>
    <w:rsid w:val="00304C6D"/>
    <w:rsid w:val="00306E7C"/>
    <w:rsid w:val="00307619"/>
    <w:rsid w:val="00315F86"/>
    <w:rsid w:val="00331A7B"/>
    <w:rsid w:val="00331B16"/>
    <w:rsid w:val="003375EF"/>
    <w:rsid w:val="00340847"/>
    <w:rsid w:val="00342C50"/>
    <w:rsid w:val="00352476"/>
    <w:rsid w:val="00370A19"/>
    <w:rsid w:val="00371A37"/>
    <w:rsid w:val="00373AC7"/>
    <w:rsid w:val="00376238"/>
    <w:rsid w:val="00382792"/>
    <w:rsid w:val="003906DC"/>
    <w:rsid w:val="00393C67"/>
    <w:rsid w:val="003A0096"/>
    <w:rsid w:val="003B08F0"/>
    <w:rsid w:val="003B2400"/>
    <w:rsid w:val="003B2B78"/>
    <w:rsid w:val="003C6077"/>
    <w:rsid w:val="003C6F56"/>
    <w:rsid w:val="003D1511"/>
    <w:rsid w:val="003D1811"/>
    <w:rsid w:val="003D3DC3"/>
    <w:rsid w:val="003D581C"/>
    <w:rsid w:val="003D67B2"/>
    <w:rsid w:val="003D6AE8"/>
    <w:rsid w:val="003E104C"/>
    <w:rsid w:val="003E1AD2"/>
    <w:rsid w:val="003E21D3"/>
    <w:rsid w:val="003E22F5"/>
    <w:rsid w:val="003E4798"/>
    <w:rsid w:val="003F664B"/>
    <w:rsid w:val="00400047"/>
    <w:rsid w:val="004036E0"/>
    <w:rsid w:val="00411A37"/>
    <w:rsid w:val="00415C72"/>
    <w:rsid w:val="00421173"/>
    <w:rsid w:val="00421AED"/>
    <w:rsid w:val="004224DB"/>
    <w:rsid w:val="0042520A"/>
    <w:rsid w:val="004310A4"/>
    <w:rsid w:val="004325F3"/>
    <w:rsid w:val="00437FE5"/>
    <w:rsid w:val="00443C8E"/>
    <w:rsid w:val="0044718D"/>
    <w:rsid w:val="00447335"/>
    <w:rsid w:val="0045079A"/>
    <w:rsid w:val="00450E85"/>
    <w:rsid w:val="004602E3"/>
    <w:rsid w:val="004654F8"/>
    <w:rsid w:val="00466D3C"/>
    <w:rsid w:val="004728FB"/>
    <w:rsid w:val="00475A8D"/>
    <w:rsid w:val="00481C8E"/>
    <w:rsid w:val="0048428A"/>
    <w:rsid w:val="00486240"/>
    <w:rsid w:val="004A363E"/>
    <w:rsid w:val="004C4225"/>
    <w:rsid w:val="004C6A73"/>
    <w:rsid w:val="004D4718"/>
    <w:rsid w:val="004D57C0"/>
    <w:rsid w:val="004D79A9"/>
    <w:rsid w:val="004E0DA0"/>
    <w:rsid w:val="004E24D6"/>
    <w:rsid w:val="004E48FC"/>
    <w:rsid w:val="004F0337"/>
    <w:rsid w:val="004F3FBE"/>
    <w:rsid w:val="004F6CDE"/>
    <w:rsid w:val="005027AE"/>
    <w:rsid w:val="005056FF"/>
    <w:rsid w:val="00513B3F"/>
    <w:rsid w:val="00517BD8"/>
    <w:rsid w:val="0052253F"/>
    <w:rsid w:val="0052566A"/>
    <w:rsid w:val="00531DC4"/>
    <w:rsid w:val="0053707F"/>
    <w:rsid w:val="00537D2A"/>
    <w:rsid w:val="005550CC"/>
    <w:rsid w:val="0055617C"/>
    <w:rsid w:val="005604FA"/>
    <w:rsid w:val="00571CF5"/>
    <w:rsid w:val="00573658"/>
    <w:rsid w:val="00581418"/>
    <w:rsid w:val="00585F1B"/>
    <w:rsid w:val="005A2E3E"/>
    <w:rsid w:val="005A71F1"/>
    <w:rsid w:val="005B336B"/>
    <w:rsid w:val="005B3745"/>
    <w:rsid w:val="005B463B"/>
    <w:rsid w:val="005B49A7"/>
    <w:rsid w:val="005C2757"/>
    <w:rsid w:val="005C6A40"/>
    <w:rsid w:val="005D488A"/>
    <w:rsid w:val="005D5FE3"/>
    <w:rsid w:val="005E2FA6"/>
    <w:rsid w:val="005E5AE9"/>
    <w:rsid w:val="005F003B"/>
    <w:rsid w:val="005F0714"/>
    <w:rsid w:val="005F4C0C"/>
    <w:rsid w:val="00601302"/>
    <w:rsid w:val="006021E8"/>
    <w:rsid w:val="00613DB2"/>
    <w:rsid w:val="00613E04"/>
    <w:rsid w:val="0062163A"/>
    <w:rsid w:val="00646831"/>
    <w:rsid w:val="00655DED"/>
    <w:rsid w:val="00666D1C"/>
    <w:rsid w:val="00672E21"/>
    <w:rsid w:val="006764A5"/>
    <w:rsid w:val="006845BA"/>
    <w:rsid w:val="006A23A8"/>
    <w:rsid w:val="006A3D67"/>
    <w:rsid w:val="006C1F5D"/>
    <w:rsid w:val="006C74DC"/>
    <w:rsid w:val="006C7C85"/>
    <w:rsid w:val="006D0A7A"/>
    <w:rsid w:val="006D682C"/>
    <w:rsid w:val="006E1CDA"/>
    <w:rsid w:val="006F2E2B"/>
    <w:rsid w:val="006F3218"/>
    <w:rsid w:val="006F5C35"/>
    <w:rsid w:val="00703C55"/>
    <w:rsid w:val="0072343D"/>
    <w:rsid w:val="007314A9"/>
    <w:rsid w:val="00746858"/>
    <w:rsid w:val="00755C71"/>
    <w:rsid w:val="00757E53"/>
    <w:rsid w:val="00765C32"/>
    <w:rsid w:val="0077569C"/>
    <w:rsid w:val="00775ACB"/>
    <w:rsid w:val="007767A9"/>
    <w:rsid w:val="00782ACE"/>
    <w:rsid w:val="007831FA"/>
    <w:rsid w:val="00791548"/>
    <w:rsid w:val="00793CD5"/>
    <w:rsid w:val="007A2130"/>
    <w:rsid w:val="007A27F1"/>
    <w:rsid w:val="007A2FFB"/>
    <w:rsid w:val="007B3310"/>
    <w:rsid w:val="007B5282"/>
    <w:rsid w:val="007C5662"/>
    <w:rsid w:val="007C78C9"/>
    <w:rsid w:val="007D63A4"/>
    <w:rsid w:val="007E08ED"/>
    <w:rsid w:val="007E5835"/>
    <w:rsid w:val="007E5E9A"/>
    <w:rsid w:val="007F3D84"/>
    <w:rsid w:val="007F6302"/>
    <w:rsid w:val="00807AFE"/>
    <w:rsid w:val="00811693"/>
    <w:rsid w:val="00813B82"/>
    <w:rsid w:val="0081640E"/>
    <w:rsid w:val="008172ED"/>
    <w:rsid w:val="00817771"/>
    <w:rsid w:val="008233E5"/>
    <w:rsid w:val="0082795A"/>
    <w:rsid w:val="008305B4"/>
    <w:rsid w:val="00833A54"/>
    <w:rsid w:val="00834865"/>
    <w:rsid w:val="008413CA"/>
    <w:rsid w:val="008525B3"/>
    <w:rsid w:val="00861861"/>
    <w:rsid w:val="00861DD6"/>
    <w:rsid w:val="00871179"/>
    <w:rsid w:val="00874506"/>
    <w:rsid w:val="0087735E"/>
    <w:rsid w:val="0087796F"/>
    <w:rsid w:val="0088490A"/>
    <w:rsid w:val="00892B54"/>
    <w:rsid w:val="008B2B19"/>
    <w:rsid w:val="008B66B9"/>
    <w:rsid w:val="008C4243"/>
    <w:rsid w:val="008D174F"/>
    <w:rsid w:val="008D304A"/>
    <w:rsid w:val="00900FE2"/>
    <w:rsid w:val="00911692"/>
    <w:rsid w:val="00912E6B"/>
    <w:rsid w:val="00913303"/>
    <w:rsid w:val="009159DE"/>
    <w:rsid w:val="00915DDF"/>
    <w:rsid w:val="00916E7A"/>
    <w:rsid w:val="00930430"/>
    <w:rsid w:val="00931DA5"/>
    <w:rsid w:val="00943B34"/>
    <w:rsid w:val="00947D02"/>
    <w:rsid w:val="00950BFA"/>
    <w:rsid w:val="00954D2A"/>
    <w:rsid w:val="0096355C"/>
    <w:rsid w:val="009664AB"/>
    <w:rsid w:val="00973208"/>
    <w:rsid w:val="009874E1"/>
    <w:rsid w:val="00992947"/>
    <w:rsid w:val="0099643C"/>
    <w:rsid w:val="009967E6"/>
    <w:rsid w:val="00996BDA"/>
    <w:rsid w:val="009A04FC"/>
    <w:rsid w:val="009A0867"/>
    <w:rsid w:val="009D45D9"/>
    <w:rsid w:val="009E0F2A"/>
    <w:rsid w:val="009E7404"/>
    <w:rsid w:val="009F2E6C"/>
    <w:rsid w:val="00A00052"/>
    <w:rsid w:val="00A0291E"/>
    <w:rsid w:val="00A04AB8"/>
    <w:rsid w:val="00A115AD"/>
    <w:rsid w:val="00A11959"/>
    <w:rsid w:val="00A12F67"/>
    <w:rsid w:val="00A21DB1"/>
    <w:rsid w:val="00A30A58"/>
    <w:rsid w:val="00A329F1"/>
    <w:rsid w:val="00A411FC"/>
    <w:rsid w:val="00A50CA0"/>
    <w:rsid w:val="00A55B86"/>
    <w:rsid w:val="00A57839"/>
    <w:rsid w:val="00A60204"/>
    <w:rsid w:val="00A76667"/>
    <w:rsid w:val="00A846C9"/>
    <w:rsid w:val="00A91B85"/>
    <w:rsid w:val="00AA2C45"/>
    <w:rsid w:val="00AA4B22"/>
    <w:rsid w:val="00AB73D9"/>
    <w:rsid w:val="00AD07CD"/>
    <w:rsid w:val="00AD5228"/>
    <w:rsid w:val="00AE4EDB"/>
    <w:rsid w:val="00AF372A"/>
    <w:rsid w:val="00AF3B9C"/>
    <w:rsid w:val="00AF784D"/>
    <w:rsid w:val="00B04599"/>
    <w:rsid w:val="00B102F8"/>
    <w:rsid w:val="00B1402D"/>
    <w:rsid w:val="00B169AA"/>
    <w:rsid w:val="00B1704A"/>
    <w:rsid w:val="00B214FE"/>
    <w:rsid w:val="00B251FA"/>
    <w:rsid w:val="00B30AC5"/>
    <w:rsid w:val="00B427D2"/>
    <w:rsid w:val="00B43B31"/>
    <w:rsid w:val="00B4653D"/>
    <w:rsid w:val="00B50765"/>
    <w:rsid w:val="00B669E2"/>
    <w:rsid w:val="00B70055"/>
    <w:rsid w:val="00B74878"/>
    <w:rsid w:val="00B7648A"/>
    <w:rsid w:val="00B81F3C"/>
    <w:rsid w:val="00B90C74"/>
    <w:rsid w:val="00BA3E09"/>
    <w:rsid w:val="00BA6ABD"/>
    <w:rsid w:val="00BB3C30"/>
    <w:rsid w:val="00BB3E1A"/>
    <w:rsid w:val="00BB5FB7"/>
    <w:rsid w:val="00BC2DA5"/>
    <w:rsid w:val="00BD4CD7"/>
    <w:rsid w:val="00BE5626"/>
    <w:rsid w:val="00BF2802"/>
    <w:rsid w:val="00BF2B33"/>
    <w:rsid w:val="00BF474B"/>
    <w:rsid w:val="00BF49E7"/>
    <w:rsid w:val="00BF5D74"/>
    <w:rsid w:val="00C067D7"/>
    <w:rsid w:val="00C1637E"/>
    <w:rsid w:val="00C21031"/>
    <w:rsid w:val="00C241BE"/>
    <w:rsid w:val="00C24352"/>
    <w:rsid w:val="00C25983"/>
    <w:rsid w:val="00C31156"/>
    <w:rsid w:val="00C34B35"/>
    <w:rsid w:val="00C477A0"/>
    <w:rsid w:val="00C50D54"/>
    <w:rsid w:val="00C510D8"/>
    <w:rsid w:val="00C52127"/>
    <w:rsid w:val="00C52996"/>
    <w:rsid w:val="00C61D7D"/>
    <w:rsid w:val="00C67FF5"/>
    <w:rsid w:val="00C90681"/>
    <w:rsid w:val="00C95934"/>
    <w:rsid w:val="00C97C00"/>
    <w:rsid w:val="00CA5BDE"/>
    <w:rsid w:val="00CB1300"/>
    <w:rsid w:val="00CB376A"/>
    <w:rsid w:val="00CB4FE9"/>
    <w:rsid w:val="00CB62AA"/>
    <w:rsid w:val="00CB7D68"/>
    <w:rsid w:val="00CC4111"/>
    <w:rsid w:val="00CC64E2"/>
    <w:rsid w:val="00CC713D"/>
    <w:rsid w:val="00CD26DF"/>
    <w:rsid w:val="00CD5099"/>
    <w:rsid w:val="00CD7FA0"/>
    <w:rsid w:val="00CE03B5"/>
    <w:rsid w:val="00CE5CDC"/>
    <w:rsid w:val="00CE68E3"/>
    <w:rsid w:val="00CF5085"/>
    <w:rsid w:val="00CF6E2C"/>
    <w:rsid w:val="00D02EE4"/>
    <w:rsid w:val="00D04388"/>
    <w:rsid w:val="00D076D3"/>
    <w:rsid w:val="00D1511D"/>
    <w:rsid w:val="00D241C6"/>
    <w:rsid w:val="00D30BCE"/>
    <w:rsid w:val="00D33894"/>
    <w:rsid w:val="00D51D4D"/>
    <w:rsid w:val="00D54100"/>
    <w:rsid w:val="00D5487F"/>
    <w:rsid w:val="00D604CC"/>
    <w:rsid w:val="00D604F9"/>
    <w:rsid w:val="00D64785"/>
    <w:rsid w:val="00D72F46"/>
    <w:rsid w:val="00D763B8"/>
    <w:rsid w:val="00D76984"/>
    <w:rsid w:val="00DA3DD5"/>
    <w:rsid w:val="00DB23E9"/>
    <w:rsid w:val="00DC403C"/>
    <w:rsid w:val="00DC559E"/>
    <w:rsid w:val="00DD0906"/>
    <w:rsid w:val="00DD6D61"/>
    <w:rsid w:val="00DE7BF8"/>
    <w:rsid w:val="00DF49B8"/>
    <w:rsid w:val="00DF6304"/>
    <w:rsid w:val="00E017D3"/>
    <w:rsid w:val="00E032BD"/>
    <w:rsid w:val="00E03E90"/>
    <w:rsid w:val="00E04C94"/>
    <w:rsid w:val="00E05211"/>
    <w:rsid w:val="00E24108"/>
    <w:rsid w:val="00E33BAF"/>
    <w:rsid w:val="00E41AC8"/>
    <w:rsid w:val="00E46997"/>
    <w:rsid w:val="00E529AB"/>
    <w:rsid w:val="00E53D2A"/>
    <w:rsid w:val="00E57BC0"/>
    <w:rsid w:val="00E642C3"/>
    <w:rsid w:val="00E67F18"/>
    <w:rsid w:val="00E72270"/>
    <w:rsid w:val="00E76780"/>
    <w:rsid w:val="00E81B0E"/>
    <w:rsid w:val="00E85841"/>
    <w:rsid w:val="00E91141"/>
    <w:rsid w:val="00E95AAA"/>
    <w:rsid w:val="00E979F3"/>
    <w:rsid w:val="00EA44F1"/>
    <w:rsid w:val="00EB1F60"/>
    <w:rsid w:val="00EC480D"/>
    <w:rsid w:val="00ED0AC9"/>
    <w:rsid w:val="00ED171F"/>
    <w:rsid w:val="00ED5359"/>
    <w:rsid w:val="00ED7543"/>
    <w:rsid w:val="00EE3F9E"/>
    <w:rsid w:val="00EE79E6"/>
    <w:rsid w:val="00F000FF"/>
    <w:rsid w:val="00F04E36"/>
    <w:rsid w:val="00F24EE5"/>
    <w:rsid w:val="00F32AEB"/>
    <w:rsid w:val="00F33C74"/>
    <w:rsid w:val="00F37443"/>
    <w:rsid w:val="00F40BAB"/>
    <w:rsid w:val="00F41090"/>
    <w:rsid w:val="00F41F17"/>
    <w:rsid w:val="00F428E8"/>
    <w:rsid w:val="00F45095"/>
    <w:rsid w:val="00F45301"/>
    <w:rsid w:val="00F46093"/>
    <w:rsid w:val="00F52BB6"/>
    <w:rsid w:val="00F56077"/>
    <w:rsid w:val="00F57E2E"/>
    <w:rsid w:val="00F60916"/>
    <w:rsid w:val="00F72476"/>
    <w:rsid w:val="00F74F53"/>
    <w:rsid w:val="00F7639E"/>
    <w:rsid w:val="00F84FDA"/>
    <w:rsid w:val="00F87E79"/>
    <w:rsid w:val="00F90544"/>
    <w:rsid w:val="00FA7118"/>
    <w:rsid w:val="00FA7C45"/>
    <w:rsid w:val="00FB5F2B"/>
    <w:rsid w:val="00FB629C"/>
    <w:rsid w:val="00FB7CA6"/>
    <w:rsid w:val="00FC2309"/>
    <w:rsid w:val="00FC76D9"/>
    <w:rsid w:val="00FD2458"/>
    <w:rsid w:val="00FF0AC8"/>
    <w:rsid w:val="00FF450E"/>
    <w:rsid w:val="00FF7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CF30A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Heading5">
    <w:name w:val="heading 5"/>
    <w:basedOn w:val="Normal"/>
    <w:next w:val="Normal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0">
    <w:name w:val="Styl   1."/>
    <w:basedOn w:val="Normal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BodyText2">
    <w:name w:val="Body Text 2"/>
    <w:basedOn w:val="Normal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F56077"/>
    <w:pPr>
      <w:spacing w:after="120"/>
      <w:ind w:left="283"/>
    </w:pPr>
  </w:style>
  <w:style w:type="paragraph" w:styleId="Header">
    <w:name w:val="header"/>
    <w:basedOn w:val="Normal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E46997"/>
    <w:pPr>
      <w:spacing w:after="120"/>
      <w:textAlignment w:val="auto"/>
    </w:pPr>
  </w:style>
  <w:style w:type="paragraph" w:customStyle="1" w:styleId="Styl1">
    <w:name w:val="Styl 1."/>
    <w:basedOn w:val="ListParagraph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Footer">
    <w:name w:val="footer"/>
    <w:basedOn w:val="Normal"/>
    <w:rsid w:val="00FF77B9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E03E90"/>
    <w:rPr>
      <w:rFonts w:ascii="Tahoma" w:hAnsi="Tahoma" w:cs="Tahoma"/>
      <w:sz w:val="16"/>
      <w:szCs w:val="16"/>
    </w:rPr>
  </w:style>
  <w:style w:type="paragraph" w:styleId="Title">
    <w:name w:val="Title"/>
    <w:basedOn w:val="Normal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BodyTextIndent2">
    <w:name w:val="Body Text Indent 2"/>
    <w:basedOn w:val="Normal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Heading2Char">
    <w:name w:val="Heading 2 Char"/>
    <w:link w:val="Heading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2673F1"/>
    <w:pPr>
      <w:ind w:left="708"/>
    </w:pPr>
  </w:style>
  <w:style w:type="paragraph" w:customStyle="1" w:styleId="Styla">
    <w:name w:val="Styl a)"/>
    <w:basedOn w:val="ListParagraph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ListParagraph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al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ListParagraph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al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al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C50D54"/>
  </w:style>
  <w:style w:type="character" w:customStyle="1" w:styleId="BodyTextIndentChar">
    <w:name w:val="Body Text Indent Char"/>
    <w:basedOn w:val="DefaultParagraphFont"/>
    <w:link w:val="BodyTextIndent"/>
    <w:rsid w:val="00C50D5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76">
    <w:lsdException w:name="heading 3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ED5359"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rsid w:val="00F5607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194FF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4">
    <w:name w:val="heading 4"/>
    <w:basedOn w:val="Normal"/>
    <w:next w:val="Normal"/>
    <w:rsid w:val="00913303"/>
    <w:pPr>
      <w:keepNext/>
      <w:jc w:val="both"/>
      <w:textAlignment w:val="auto"/>
      <w:outlineLvl w:val="3"/>
    </w:pPr>
    <w:rPr>
      <w:rFonts w:eastAsia="Arial Unicode MS"/>
      <w:b/>
      <w:bCs/>
      <w:sz w:val="24"/>
      <w:szCs w:val="24"/>
    </w:rPr>
  </w:style>
  <w:style w:type="paragraph" w:styleId="Heading5">
    <w:name w:val="heading 5"/>
    <w:basedOn w:val="Normal"/>
    <w:next w:val="Normal"/>
    <w:rsid w:val="00913303"/>
    <w:pPr>
      <w:keepNext/>
      <w:numPr>
        <w:numId w:val="2"/>
      </w:numPr>
      <w:textAlignment w:val="auto"/>
      <w:outlineLvl w:val="4"/>
    </w:pPr>
    <w:rPr>
      <w:rFonts w:eastAsia="Arial Unicode MS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10">
    <w:name w:val="Styl   1."/>
    <w:basedOn w:val="Normal"/>
    <w:link w:val="Styl1Char"/>
    <w:qFormat/>
    <w:rsid w:val="002673F1"/>
    <w:pPr>
      <w:numPr>
        <w:numId w:val="22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BodyText2">
    <w:name w:val="Body Text 2"/>
    <w:basedOn w:val="Normal"/>
    <w:rsid w:val="00913303"/>
    <w:pPr>
      <w:overflowPunct/>
      <w:autoSpaceDE/>
      <w:autoSpaceDN/>
      <w:adjustRightInd/>
      <w:jc w:val="both"/>
      <w:textAlignment w:val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rsid w:val="00F56077"/>
    <w:pPr>
      <w:spacing w:after="120"/>
      <w:ind w:left="283"/>
    </w:pPr>
  </w:style>
  <w:style w:type="paragraph" w:styleId="Header">
    <w:name w:val="header"/>
    <w:basedOn w:val="Normal"/>
    <w:rsid w:val="006C7C85"/>
    <w:pPr>
      <w:tabs>
        <w:tab w:val="center" w:pos="4536"/>
        <w:tab w:val="right" w:pos="9072"/>
      </w:tabs>
    </w:pPr>
  </w:style>
  <w:style w:type="character" w:customStyle="1" w:styleId="Styl1Char">
    <w:name w:val="Styl   1. Char"/>
    <w:link w:val="Styl10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BodyText">
    <w:name w:val="Body Text"/>
    <w:basedOn w:val="Normal"/>
    <w:link w:val="BodyTextChar"/>
    <w:rsid w:val="00E46997"/>
    <w:pPr>
      <w:spacing w:after="120"/>
      <w:textAlignment w:val="auto"/>
    </w:pPr>
  </w:style>
  <w:style w:type="paragraph" w:customStyle="1" w:styleId="Styl1">
    <w:name w:val="Styl 1."/>
    <w:basedOn w:val="ListParagraph"/>
    <w:link w:val="Styl1Char0"/>
    <w:rsid w:val="002673F1"/>
    <w:pPr>
      <w:numPr>
        <w:ilvl w:val="1"/>
        <w:numId w:val="16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paragraph" w:styleId="Footer">
    <w:name w:val="footer"/>
    <w:basedOn w:val="Normal"/>
    <w:rsid w:val="00FF77B9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E03E90"/>
    <w:rPr>
      <w:rFonts w:ascii="Tahoma" w:hAnsi="Tahoma" w:cs="Tahoma"/>
      <w:sz w:val="16"/>
      <w:szCs w:val="16"/>
    </w:rPr>
  </w:style>
  <w:style w:type="paragraph" w:styleId="Title">
    <w:name w:val="Title"/>
    <w:basedOn w:val="Normal"/>
    <w:rsid w:val="00E979F3"/>
    <w:pPr>
      <w:overflowPunct/>
      <w:autoSpaceDE/>
      <w:autoSpaceDN/>
      <w:adjustRightInd/>
      <w:jc w:val="center"/>
      <w:textAlignment w:val="auto"/>
    </w:pPr>
    <w:rPr>
      <w:b/>
      <w:sz w:val="28"/>
    </w:rPr>
  </w:style>
  <w:style w:type="paragraph" w:styleId="BodyTextIndent2">
    <w:name w:val="Body Text Indent 2"/>
    <w:basedOn w:val="Normal"/>
    <w:rsid w:val="00E979F3"/>
    <w:pPr>
      <w:overflowPunct/>
      <w:autoSpaceDE/>
      <w:autoSpaceDN/>
      <w:adjustRightInd/>
      <w:spacing w:after="120" w:line="480" w:lineRule="auto"/>
      <w:ind w:left="283"/>
      <w:textAlignment w:val="auto"/>
    </w:pPr>
    <w:rPr>
      <w:sz w:val="24"/>
    </w:rPr>
  </w:style>
  <w:style w:type="character" w:customStyle="1" w:styleId="Heading2Char">
    <w:name w:val="Heading 2 Char"/>
    <w:link w:val="Heading2"/>
    <w:semiHidden/>
    <w:rsid w:val="00194FF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Styl1Char0">
    <w:name w:val="Styl 1. Char"/>
    <w:link w:val="Styl1"/>
    <w:rsid w:val="002673F1"/>
    <w:rPr>
      <w:rFonts w:ascii="Arial" w:eastAsia="Calibri" w:hAnsi="Arial" w:cs="Arial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2673F1"/>
    <w:pPr>
      <w:ind w:left="708"/>
    </w:pPr>
  </w:style>
  <w:style w:type="paragraph" w:customStyle="1" w:styleId="Styla">
    <w:name w:val="Styl a)"/>
    <w:basedOn w:val="ListParagraph"/>
    <w:link w:val="StylaChar"/>
    <w:qFormat/>
    <w:rsid w:val="002673F1"/>
    <w:pPr>
      <w:numPr>
        <w:ilvl w:val="2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Char">
    <w:name w:val="Styl a) Char"/>
    <w:link w:val="Styl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aa">
    <w:name w:val="Styl aa)"/>
    <w:basedOn w:val="ListParagraph"/>
    <w:link w:val="StylaaChar"/>
    <w:qFormat/>
    <w:rsid w:val="002673F1"/>
    <w:pPr>
      <w:numPr>
        <w:ilvl w:val="3"/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aaChar">
    <w:name w:val="Styl aa) Char"/>
    <w:link w:val="Stylaa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0">
    <w:name w:val="Styl I"/>
    <w:basedOn w:val="Normal"/>
    <w:link w:val="StylIChar"/>
    <w:rsid w:val="002673F1"/>
    <w:pPr>
      <w:overflowPunct/>
      <w:autoSpaceDE/>
      <w:autoSpaceDN/>
      <w:adjustRightInd/>
      <w:spacing w:before="120" w:after="240"/>
      <w:ind w:left="357" w:hanging="357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">
    <w:name w:val="Styl I Char"/>
    <w:link w:val="StylI0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I">
    <w:name w:val="Styl I."/>
    <w:basedOn w:val="ListParagraph"/>
    <w:link w:val="StylIChar0"/>
    <w:qFormat/>
    <w:rsid w:val="002673F1"/>
    <w:pPr>
      <w:numPr>
        <w:numId w:val="25"/>
      </w:numPr>
      <w:overflowPunct/>
      <w:autoSpaceDE/>
      <w:autoSpaceDN/>
      <w:adjustRightInd/>
      <w:spacing w:before="120" w:after="240"/>
      <w:jc w:val="both"/>
      <w:textAlignment w:val="auto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IChar0">
    <w:name w:val="Styl I. Char"/>
    <w:link w:val="StylI"/>
    <w:rsid w:val="002673F1"/>
    <w:rPr>
      <w:rFonts w:ascii="Arial" w:eastAsia="Calibri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2673F1"/>
    <w:pPr>
      <w:numPr>
        <w:numId w:val="26"/>
      </w:numPr>
    </w:pPr>
  </w:style>
  <w:style w:type="paragraph" w:customStyle="1" w:styleId="Styl11">
    <w:name w:val="Styl1"/>
    <w:basedOn w:val="Styl10"/>
    <w:qFormat/>
    <w:rsid w:val="002673F1"/>
  </w:style>
  <w:style w:type="paragraph" w:customStyle="1" w:styleId="Styl1-1">
    <w:name w:val="Styl1 - 1."/>
    <w:basedOn w:val="Normal"/>
    <w:link w:val="Styl1-1Char"/>
    <w:rsid w:val="002673F1"/>
    <w:pPr>
      <w:numPr>
        <w:numId w:val="23"/>
      </w:numPr>
      <w:spacing w:before="120" w:after="240"/>
      <w:jc w:val="both"/>
    </w:pPr>
    <w:rPr>
      <w:rFonts w:ascii="Arial" w:eastAsia="Calibri" w:hAnsi="Arial" w:cs="Arial"/>
      <w:sz w:val="22"/>
      <w:szCs w:val="22"/>
      <w:lang w:eastAsia="en-US"/>
    </w:rPr>
  </w:style>
  <w:style w:type="character" w:customStyle="1" w:styleId="Styl1-1Char">
    <w:name w:val="Styl1 - 1. Char"/>
    <w:link w:val="Styl1-1"/>
    <w:rsid w:val="002673F1"/>
    <w:rPr>
      <w:rFonts w:ascii="Arial" w:eastAsia="Calibri" w:hAnsi="Arial" w:cs="Arial"/>
      <w:sz w:val="22"/>
      <w:szCs w:val="22"/>
      <w:lang w:eastAsia="en-US"/>
    </w:rPr>
  </w:style>
  <w:style w:type="paragraph" w:customStyle="1" w:styleId="Styl1-a">
    <w:name w:val="Styl1 - a)"/>
    <w:basedOn w:val="Styl1-1"/>
    <w:link w:val="Styl1-aChar"/>
    <w:rsid w:val="002673F1"/>
    <w:pPr>
      <w:numPr>
        <w:numId w:val="24"/>
      </w:numPr>
    </w:pPr>
    <w:rPr>
      <w:rFonts w:eastAsia="Times New Roman"/>
    </w:rPr>
  </w:style>
  <w:style w:type="character" w:customStyle="1" w:styleId="Styl1-aChar">
    <w:name w:val="Styl1 - a) Char"/>
    <w:link w:val="Styl1-a"/>
    <w:rsid w:val="002673F1"/>
    <w:rPr>
      <w:rFonts w:ascii="Arial" w:hAnsi="Arial" w:cs="Arial"/>
      <w:sz w:val="22"/>
      <w:szCs w:val="22"/>
      <w:lang w:eastAsia="en-US"/>
    </w:rPr>
  </w:style>
  <w:style w:type="paragraph" w:customStyle="1" w:styleId="Styl1-Nzevmaterilu">
    <w:name w:val="Styl1 - Název materiálu"/>
    <w:basedOn w:val="Normal"/>
    <w:link w:val="Styl1-NzevmateriluChar"/>
    <w:rsid w:val="002673F1"/>
    <w:pPr>
      <w:spacing w:after="960"/>
      <w:jc w:val="center"/>
    </w:pPr>
    <w:rPr>
      <w:rFonts w:ascii="Arial" w:hAnsi="Arial" w:cs="Arial"/>
      <w:b/>
      <w:noProof/>
      <w:sz w:val="24"/>
      <w:szCs w:val="24"/>
    </w:rPr>
  </w:style>
  <w:style w:type="character" w:customStyle="1" w:styleId="Styl1-NzevmateriluChar">
    <w:name w:val="Styl1 - Název materiálu Char"/>
    <w:link w:val="Styl1-Nzevmaterilu"/>
    <w:rsid w:val="002673F1"/>
    <w:rPr>
      <w:rFonts w:ascii="Arial" w:hAnsi="Arial" w:cs="Arial"/>
      <w:b/>
      <w:noProof/>
      <w:sz w:val="24"/>
      <w:szCs w:val="24"/>
    </w:rPr>
  </w:style>
  <w:style w:type="paragraph" w:customStyle="1" w:styleId="StylI1">
    <w:name w:val="StylI."/>
    <w:basedOn w:val="StylI"/>
    <w:link w:val="StylIChar1"/>
    <w:rsid w:val="002673F1"/>
    <w:pPr>
      <w:ind w:left="357" w:hanging="357"/>
    </w:pPr>
    <w:rPr>
      <w:b/>
    </w:rPr>
  </w:style>
  <w:style w:type="character" w:customStyle="1" w:styleId="StylIChar1">
    <w:name w:val="StylI. Char"/>
    <w:link w:val="StylI1"/>
    <w:rsid w:val="002673F1"/>
    <w:rPr>
      <w:rFonts w:ascii="Arial" w:eastAsia="Calibri" w:hAnsi="Arial" w:cs="Arial"/>
      <w:b/>
      <w:sz w:val="22"/>
      <w:szCs w:val="22"/>
      <w:lang w:eastAsia="en-US"/>
    </w:rPr>
  </w:style>
  <w:style w:type="paragraph" w:styleId="NoSpacing">
    <w:name w:val="No Spacing"/>
    <w:uiPriority w:val="1"/>
    <w:qFormat/>
    <w:rsid w:val="00281214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rsid w:val="00C50D54"/>
  </w:style>
  <w:style w:type="character" w:customStyle="1" w:styleId="BodyTextIndentChar">
    <w:name w:val="Body Text Indent Char"/>
    <w:basedOn w:val="DefaultParagraphFont"/>
    <w:link w:val="BodyTextIndent"/>
    <w:rsid w:val="00C50D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5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66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7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27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0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glossaryDocument" Target="glossary/document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Sablony\02%20Parlament%20a%20vl&#225;da\e-KLEP\P-04%20N&#225;vrh%20usnesen&#237;.dot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92F9ED20DC749B7BA9958507E1D98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BF971-4CAA-4D49-911B-6DD3F01C7B15}"/>
      </w:docPartPr>
      <w:docPartBody>
        <w:p w:rsidR="00E56739" w:rsidRDefault="00E56739">
          <w:pPr>
            <w:pStyle w:val="392F9ED20DC749B7BA9958507E1D9854"/>
          </w:pPr>
          <w:r w:rsidRPr="00136958">
            <w:rPr>
              <w:rStyle w:val="Placeholder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Tahoma"/>
    <w:charset w:val="EE"/>
    <w:family w:val="swiss"/>
    <w:pitch w:val="variable"/>
    <w:sig w:usb0="E0002AFF" w:usb1="C000247B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739"/>
    <w:rsid w:val="00E5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92F9ED20DC749B7BA9958507E1D9854">
    <w:name w:val="392F9ED20DC749B7BA9958507E1D9854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392F9ED20DC749B7BA9958507E1D9854">
    <w:name w:val="392F9ED20DC749B7BA9958507E1D98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\Sablony\02 Parlament a vláda\e-KLEP\P-04 Návrh usnesení.dotm</Template>
  <TotalTime>0</TotalTime>
  <Pages>1</Pages>
  <Words>166</Words>
  <Characters>979</Characters>
  <Application>Microsoft Macintosh Word</Application>
  <DocSecurity>0</DocSecurity>
  <Lines>29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2019-10-13T19:04:00Z</dcterms:created>
  <dcterms:modified xsi:type="dcterms:W3CDTF">2019-10-13T19:04:00Z</dcterms:modified>
</cp:coreProperties>
</file>