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7AF" w:rsidRDefault="008A17AF" w:rsidP="008A2231">
      <w:pPr>
        <w:autoSpaceDE w:val="0"/>
        <w:autoSpaceDN w:val="0"/>
        <w:adjustRightInd w:val="0"/>
        <w:spacing w:before="100" w:beforeAutospacing="1" w:line="288" w:lineRule="auto"/>
        <w:jc w:val="center"/>
        <w:rPr>
          <w:b/>
          <w:spacing w:val="100"/>
        </w:rPr>
      </w:pPr>
    </w:p>
    <w:p w:rsidR="008A17AF" w:rsidRPr="00932BC9" w:rsidRDefault="008A17AF" w:rsidP="008A2231">
      <w:pPr>
        <w:autoSpaceDE w:val="0"/>
        <w:autoSpaceDN w:val="0"/>
        <w:adjustRightInd w:val="0"/>
        <w:spacing w:before="100" w:beforeAutospacing="1" w:line="288" w:lineRule="auto"/>
        <w:jc w:val="center"/>
        <w:rPr>
          <w:b/>
          <w:spacing w:val="100"/>
        </w:rPr>
      </w:pPr>
      <w:r>
        <w:rPr>
          <w:b/>
          <w:spacing w:val="100"/>
        </w:rPr>
        <w:t>VOLEBNÍ LÍSTEK</w:t>
      </w:r>
    </w:p>
    <w:p w:rsidR="008A17AF" w:rsidRDefault="008A17AF" w:rsidP="0050729C">
      <w:pPr>
        <w:autoSpaceDE w:val="0"/>
        <w:autoSpaceDN w:val="0"/>
        <w:adjustRightInd w:val="0"/>
        <w:spacing w:line="288" w:lineRule="auto"/>
        <w:jc w:val="center"/>
        <w:rPr>
          <w:b/>
        </w:rPr>
      </w:pPr>
      <w:r w:rsidRPr="00932BC9">
        <w:rPr>
          <w:b/>
        </w:rPr>
        <w:t xml:space="preserve">pro </w:t>
      </w:r>
      <w:r>
        <w:rPr>
          <w:b/>
        </w:rPr>
        <w:t>členy Bioetické komise na druhé funkční období</w:t>
      </w:r>
    </w:p>
    <w:p w:rsidR="008A17AF" w:rsidRDefault="008A17AF" w:rsidP="0050729C">
      <w:pPr>
        <w:autoSpaceDE w:val="0"/>
        <w:autoSpaceDN w:val="0"/>
        <w:adjustRightInd w:val="0"/>
        <w:spacing w:line="288" w:lineRule="auto"/>
        <w:jc w:val="center"/>
        <w:rPr>
          <w:b/>
        </w:rPr>
      </w:pPr>
      <w:r>
        <w:rPr>
          <w:b/>
        </w:rPr>
        <w:t>V Praze dne 25. dubna 2014</w:t>
      </w:r>
    </w:p>
    <w:p w:rsidR="008A17AF" w:rsidRDefault="008A17AF" w:rsidP="0043333E">
      <w:pPr>
        <w:autoSpaceDE w:val="0"/>
        <w:autoSpaceDN w:val="0"/>
        <w:adjustRightInd w:val="0"/>
        <w:jc w:val="both"/>
      </w:pPr>
    </w:p>
    <w:p w:rsidR="008A17AF" w:rsidRDefault="008A17AF" w:rsidP="0043333E">
      <w:pPr>
        <w:autoSpaceDE w:val="0"/>
        <w:autoSpaceDN w:val="0"/>
        <w:adjustRightInd w:val="0"/>
        <w:jc w:val="both"/>
      </w:pPr>
    </w:p>
    <w:p w:rsidR="008A17AF" w:rsidRDefault="008A17AF" w:rsidP="0043333E">
      <w:pPr>
        <w:autoSpaceDE w:val="0"/>
        <w:autoSpaceDN w:val="0"/>
        <w:adjustRightInd w:val="0"/>
        <w:jc w:val="both"/>
      </w:pPr>
    </w:p>
    <w:p w:rsidR="008A17AF" w:rsidRDefault="008A17AF" w:rsidP="0043333E">
      <w:pPr>
        <w:autoSpaceDE w:val="0"/>
        <w:autoSpaceDN w:val="0"/>
        <w:adjustRightInd w:val="0"/>
        <w:jc w:val="both"/>
      </w:pPr>
    </w:p>
    <w:p w:rsidR="008A17AF" w:rsidRDefault="008A17AF" w:rsidP="0043333E">
      <w:pPr>
        <w:autoSpaceDE w:val="0"/>
        <w:autoSpaceDN w:val="0"/>
        <w:adjustRightInd w:val="0"/>
        <w:jc w:val="both"/>
      </w:pPr>
    </w:p>
    <w:p w:rsidR="008A17AF" w:rsidRDefault="008A17AF" w:rsidP="0043333E">
      <w:pPr>
        <w:autoSpaceDE w:val="0"/>
        <w:autoSpaceDN w:val="0"/>
        <w:adjustRightInd w:val="0"/>
        <w:jc w:val="both"/>
      </w:pPr>
    </w:p>
    <w:p w:rsidR="008A17AF" w:rsidRDefault="008A17AF" w:rsidP="001B471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t>Volba</w:t>
      </w:r>
      <w:r w:rsidRPr="0013170D">
        <w:t xml:space="preserve"> se provádí zaškrtnutím křížkem:</w:t>
      </w:r>
      <w:r>
        <w:rPr>
          <w:sz w:val="22"/>
          <w:szCs w:val="22"/>
        </w:rPr>
        <w:t xml:space="preserve"> </w:t>
      </w:r>
      <w:r w:rsidRPr="00153C5F">
        <w:rPr>
          <w:b/>
          <w:sz w:val="28"/>
          <w:szCs w:val="28"/>
        </w:rPr>
        <w:t>X</w:t>
      </w:r>
    </w:p>
    <w:p w:rsidR="008A17AF" w:rsidRDefault="008A17AF" w:rsidP="001B471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A17AF" w:rsidRDefault="008A17AF" w:rsidP="001B471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8A17AF" w:rsidRPr="00932BC9" w:rsidRDefault="008A17AF" w:rsidP="0043333E">
      <w:pPr>
        <w:autoSpaceDE w:val="0"/>
        <w:autoSpaceDN w:val="0"/>
        <w:adjustRightInd w:val="0"/>
        <w:jc w:val="center"/>
        <w:rPr>
          <w:b/>
        </w:rPr>
      </w:pPr>
    </w:p>
    <w:p w:rsidR="008A17AF" w:rsidRDefault="008A17AF" w:rsidP="00B9582F">
      <w:pPr>
        <w:jc w:val="both"/>
      </w:pPr>
    </w:p>
    <w:tbl>
      <w:tblPr>
        <w:tblW w:w="9015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853"/>
        <w:gridCol w:w="4162"/>
      </w:tblGrid>
      <w:tr w:rsidR="008A17AF" w:rsidTr="002110E1">
        <w:trPr>
          <w:trHeight w:val="345"/>
        </w:trPr>
        <w:tc>
          <w:tcPr>
            <w:tcW w:w="4618" w:type="dxa"/>
            <w:tcBorders>
              <w:top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Členové</w:t>
            </w:r>
          </w:p>
        </w:tc>
        <w:tc>
          <w:tcPr>
            <w:tcW w:w="3960" w:type="dxa"/>
            <w:tcBorders>
              <w:top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volba pro 2. funkční období</w:t>
            </w:r>
          </w:p>
        </w:tc>
      </w:tr>
      <w:tr w:rsidR="008A17AF" w:rsidTr="002110E1">
        <w:trPr>
          <w:trHeight w:val="690"/>
        </w:trPr>
        <w:tc>
          <w:tcPr>
            <w:tcW w:w="4618" w:type="dxa"/>
            <w:tcBorders>
              <w:bottom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both"/>
              <w:rPr>
                <w:b/>
                <w:bCs/>
                <w:color w:val="000000"/>
              </w:rPr>
            </w:pPr>
            <w:r w:rsidRPr="004213D8">
              <w:rPr>
                <w:color w:val="000000"/>
              </w:rPr>
              <w:t xml:space="preserve">prof. RNDr. Zdeněk </w:t>
            </w:r>
            <w:r w:rsidRPr="004213D8">
              <w:rPr>
                <w:b/>
                <w:bCs/>
                <w:color w:val="000000"/>
              </w:rPr>
              <w:t>Dvořák</w:t>
            </w:r>
            <w:r w:rsidRPr="004213D8">
              <w:rPr>
                <w:color w:val="000000"/>
              </w:rPr>
              <w:t>, Ph.D.</w:t>
            </w:r>
          </w:p>
        </w:tc>
        <w:tc>
          <w:tcPr>
            <w:tcW w:w="3960" w:type="dxa"/>
            <w:tcBorders>
              <w:bottom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A17AF" w:rsidTr="002110E1">
        <w:trPr>
          <w:trHeight w:val="690"/>
        </w:trPr>
        <w:tc>
          <w:tcPr>
            <w:tcW w:w="4618" w:type="dxa"/>
            <w:tcBorders>
              <w:bottom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both"/>
              <w:rPr>
                <w:b/>
                <w:bCs/>
                <w:color w:val="000000"/>
              </w:rPr>
            </w:pPr>
            <w:r w:rsidRPr="004213D8">
              <w:rPr>
                <w:color w:val="000000"/>
              </w:rPr>
              <w:t xml:space="preserve">prof. RNDr. Stanislav </w:t>
            </w:r>
            <w:r w:rsidRPr="004213D8">
              <w:rPr>
                <w:b/>
                <w:bCs/>
                <w:color w:val="000000"/>
              </w:rPr>
              <w:t>Komárek</w:t>
            </w:r>
            <w:r w:rsidRPr="004213D8">
              <w:rPr>
                <w:color w:val="000000"/>
              </w:rPr>
              <w:t>, Dr.</w:t>
            </w:r>
          </w:p>
        </w:tc>
        <w:tc>
          <w:tcPr>
            <w:tcW w:w="3960" w:type="dxa"/>
            <w:tcBorders>
              <w:bottom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center"/>
              <w:rPr>
                <w:color w:val="000000"/>
              </w:rPr>
            </w:pPr>
          </w:p>
        </w:tc>
      </w:tr>
      <w:tr w:rsidR="008A17AF" w:rsidTr="002110E1">
        <w:trPr>
          <w:trHeight w:val="690"/>
        </w:trPr>
        <w:tc>
          <w:tcPr>
            <w:tcW w:w="4618" w:type="dxa"/>
            <w:tcBorders>
              <w:bottom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both"/>
              <w:rPr>
                <w:b/>
                <w:bCs/>
                <w:color w:val="000000"/>
              </w:rPr>
            </w:pPr>
            <w:r w:rsidRPr="004213D8">
              <w:rPr>
                <w:color w:val="000000"/>
              </w:rPr>
              <w:t xml:space="preserve">prof. MUDr. Pavel </w:t>
            </w:r>
            <w:r w:rsidRPr="004213D8">
              <w:rPr>
                <w:b/>
                <w:bCs/>
                <w:color w:val="000000"/>
              </w:rPr>
              <w:t>Martásek</w:t>
            </w:r>
            <w:r w:rsidRPr="004213D8">
              <w:rPr>
                <w:color w:val="000000"/>
              </w:rPr>
              <w:t>, DrSc.</w:t>
            </w:r>
          </w:p>
        </w:tc>
        <w:tc>
          <w:tcPr>
            <w:tcW w:w="3960" w:type="dxa"/>
            <w:tcBorders>
              <w:bottom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center"/>
              <w:rPr>
                <w:color w:val="000000"/>
              </w:rPr>
            </w:pPr>
          </w:p>
        </w:tc>
      </w:tr>
      <w:tr w:rsidR="008A17AF" w:rsidTr="002110E1">
        <w:trPr>
          <w:trHeight w:val="690"/>
        </w:trPr>
        <w:tc>
          <w:tcPr>
            <w:tcW w:w="4618" w:type="dxa"/>
            <w:tcBorders>
              <w:bottom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both"/>
              <w:rPr>
                <w:b/>
                <w:bCs/>
                <w:color w:val="000000"/>
              </w:rPr>
            </w:pPr>
            <w:r w:rsidRPr="004213D8">
              <w:rPr>
                <w:color w:val="000000"/>
              </w:rPr>
              <w:t xml:space="preserve">prof. Ing. Lubomír </w:t>
            </w:r>
            <w:r w:rsidRPr="004213D8">
              <w:rPr>
                <w:b/>
                <w:bCs/>
                <w:color w:val="000000"/>
              </w:rPr>
              <w:t>Mlčoch</w:t>
            </w:r>
            <w:r w:rsidRPr="004213D8">
              <w:rPr>
                <w:color w:val="000000"/>
              </w:rPr>
              <w:t>, CSc.</w:t>
            </w:r>
          </w:p>
        </w:tc>
        <w:tc>
          <w:tcPr>
            <w:tcW w:w="3960" w:type="dxa"/>
            <w:tcBorders>
              <w:bottom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center"/>
              <w:rPr>
                <w:color w:val="000000"/>
              </w:rPr>
            </w:pPr>
          </w:p>
        </w:tc>
      </w:tr>
      <w:tr w:rsidR="008A17AF" w:rsidTr="002110E1">
        <w:trPr>
          <w:trHeight w:val="690"/>
        </w:trPr>
        <w:tc>
          <w:tcPr>
            <w:tcW w:w="4618" w:type="dxa"/>
            <w:tcBorders>
              <w:bottom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both"/>
              <w:rPr>
                <w:b/>
                <w:bCs/>
                <w:color w:val="000000"/>
              </w:rPr>
            </w:pPr>
            <w:r w:rsidRPr="004213D8">
              <w:rPr>
                <w:color w:val="000000"/>
              </w:rPr>
              <w:t xml:space="preserve">prof. RNDr. Zdeněk </w:t>
            </w:r>
            <w:r w:rsidRPr="004213D8">
              <w:rPr>
                <w:b/>
                <w:bCs/>
                <w:color w:val="000000"/>
              </w:rPr>
              <w:t>Opatrný</w:t>
            </w:r>
            <w:r w:rsidRPr="004213D8">
              <w:rPr>
                <w:color w:val="000000"/>
              </w:rPr>
              <w:t>, CSc.</w:t>
            </w:r>
          </w:p>
        </w:tc>
        <w:tc>
          <w:tcPr>
            <w:tcW w:w="3960" w:type="dxa"/>
            <w:tcBorders>
              <w:bottom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center"/>
              <w:rPr>
                <w:color w:val="000000"/>
              </w:rPr>
            </w:pPr>
          </w:p>
        </w:tc>
      </w:tr>
      <w:tr w:rsidR="008A17AF" w:rsidTr="002110E1">
        <w:trPr>
          <w:trHeight w:val="690"/>
        </w:trPr>
        <w:tc>
          <w:tcPr>
            <w:tcW w:w="4618" w:type="dxa"/>
            <w:tcBorders>
              <w:bottom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both"/>
              <w:rPr>
                <w:b/>
                <w:bCs/>
                <w:color w:val="000000"/>
              </w:rPr>
            </w:pPr>
            <w:r w:rsidRPr="004213D8">
              <w:rPr>
                <w:color w:val="000000"/>
              </w:rPr>
              <w:t xml:space="preserve">prof. Ing. Jaroslav </w:t>
            </w:r>
            <w:r w:rsidRPr="004213D8">
              <w:rPr>
                <w:b/>
                <w:bCs/>
                <w:color w:val="000000"/>
              </w:rPr>
              <w:t>Petr</w:t>
            </w:r>
            <w:r w:rsidRPr="004213D8">
              <w:rPr>
                <w:color w:val="000000"/>
              </w:rPr>
              <w:t>, DrSc.</w:t>
            </w:r>
          </w:p>
        </w:tc>
        <w:tc>
          <w:tcPr>
            <w:tcW w:w="3960" w:type="dxa"/>
            <w:tcBorders>
              <w:bottom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center"/>
              <w:rPr>
                <w:color w:val="000000"/>
              </w:rPr>
            </w:pPr>
          </w:p>
        </w:tc>
      </w:tr>
      <w:tr w:rsidR="008A17AF" w:rsidTr="002110E1">
        <w:trPr>
          <w:trHeight w:val="690"/>
        </w:trPr>
        <w:tc>
          <w:tcPr>
            <w:tcW w:w="4618" w:type="dxa"/>
            <w:tcBorders>
              <w:bottom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both"/>
              <w:rPr>
                <w:b/>
                <w:bCs/>
                <w:color w:val="000000"/>
              </w:rPr>
            </w:pPr>
            <w:r w:rsidRPr="004213D8">
              <w:rPr>
                <w:color w:val="000000"/>
              </w:rPr>
              <w:t xml:space="preserve">prof. MUDr. Karel </w:t>
            </w:r>
            <w:r w:rsidRPr="004213D8">
              <w:rPr>
                <w:b/>
                <w:bCs/>
                <w:color w:val="000000"/>
              </w:rPr>
              <w:t>Smetana</w:t>
            </w:r>
            <w:r w:rsidRPr="004213D8">
              <w:rPr>
                <w:color w:val="000000"/>
              </w:rPr>
              <w:t>, DrSc.</w:t>
            </w:r>
          </w:p>
        </w:tc>
        <w:tc>
          <w:tcPr>
            <w:tcW w:w="3960" w:type="dxa"/>
            <w:tcBorders>
              <w:bottom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center"/>
              <w:rPr>
                <w:color w:val="000000"/>
              </w:rPr>
            </w:pPr>
          </w:p>
        </w:tc>
      </w:tr>
      <w:tr w:rsidR="008A17AF" w:rsidTr="002110E1">
        <w:trPr>
          <w:trHeight w:val="690"/>
        </w:trPr>
        <w:tc>
          <w:tcPr>
            <w:tcW w:w="4618" w:type="dxa"/>
            <w:tcBorders>
              <w:bottom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both"/>
              <w:rPr>
                <w:b/>
                <w:bCs/>
                <w:color w:val="000000"/>
              </w:rPr>
            </w:pPr>
            <w:r w:rsidRPr="004213D8">
              <w:rPr>
                <w:color w:val="000000"/>
              </w:rPr>
              <w:t xml:space="preserve">prof. MUDr. Josef </w:t>
            </w:r>
            <w:r w:rsidRPr="004213D8">
              <w:rPr>
                <w:b/>
                <w:bCs/>
                <w:color w:val="000000"/>
              </w:rPr>
              <w:t>Syka</w:t>
            </w:r>
            <w:r w:rsidRPr="004213D8">
              <w:rPr>
                <w:color w:val="000000"/>
              </w:rPr>
              <w:t>, DrSc., dr.h.c.</w:t>
            </w:r>
          </w:p>
        </w:tc>
        <w:tc>
          <w:tcPr>
            <w:tcW w:w="3960" w:type="dxa"/>
            <w:tcBorders>
              <w:bottom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center"/>
              <w:rPr>
                <w:color w:val="000000"/>
              </w:rPr>
            </w:pPr>
          </w:p>
        </w:tc>
      </w:tr>
      <w:tr w:rsidR="008A17AF" w:rsidTr="002110E1">
        <w:trPr>
          <w:trHeight w:val="690"/>
        </w:trPr>
        <w:tc>
          <w:tcPr>
            <w:tcW w:w="4618" w:type="dxa"/>
            <w:tcBorders>
              <w:bottom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both"/>
              <w:rPr>
                <w:b/>
                <w:bCs/>
                <w:color w:val="000000"/>
              </w:rPr>
            </w:pPr>
            <w:r w:rsidRPr="004213D8">
              <w:rPr>
                <w:color w:val="000000"/>
              </w:rPr>
              <w:t xml:space="preserve">prof. MUDr. Tomáš </w:t>
            </w:r>
            <w:r w:rsidRPr="004213D8">
              <w:rPr>
                <w:b/>
                <w:bCs/>
                <w:color w:val="000000"/>
              </w:rPr>
              <w:t>Zima</w:t>
            </w:r>
            <w:r w:rsidRPr="004213D8">
              <w:rPr>
                <w:color w:val="000000"/>
              </w:rPr>
              <w:t>, DrSc.</w:t>
            </w:r>
          </w:p>
        </w:tc>
        <w:tc>
          <w:tcPr>
            <w:tcW w:w="3960" w:type="dxa"/>
            <w:tcBorders>
              <w:bottom w:val="single" w:sz="12" w:space="0" w:color="auto"/>
            </w:tcBorders>
            <w:vAlign w:val="center"/>
          </w:tcPr>
          <w:p w:rsidR="008A17AF" w:rsidRDefault="008A17AF" w:rsidP="004E117C">
            <w:pPr>
              <w:spacing w:before="120" w:after="120"/>
              <w:jc w:val="center"/>
              <w:rPr>
                <w:color w:val="000000"/>
              </w:rPr>
            </w:pPr>
          </w:p>
        </w:tc>
      </w:tr>
    </w:tbl>
    <w:p w:rsidR="008A17AF" w:rsidRDefault="008A17AF" w:rsidP="004E117C">
      <w:pPr>
        <w:spacing w:before="120" w:after="120"/>
        <w:jc w:val="both"/>
      </w:pPr>
      <w:bookmarkStart w:id="0" w:name="_GoBack"/>
      <w:bookmarkEnd w:id="0"/>
    </w:p>
    <w:sectPr w:rsidR="008A17AF" w:rsidSect="00AE7A8F">
      <w:footerReference w:type="first" r:id="rId6"/>
      <w:pgSz w:w="11906" w:h="16838"/>
      <w:pgMar w:top="1134" w:right="1134" w:bottom="1134" w:left="1418" w:header="709" w:footer="4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7AF" w:rsidRDefault="008A17AF" w:rsidP="0043333E">
      <w:r>
        <w:separator/>
      </w:r>
    </w:p>
  </w:endnote>
  <w:endnote w:type="continuationSeparator" w:id="0">
    <w:p w:rsidR="008A17AF" w:rsidRDefault="008A17AF" w:rsidP="00433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7AF" w:rsidRDefault="008A17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7AF" w:rsidRDefault="008A17AF" w:rsidP="0043333E">
      <w:r>
        <w:separator/>
      </w:r>
    </w:p>
  </w:footnote>
  <w:footnote w:type="continuationSeparator" w:id="0">
    <w:p w:rsidR="008A17AF" w:rsidRDefault="008A17AF" w:rsidP="004333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729C"/>
    <w:rsid w:val="000634F7"/>
    <w:rsid w:val="000A5C43"/>
    <w:rsid w:val="000B5604"/>
    <w:rsid w:val="0013170D"/>
    <w:rsid w:val="00144693"/>
    <w:rsid w:val="00153C5F"/>
    <w:rsid w:val="0015485E"/>
    <w:rsid w:val="001A4AE1"/>
    <w:rsid w:val="001B471B"/>
    <w:rsid w:val="001C7892"/>
    <w:rsid w:val="001D0DA7"/>
    <w:rsid w:val="00202764"/>
    <w:rsid w:val="002110E1"/>
    <w:rsid w:val="00253C84"/>
    <w:rsid w:val="00266BEE"/>
    <w:rsid w:val="00344E26"/>
    <w:rsid w:val="00380539"/>
    <w:rsid w:val="00404A07"/>
    <w:rsid w:val="004213D8"/>
    <w:rsid w:val="0043333E"/>
    <w:rsid w:val="00482B38"/>
    <w:rsid w:val="004B0853"/>
    <w:rsid w:val="004E117C"/>
    <w:rsid w:val="004E3DF9"/>
    <w:rsid w:val="0050729C"/>
    <w:rsid w:val="0058565A"/>
    <w:rsid w:val="005C1971"/>
    <w:rsid w:val="00625BF1"/>
    <w:rsid w:val="00642E00"/>
    <w:rsid w:val="0065451C"/>
    <w:rsid w:val="006C2820"/>
    <w:rsid w:val="0074712C"/>
    <w:rsid w:val="00763CE2"/>
    <w:rsid w:val="007C78E7"/>
    <w:rsid w:val="0085417D"/>
    <w:rsid w:val="008833AD"/>
    <w:rsid w:val="008946B1"/>
    <w:rsid w:val="008A17AF"/>
    <w:rsid w:val="008A2231"/>
    <w:rsid w:val="008A4566"/>
    <w:rsid w:val="008C5146"/>
    <w:rsid w:val="008E3570"/>
    <w:rsid w:val="00932BC9"/>
    <w:rsid w:val="00941F32"/>
    <w:rsid w:val="00996E5A"/>
    <w:rsid w:val="009F5FBB"/>
    <w:rsid w:val="00A62AD1"/>
    <w:rsid w:val="00AE3C1C"/>
    <w:rsid w:val="00AE7A8F"/>
    <w:rsid w:val="00B07EEE"/>
    <w:rsid w:val="00B70F1C"/>
    <w:rsid w:val="00B9283C"/>
    <w:rsid w:val="00B9582F"/>
    <w:rsid w:val="00BB2F94"/>
    <w:rsid w:val="00BF2686"/>
    <w:rsid w:val="00C123BB"/>
    <w:rsid w:val="00C17358"/>
    <w:rsid w:val="00C27FA2"/>
    <w:rsid w:val="00C30D79"/>
    <w:rsid w:val="00C85425"/>
    <w:rsid w:val="00D3012A"/>
    <w:rsid w:val="00DB6880"/>
    <w:rsid w:val="00DF78DF"/>
    <w:rsid w:val="00E760B6"/>
    <w:rsid w:val="00EB46AC"/>
    <w:rsid w:val="00F85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29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C514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C5146"/>
    <w:rPr>
      <w:rFonts w:ascii="Cambria" w:hAnsi="Cambria" w:cs="Times New Roman"/>
      <w:b/>
      <w:color w:val="365F91"/>
      <w:sz w:val="28"/>
    </w:rPr>
  </w:style>
  <w:style w:type="paragraph" w:styleId="Title">
    <w:name w:val="Title"/>
    <w:basedOn w:val="Normal"/>
    <w:next w:val="Normal"/>
    <w:link w:val="TitleChar"/>
    <w:uiPriority w:val="99"/>
    <w:qFormat/>
    <w:rsid w:val="008C5146"/>
    <w:pPr>
      <w:pBdr>
        <w:bottom w:val="single" w:sz="8" w:space="4" w:color="4F81BD"/>
      </w:pBdr>
      <w:spacing w:after="300"/>
      <w:contextualSpacing/>
      <w:jc w:val="both"/>
    </w:pPr>
    <w:rPr>
      <w:rFonts w:ascii="Trebuchet MS" w:hAnsi="Trebuchet MS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8C5146"/>
    <w:rPr>
      <w:rFonts w:ascii="Trebuchet MS" w:hAnsi="Trebuchet MS" w:cs="Times New Roman"/>
      <w:color w:val="17365D"/>
      <w:spacing w:val="5"/>
      <w:kern w:val="28"/>
      <w:sz w:val="52"/>
    </w:rPr>
  </w:style>
  <w:style w:type="paragraph" w:styleId="ListParagraph">
    <w:name w:val="List Paragraph"/>
    <w:basedOn w:val="Normal"/>
    <w:uiPriority w:val="99"/>
    <w:qFormat/>
    <w:rsid w:val="008C51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">
    <w:name w:val="1"/>
    <w:basedOn w:val="Normal"/>
    <w:uiPriority w:val="99"/>
    <w:rsid w:val="0050729C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table" w:styleId="TableGrid">
    <w:name w:val="Table Grid"/>
    <w:basedOn w:val="TableNormal"/>
    <w:uiPriority w:val="99"/>
    <w:rsid w:val="00DB688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3333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3333E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3333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3333E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333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3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55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72</Words>
  <Characters>430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Stachovská Libuše</dc:creator>
  <cp:keywords/>
  <dc:description/>
  <cp:lastModifiedBy>bartova</cp:lastModifiedBy>
  <cp:revision>12</cp:revision>
  <cp:lastPrinted>2014-02-21T09:39:00Z</cp:lastPrinted>
  <dcterms:created xsi:type="dcterms:W3CDTF">2014-03-13T13:20:00Z</dcterms:created>
  <dcterms:modified xsi:type="dcterms:W3CDTF">2014-04-17T06:43:00Z</dcterms:modified>
</cp:coreProperties>
</file>