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C9AFC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FB27CBA" w14:textId="4B3C2FF3" w:rsidR="0076329A" w:rsidRDefault="00CE61D5" w:rsidP="004514E9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016B82D" wp14:editId="4BAFFC6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0825A6">
        <w:rPr>
          <w:rFonts w:cs="Arial"/>
          <w:b/>
          <w:bCs/>
          <w:szCs w:val="22"/>
        </w:rPr>
        <w:t>M</w:t>
      </w:r>
      <w:r w:rsidR="004514E9" w:rsidRPr="004514E9">
        <w:rPr>
          <w:rFonts w:cs="Arial"/>
          <w:b/>
          <w:bCs/>
          <w:szCs w:val="22"/>
        </w:rPr>
        <w:t>inistr pro vědu, výzkum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7A57AED9" w14:textId="02036CD7" w:rsidR="00092E45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1F4CF0">
        <w:rPr>
          <w:rFonts w:cs="Arial"/>
          <w:bCs/>
          <w:szCs w:val="22"/>
        </w:rPr>
        <w:t>xxxxx</w:t>
      </w:r>
      <w:r w:rsidR="00F969E4">
        <w:rPr>
          <w:rFonts w:cs="Arial"/>
          <w:bCs/>
          <w:szCs w:val="22"/>
        </w:rPr>
        <w:t>/202</w:t>
      </w:r>
      <w:r w:rsidR="00092E45">
        <w:rPr>
          <w:rFonts w:cs="Arial"/>
          <w:bCs/>
          <w:szCs w:val="22"/>
        </w:rPr>
        <w:t>5</w:t>
      </w:r>
      <w:r w:rsidR="00F969E4">
        <w:rPr>
          <w:rFonts w:cs="Arial"/>
          <w:bCs/>
          <w:szCs w:val="22"/>
        </w:rPr>
        <w:t>-UVCR</w:t>
      </w:r>
    </w:p>
    <w:p w14:paraId="5D67DAD6" w14:textId="5F2F5F89" w:rsidR="00CD2A41" w:rsidRDefault="00092E45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t xml:space="preserve">Spis. zn. SPIS-2025-xxxx      </w:t>
      </w:r>
      <w:r w:rsidR="00CD2A41" w:rsidRPr="00CC4939">
        <w:rPr>
          <w:rFonts w:cs="Arial"/>
          <w:bCs/>
          <w:szCs w:val="22"/>
        </w:rPr>
        <w:fldChar w:fldCharType="end"/>
      </w:r>
    </w:p>
    <w:p w14:paraId="744339D4" w14:textId="232D63F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092E45">
        <w:rPr>
          <w:rFonts w:cs="Arial"/>
          <w:bCs/>
          <w:szCs w:val="22"/>
        </w:rPr>
        <w:t xml:space="preserve">   </w:t>
      </w:r>
      <w:r w:rsidR="004514E9" w:rsidRPr="004514E9">
        <w:rPr>
          <w:rFonts w:cs="Arial"/>
          <w:bCs/>
          <w:szCs w:val="22"/>
        </w:rPr>
        <w:t>202</w:t>
      </w:r>
      <w:r w:rsidR="00092E45">
        <w:rPr>
          <w:rFonts w:cs="Arial"/>
          <w:bCs/>
          <w:szCs w:val="22"/>
        </w:rPr>
        <w:t>5</w:t>
      </w:r>
      <w:r w:rsidR="00C773AD">
        <w:rPr>
          <w:rFonts w:cs="Arial"/>
          <w:bCs/>
          <w:szCs w:val="22"/>
        </w:rPr>
        <w:fldChar w:fldCharType="end"/>
      </w:r>
    </w:p>
    <w:p w14:paraId="520E5E0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C3AB8B8" w14:textId="77777777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43CD33D3" w14:textId="5E97B721" w:rsidR="00CE0607" w:rsidRPr="00CC4939" w:rsidRDefault="00C773AD" w:rsidP="00BD79C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D79CD" w:rsidRPr="00BD79CD">
        <w:rPr>
          <w:rFonts w:cs="Arial"/>
          <w:b/>
          <w:bCs/>
          <w:sz w:val="24"/>
          <w:szCs w:val="22"/>
        </w:rPr>
        <w:t>Hodnocení výsledků programů výzkumu, vývoje a</w:t>
      </w:r>
      <w:r w:rsidR="00BD79CD">
        <w:rPr>
          <w:rFonts w:cs="Arial"/>
          <w:b/>
          <w:bCs/>
          <w:sz w:val="24"/>
          <w:szCs w:val="22"/>
        </w:rPr>
        <w:t> </w:t>
      </w:r>
      <w:r w:rsidR="00BD79CD" w:rsidRPr="00BD79CD">
        <w:rPr>
          <w:rFonts w:cs="Arial"/>
          <w:b/>
          <w:bCs/>
          <w:sz w:val="24"/>
          <w:szCs w:val="22"/>
        </w:rPr>
        <w:t>inovací ukončených v roce 202</w:t>
      </w:r>
      <w:r w:rsidR="00092E45">
        <w:rPr>
          <w:rFonts w:cs="Arial"/>
          <w:b/>
          <w:bCs/>
          <w:sz w:val="24"/>
          <w:szCs w:val="22"/>
        </w:rPr>
        <w:t>3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3249FC58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5B629BE0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7102CD65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38E808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CE6413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BDAA34C" w14:textId="77777777" w:rsidTr="006E4850">
        <w:trPr>
          <w:trHeight w:val="4041"/>
        </w:trPr>
        <w:tc>
          <w:tcPr>
            <w:tcW w:w="4176" w:type="dxa"/>
          </w:tcPr>
          <w:p w14:paraId="0860CA54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43EA8D9" w14:textId="21A144A1" w:rsidR="000A53F7" w:rsidRPr="00CC4939" w:rsidRDefault="0076329A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514E9" w:rsidRPr="004514E9">
              <w:rPr>
                <w:rFonts w:cs="Arial"/>
                <w:bCs/>
                <w:szCs w:val="22"/>
              </w:rPr>
              <w:t>Materiál se předkládá na základě § 35 odst. 2 písm. d) zákona č. 130/2002 Sb., o podpoře výzkumu, experimentálního vývoje a inovací z veřejných prostředků a</w:t>
            </w:r>
            <w:r w:rsidR="000825A6">
              <w:rPr>
                <w:rFonts w:cs="Arial"/>
                <w:bCs/>
                <w:szCs w:val="22"/>
              </w:rPr>
              <w:t> </w:t>
            </w:r>
            <w:r w:rsidR="004514E9" w:rsidRPr="004514E9">
              <w:rPr>
                <w:rFonts w:cs="Arial"/>
                <w:bCs/>
                <w:szCs w:val="22"/>
              </w:rPr>
              <w:t>o</w:t>
            </w:r>
            <w:r w:rsidR="000825A6">
              <w:rPr>
                <w:rFonts w:cs="Arial"/>
                <w:bCs/>
                <w:szCs w:val="22"/>
              </w:rPr>
              <w:t xml:space="preserve"> </w:t>
            </w:r>
            <w:r w:rsidR="004514E9" w:rsidRPr="004514E9">
              <w:rPr>
                <w:rFonts w:cs="Arial"/>
                <w:bCs/>
                <w:szCs w:val="22"/>
              </w:rPr>
              <w:t>změně některých souvisejících zákonů (zákon o podpoře výzkumu, experimentálního vývoje a inovací), ve</w:t>
            </w:r>
            <w:r w:rsidR="000825A6">
              <w:rPr>
                <w:rFonts w:cs="Arial"/>
                <w:bCs/>
                <w:szCs w:val="22"/>
              </w:rPr>
              <w:t> </w:t>
            </w:r>
            <w:r w:rsidR="004514E9" w:rsidRPr="004514E9">
              <w:rPr>
                <w:rFonts w:cs="Arial"/>
                <w:bCs/>
                <w:szCs w:val="22"/>
              </w:rPr>
              <w:t>znění pozdějších zákonů.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2E04660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0F8BDE6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199DF20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7117571" w14:textId="57C93101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0825A6">
              <w:rPr>
                <w:rFonts w:cs="Arial"/>
                <w:bCs/>
                <w:szCs w:val="22"/>
              </w:rPr>
              <w:t>Materiál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43D326F9" w14:textId="15DB554C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0825A6">
              <w:rPr>
                <w:rFonts w:cs="Arial"/>
                <w:bCs/>
                <w:szCs w:val="22"/>
              </w:rPr>
              <w:t>Vypořádání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68B0945" w14:textId="4E57CF70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825A6"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0825A6">
              <w:rPr>
                <w:rFonts w:cs="Arial"/>
                <w:bCs/>
                <w:szCs w:val="22"/>
              </w:rPr>
              <w:t>Přílohy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6EEF5FF3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7040DCD8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3653625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CDADDAA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76B3C0" w14:textId="77777777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5DB74637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969D287" w14:textId="09D8CF02" w:rsidR="00E94450" w:rsidRPr="00E94450" w:rsidRDefault="003E685E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1F4CF0">
        <w:rPr>
          <w:rFonts w:cs="Arial"/>
          <w:bCs/>
          <w:szCs w:val="22"/>
        </w:rPr>
        <w:t>PhDr</w:t>
      </w:r>
      <w:r w:rsidR="00E94450" w:rsidRPr="00E94450">
        <w:rPr>
          <w:rFonts w:cs="Arial"/>
          <w:bCs/>
          <w:szCs w:val="22"/>
        </w:rPr>
        <w:t xml:space="preserve">. </w:t>
      </w:r>
      <w:r w:rsidR="001F4CF0">
        <w:rPr>
          <w:rFonts w:cs="Arial"/>
          <w:bCs/>
          <w:szCs w:val="22"/>
        </w:rPr>
        <w:t>Marek Ženíšek, Ph.D.</w:t>
      </w:r>
    </w:p>
    <w:p w14:paraId="5BBE3DEA" w14:textId="2000D387" w:rsidR="00E94450" w:rsidRPr="00E94450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ministr pro vědu, výzkum a inovace</w:t>
      </w:r>
    </w:p>
    <w:p w14:paraId="5B0DA13E" w14:textId="18C57665" w:rsidR="00C72758" w:rsidRPr="00CC4939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předsed</w:t>
      </w:r>
      <w:r w:rsidR="001F4CF0">
        <w:rPr>
          <w:rFonts w:cs="Arial"/>
          <w:bCs/>
          <w:szCs w:val="22"/>
        </w:rPr>
        <w:t>a</w:t>
      </w:r>
      <w:r w:rsidRPr="00E94450">
        <w:rPr>
          <w:rFonts w:cs="Arial"/>
          <w:bCs/>
          <w:szCs w:val="22"/>
        </w:rPr>
        <w:t xml:space="preserve"> Rady pro výzkum, vývoj a inovace</w:t>
      </w:r>
      <w:r w:rsidR="003E685E">
        <w:rPr>
          <w:rFonts w:cs="Arial"/>
          <w:bCs/>
          <w:szCs w:val="22"/>
        </w:rPr>
        <w:fldChar w:fldCharType="end"/>
      </w:r>
    </w:p>
    <w:p w14:paraId="34EFABA1" w14:textId="76783F36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69980CBD" w14:textId="239BB980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092D92EB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469F632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E9BDA" w14:textId="77777777" w:rsidR="000C06F7" w:rsidRDefault="000C06F7">
      <w:r>
        <w:separator/>
      </w:r>
    </w:p>
  </w:endnote>
  <w:endnote w:type="continuationSeparator" w:id="0">
    <w:p w14:paraId="24D77443" w14:textId="77777777" w:rsidR="000C06F7" w:rsidRDefault="000C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09AB3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200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5554D" w14:textId="77777777" w:rsidR="000C06F7" w:rsidRDefault="000C06F7">
      <w:r>
        <w:separator/>
      </w:r>
    </w:p>
  </w:footnote>
  <w:footnote w:type="continuationSeparator" w:id="0">
    <w:p w14:paraId="2E1A0332" w14:textId="77777777" w:rsidR="000C06F7" w:rsidRDefault="000C0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F4F4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9307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252736789">
    <w:abstractNumId w:val="7"/>
  </w:num>
  <w:num w:numId="2" w16cid:durableId="391079175">
    <w:abstractNumId w:val="3"/>
  </w:num>
  <w:num w:numId="3" w16cid:durableId="518010663">
    <w:abstractNumId w:val="4"/>
  </w:num>
  <w:num w:numId="4" w16cid:durableId="1862282073">
    <w:abstractNumId w:val="6"/>
  </w:num>
  <w:num w:numId="5" w16cid:durableId="497769307">
    <w:abstractNumId w:val="1"/>
  </w:num>
  <w:num w:numId="6" w16cid:durableId="1901750991">
    <w:abstractNumId w:val="0"/>
  </w:num>
  <w:num w:numId="7" w16cid:durableId="1295714828">
    <w:abstractNumId w:val="9"/>
  </w:num>
  <w:num w:numId="8" w16cid:durableId="800339505">
    <w:abstractNumId w:val="5"/>
  </w:num>
  <w:num w:numId="9" w16cid:durableId="2075472728">
    <w:abstractNumId w:val="8"/>
  </w:num>
  <w:num w:numId="10" w16cid:durableId="669333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97E"/>
    <w:rsid w:val="00052E80"/>
    <w:rsid w:val="000531FA"/>
    <w:rsid w:val="000537FE"/>
    <w:rsid w:val="00063F34"/>
    <w:rsid w:val="00070BD4"/>
    <w:rsid w:val="00072641"/>
    <w:rsid w:val="00073BF7"/>
    <w:rsid w:val="0007712E"/>
    <w:rsid w:val="00081ECA"/>
    <w:rsid w:val="000825A6"/>
    <w:rsid w:val="00084EF2"/>
    <w:rsid w:val="0009153D"/>
    <w:rsid w:val="00092307"/>
    <w:rsid w:val="0009267F"/>
    <w:rsid w:val="00092E45"/>
    <w:rsid w:val="000A2036"/>
    <w:rsid w:val="000A2DBD"/>
    <w:rsid w:val="000A313E"/>
    <w:rsid w:val="000A53F7"/>
    <w:rsid w:val="000B1C7E"/>
    <w:rsid w:val="000B6CCB"/>
    <w:rsid w:val="000C06F7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21F2B"/>
    <w:rsid w:val="001332F6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668DC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4CF0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14E9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562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47FF3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A72DE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2C96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46FB4"/>
    <w:rsid w:val="00650773"/>
    <w:rsid w:val="0065161F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1DE3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16B8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E6E5A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52EE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27608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D79CD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1D5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4450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1A7F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969E4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0A400C"/>
  <w14:defaultImageDpi w14:val="0"/>
  <w15:chartTrackingRefBased/>
  <w15:docId w15:val="{B780628D-2A37-4F8F-A138-4D9E3B5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val="cs-CZ"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13C7-44A5-4235-AA9C-E845CB25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Novotná Marie</cp:lastModifiedBy>
  <cp:revision>17</cp:revision>
  <cp:lastPrinted>2014-05-20T15:09:00Z</cp:lastPrinted>
  <dcterms:created xsi:type="dcterms:W3CDTF">2023-10-11T14:55:00Z</dcterms:created>
  <dcterms:modified xsi:type="dcterms:W3CDTF">2025-05-20T05:12:00Z</dcterms:modified>
</cp:coreProperties>
</file>