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064A2A5EB18042568BDA1CB5888F3F21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7F6F845" w14:textId="77777777"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89F40F6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408C0BA9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57A83A9E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6BDDB2A3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331AFEFE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2DB51FC8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1890F667" w14:textId="077BC0FF" w:rsidR="005F003B" w:rsidRPr="00DF49B8" w:rsidRDefault="008233E5" w:rsidP="00B77C23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B77C23" w:rsidRPr="00B77C23">
        <w:rPr>
          <w:rFonts w:ascii="Arial" w:hAnsi="Arial" w:cs="Arial"/>
          <w:b/>
          <w:bCs/>
          <w:noProof/>
          <w:sz w:val="24"/>
          <w:szCs w:val="22"/>
        </w:rPr>
        <w:t>k návrhu na změnu programu výzkumu, vývoje a inovací The Country for the Future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0C49907B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7D3887F6" w14:textId="731CD049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72094">
        <w:rPr>
          <w:rFonts w:ascii="Arial" w:hAnsi="Arial" w:cs="Arial"/>
          <w:b/>
          <w:sz w:val="22"/>
          <w:szCs w:val="22"/>
        </w:rPr>
      </w:r>
      <w:r w:rsidR="00C72094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C72094">
        <w:rPr>
          <w:rStyle w:val="StylIChar0"/>
          <w:b/>
        </w:rPr>
      </w:r>
      <w:r w:rsidR="00C72094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AF056A">
        <w:rPr>
          <w:rStyle w:val="StylIChar0"/>
          <w:b/>
        </w:rPr>
        <w:t xml:space="preserve"> </w:t>
      </w:r>
      <w:r w:rsidR="00AF056A" w:rsidRPr="00AF056A">
        <w:rPr>
          <w:rStyle w:val="StylIChar0"/>
          <w:bCs/>
        </w:rPr>
        <w:t xml:space="preserve">návrh na změnu programu výzkumu, vývoje a inovací </w:t>
      </w:r>
      <w:proofErr w:type="spellStart"/>
      <w:r w:rsidR="00AF056A" w:rsidRPr="00AF056A">
        <w:rPr>
          <w:rStyle w:val="StylIChar0"/>
          <w:bCs/>
        </w:rPr>
        <w:t>The</w:t>
      </w:r>
      <w:proofErr w:type="spellEnd"/>
      <w:r w:rsidR="00AF056A" w:rsidRPr="00AF056A">
        <w:rPr>
          <w:rStyle w:val="StylIChar0"/>
          <w:bCs/>
        </w:rPr>
        <w:t xml:space="preserve"> Country </w:t>
      </w:r>
      <w:proofErr w:type="spellStart"/>
      <w:r w:rsidR="00AF056A" w:rsidRPr="00AF056A">
        <w:rPr>
          <w:rStyle w:val="StylIChar0"/>
          <w:bCs/>
        </w:rPr>
        <w:t>for</w:t>
      </w:r>
      <w:proofErr w:type="spellEnd"/>
      <w:r w:rsidR="00AF056A" w:rsidRPr="00AF056A">
        <w:rPr>
          <w:rStyle w:val="StylIChar0"/>
          <w:bCs/>
        </w:rPr>
        <w:t xml:space="preserve"> </w:t>
      </w:r>
      <w:proofErr w:type="spellStart"/>
      <w:r w:rsidR="00AF056A" w:rsidRPr="00AF056A">
        <w:rPr>
          <w:rStyle w:val="StylIChar0"/>
          <w:bCs/>
        </w:rPr>
        <w:t>the</w:t>
      </w:r>
      <w:proofErr w:type="spellEnd"/>
      <w:r w:rsidR="00AF056A" w:rsidRPr="00AF056A">
        <w:rPr>
          <w:rStyle w:val="StylIChar0"/>
          <w:bCs/>
        </w:rPr>
        <w:t xml:space="preserve"> </w:t>
      </w:r>
      <w:proofErr w:type="spellStart"/>
      <w:r w:rsidR="00AF056A" w:rsidRPr="00AF056A">
        <w:rPr>
          <w:rStyle w:val="StylIChar0"/>
          <w:bCs/>
        </w:rPr>
        <w:t>Future</w:t>
      </w:r>
      <w:proofErr w:type="spellEnd"/>
      <w:r w:rsidR="00AF056A" w:rsidRPr="00AF056A">
        <w:rPr>
          <w:rStyle w:val="StylIChar0"/>
          <w:bCs/>
        </w:rPr>
        <w:t xml:space="preserve"> obsažený v části III. tohoto materiálu (dále jen „Program“) s tím, že financování Programu bude nadále zajištěno dle možností státního rozpočtu.</w:t>
      </w:r>
      <w:r w:rsidR="00AF056A">
        <w:rPr>
          <w:rStyle w:val="StylIChar0"/>
          <w:bCs/>
        </w:rPr>
        <w:t xml:space="preserve"> </w:t>
      </w:r>
    </w:p>
    <w:p w14:paraId="7CC4DAEE" w14:textId="62D19626" w:rsidR="00CE68E3" w:rsidRPr="005B336B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72094">
        <w:rPr>
          <w:rFonts w:ascii="Arial" w:hAnsi="Arial" w:cs="Arial"/>
          <w:b/>
          <w:sz w:val="22"/>
          <w:szCs w:val="22"/>
        </w:rPr>
      </w:r>
      <w:r w:rsidR="00C72094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B77C23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zrušuje"/>
              <w:listEntry w:val="mění"/>
              <w:listEntry w:val="   "/>
            </w:ddList>
          </w:ffData>
        </w:fldChar>
      </w:r>
      <w:r w:rsidR="00B77C23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72094">
        <w:rPr>
          <w:rFonts w:ascii="Arial" w:hAnsi="Arial" w:cs="Arial"/>
          <w:b/>
          <w:sz w:val="22"/>
          <w:szCs w:val="22"/>
        </w:rPr>
      </w:r>
      <w:r w:rsidR="00C72094">
        <w:rPr>
          <w:rFonts w:ascii="Arial" w:hAnsi="Arial" w:cs="Arial"/>
          <w:b/>
          <w:sz w:val="22"/>
          <w:szCs w:val="22"/>
        </w:rPr>
        <w:fldChar w:fldCharType="separate"/>
      </w:r>
      <w:r w:rsidR="00B77C23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4368BB" w:rsidRPr="00504B7B">
        <w:rPr>
          <w:rFonts w:ascii="Arial" w:hAnsi="Arial" w:cs="Arial"/>
          <w:noProof/>
          <w:sz w:val="22"/>
        </w:rPr>
        <w:t xml:space="preserve">ministru průmyslu a obchodu </w:t>
      </w:r>
      <w:r w:rsidR="00AF056A">
        <w:rPr>
          <w:rFonts w:ascii="Arial" w:hAnsi="Arial" w:cs="Arial"/>
          <w:noProof/>
          <w:sz w:val="22"/>
        </w:rPr>
        <w:t>zajistit implementaci a vyhodnocení Programu ve</w:t>
      </w:r>
      <w:r w:rsidR="00C72094">
        <w:rPr>
          <w:rFonts w:ascii="Arial" w:hAnsi="Arial" w:cs="Arial"/>
          <w:noProof/>
          <w:sz w:val="22"/>
        </w:rPr>
        <w:t> </w:t>
      </w:r>
      <w:r w:rsidR="00AF056A">
        <w:rPr>
          <w:rFonts w:ascii="Arial" w:hAnsi="Arial" w:cs="Arial"/>
          <w:noProof/>
          <w:sz w:val="22"/>
        </w:rPr>
        <w:t>znění schváleném v bodě I.</w:t>
      </w:r>
    </w:p>
    <w:p w14:paraId="5DE268A4" w14:textId="2C494045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C72094">
        <w:rPr>
          <w:rFonts w:ascii="Arial" w:hAnsi="Arial" w:cs="Arial"/>
          <w:b/>
          <w:sz w:val="22"/>
          <w:szCs w:val="22"/>
          <w:u w:val="single"/>
        </w:rPr>
      </w:r>
      <w:r w:rsidR="00C72094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51D53E7C" w14:textId="7E1806BD" w:rsidR="00CE68E3" w:rsidRDefault="00B77C23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ministr průmyslu a obchodu </w:t>
      </w:r>
    </w:p>
    <w:p w14:paraId="7CCAEBE4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FC889A9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1B55C761" w14:textId="77777777"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C13FE9E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355A70">
        <w:rPr>
          <w:rFonts w:ascii="Arial" w:hAnsi="Arial" w:cs="Arial"/>
          <w:bCs/>
          <w:sz w:val="22"/>
          <w:szCs w:val="22"/>
        </w:rPr>
        <w:t>prof. PhDr. Petr Fiala, Ph.D., LL. M.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661BC811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7B9EF" w14:textId="77777777" w:rsidR="00061934" w:rsidRDefault="00061934">
      <w:r>
        <w:separator/>
      </w:r>
    </w:p>
  </w:endnote>
  <w:endnote w:type="continuationSeparator" w:id="0">
    <w:p w14:paraId="76D43AB6" w14:textId="77777777" w:rsidR="00061934" w:rsidRDefault="0006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319FB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D728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A51A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717C1" w14:textId="77777777" w:rsidR="00061934" w:rsidRDefault="00061934">
      <w:r>
        <w:separator/>
      </w:r>
    </w:p>
  </w:footnote>
  <w:footnote w:type="continuationSeparator" w:id="0">
    <w:p w14:paraId="2EC547CD" w14:textId="77777777" w:rsidR="00061934" w:rsidRDefault="0006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A6CF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0842222D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5195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6BAC7F64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205D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34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1934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55A70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68BB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056A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77C23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72094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BDB35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4A2A5EB18042568BDA1CB5888F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679ACC-9BF6-4A6A-AA00-A5683B7AF3EA}"/>
      </w:docPartPr>
      <w:docPartBody>
        <w:p w:rsidR="006410C4" w:rsidRDefault="006410C4">
          <w:pPr>
            <w:pStyle w:val="064A2A5EB18042568BDA1CB5888F3F21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C4"/>
    <w:rsid w:val="0064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64A2A5EB18042568BDA1CB5888F3F21">
    <w:name w:val="064A2A5EB18042568BDA1CB5888F3F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93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2024-02-09T08:49:00Z</dcterms:created>
  <dcterms:modified xsi:type="dcterms:W3CDTF">2025-04-25T11:36:00Z</dcterms:modified>
</cp:coreProperties>
</file>