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B3329D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4E3BF803" w:rsidR="00B3329D" w:rsidRPr="00BF1C46" w:rsidRDefault="00F4500E" w:rsidP="003B3662">
            <w:pPr>
              <w:spacing w:before="120" w:after="120" w:line="240" w:lineRule="auto"/>
              <w:jc w:val="left"/>
              <w:rPr>
                <w:b/>
                <w:color w:val="0070C0"/>
                <w:sz w:val="28"/>
                <w:szCs w:val="28"/>
              </w:rPr>
            </w:pPr>
            <w:r w:rsidRPr="00F4500E">
              <w:rPr>
                <w:b/>
                <w:color w:val="0070C0"/>
                <w:sz w:val="28"/>
                <w:szCs w:val="28"/>
              </w:rPr>
              <w:t>Hodnocení výsledků programů výzkumu, vývoje a inovací ukončených v roce 2023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70D79907" w:rsidR="00B3329D" w:rsidRPr="009870E8" w:rsidRDefault="00B3329D" w:rsidP="00B3329D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41</w:t>
            </w:r>
            <w:r w:rsidR="008B146D">
              <w:rPr>
                <w:b/>
                <w:color w:val="0070C0"/>
                <w:sz w:val="28"/>
                <w:szCs w:val="28"/>
              </w:rPr>
              <w:t>3</w:t>
            </w:r>
            <w:r>
              <w:rPr>
                <w:b/>
                <w:color w:val="0070C0"/>
                <w:sz w:val="28"/>
                <w:szCs w:val="28"/>
              </w:rPr>
              <w:t>/A</w:t>
            </w:r>
            <w:r w:rsidR="00ED20BF">
              <w:rPr>
                <w:b/>
                <w:color w:val="0070C0"/>
                <w:sz w:val="28"/>
                <w:szCs w:val="28"/>
              </w:rPr>
              <w:t>9</w:t>
            </w:r>
          </w:p>
        </w:tc>
      </w:tr>
      <w:tr w:rsidR="00B3329D" w:rsidRPr="00DE2BC0" w14:paraId="7B759CEE" w14:textId="77777777" w:rsidTr="005241A2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7DF50052" w14:textId="77777777" w:rsidR="00B3329D" w:rsidRPr="008F77F6" w:rsidRDefault="00B3329D" w:rsidP="00B3329D">
            <w:pPr>
              <w:spacing w:before="120" w:after="120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B1A4FD6" w14:textId="63BF580B" w:rsidR="00B3329D" w:rsidRPr="003B3662" w:rsidRDefault="003F4C2D" w:rsidP="003C68EC">
            <w:pPr>
              <w:spacing w:before="120"/>
              <w:rPr>
                <w:bCs/>
                <w:i/>
              </w:rPr>
            </w:pPr>
            <w:r>
              <w:rPr>
                <w:bCs/>
                <w:i/>
              </w:rPr>
              <w:t>prof. Polívka</w:t>
            </w:r>
          </w:p>
        </w:tc>
      </w:tr>
      <w:tr w:rsidR="00B3329D" w:rsidRPr="00DE2BC0" w14:paraId="0B9DD80E" w14:textId="77777777" w:rsidTr="005241A2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A124EA5" w14:textId="77777777" w:rsidR="00B3329D" w:rsidRPr="008F77F6" w:rsidRDefault="00B3329D" w:rsidP="00B3329D">
            <w:pPr>
              <w:spacing w:before="120" w:after="120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B5FF744" w14:textId="18077888" w:rsidR="00B3329D" w:rsidRPr="00115DD5" w:rsidRDefault="00B3329D" w:rsidP="00B3329D">
            <w:pPr>
              <w:spacing w:before="120"/>
              <w:rPr>
                <w:i/>
              </w:rPr>
            </w:pPr>
            <w:r>
              <w:rPr>
                <w:i/>
              </w:rPr>
              <w:t>Od</w:t>
            </w:r>
            <w:r w:rsidR="008D2BFC">
              <w:rPr>
                <w:i/>
              </w:rPr>
              <w:t>bor koordinace výzkumu, vývoje a inovací</w:t>
            </w:r>
            <w:r w:rsidRPr="00B223D3">
              <w:rPr>
                <w:i/>
              </w:rPr>
              <w:t>,</w:t>
            </w:r>
            <w:r>
              <w:rPr>
                <w:i/>
              </w:rPr>
              <w:t xml:space="preserve"> </w:t>
            </w:r>
            <w:r w:rsidR="00B3506C">
              <w:rPr>
                <w:i/>
              </w:rPr>
              <w:t>6</w:t>
            </w:r>
            <w:r>
              <w:rPr>
                <w:i/>
              </w:rPr>
              <w:t xml:space="preserve">. </w:t>
            </w:r>
            <w:r w:rsidR="00CB4AB7">
              <w:rPr>
                <w:i/>
              </w:rPr>
              <w:t>června</w:t>
            </w:r>
            <w:r w:rsidRPr="00D22E68">
              <w:rPr>
                <w:i/>
              </w:rPr>
              <w:t xml:space="preserve"> 202</w:t>
            </w:r>
            <w:r>
              <w:rPr>
                <w:i/>
              </w:rPr>
              <w:t>5</w:t>
            </w:r>
          </w:p>
        </w:tc>
      </w:tr>
      <w:tr w:rsidR="00B3329D" w:rsidRPr="00DE2BC0" w14:paraId="7AAD4E64" w14:textId="77777777" w:rsidTr="00956FCF">
        <w:trPr>
          <w:trHeight w:val="1105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76373A" w14:textId="77777777" w:rsidR="00B3329D" w:rsidRPr="00AB734E" w:rsidRDefault="00B3329D" w:rsidP="00B3329D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6F317100" w14:textId="357C2E8A" w:rsidR="00B3329D" w:rsidRDefault="00B3329D" w:rsidP="00A121D6">
            <w:pPr>
              <w:keepNext/>
              <w:tabs>
                <w:tab w:val="left" w:pos="-26"/>
                <w:tab w:val="left" w:pos="900"/>
              </w:tabs>
              <w:spacing w:after="120"/>
              <w:rPr>
                <w:color w:val="000000" w:themeColor="text1"/>
              </w:rPr>
            </w:pPr>
            <w:r>
              <w:t>Radě pro výzkum, vývoj a inovace (dále jen „Rada“) je předložen m</w:t>
            </w:r>
            <w:r w:rsidRPr="00A121D6">
              <w:rPr>
                <w:color w:val="000000" w:themeColor="text1"/>
              </w:rPr>
              <w:t>ateriál „</w:t>
            </w:r>
            <w:bookmarkStart w:id="0" w:name="_Hlk198630307"/>
            <w:r w:rsidR="008B146D" w:rsidRPr="008B146D">
              <w:rPr>
                <w:color w:val="000000" w:themeColor="text1"/>
              </w:rPr>
              <w:t>Hodnocení výsledků programů výzkumu, vývoje a inovací ukončených v roce 2023</w:t>
            </w:r>
            <w:bookmarkEnd w:id="0"/>
            <w:r w:rsidR="008B146D" w:rsidRPr="008B146D">
              <w:rPr>
                <w:color w:val="000000" w:themeColor="text1"/>
              </w:rPr>
              <w:t xml:space="preserve">“ (dále jen „Hodnocení“) </w:t>
            </w:r>
            <w:r w:rsidRPr="00A121D6">
              <w:rPr>
                <w:color w:val="000000" w:themeColor="text1"/>
              </w:rPr>
              <w:t xml:space="preserve">na základě </w:t>
            </w:r>
            <w:r w:rsidR="008B146D" w:rsidRPr="008B146D">
              <w:rPr>
                <w:color w:val="000000" w:themeColor="text1"/>
              </w:rPr>
              <w:t>§ 35 odst. 2 písm. d) zákona č. 130/2002 Sb., o podpoře výzkumu, experimentálního vývoje a</w:t>
            </w:r>
            <w:r w:rsidR="00782BC9">
              <w:rPr>
                <w:color w:val="000000" w:themeColor="text1"/>
              </w:rPr>
              <w:t> </w:t>
            </w:r>
            <w:r w:rsidR="008B146D" w:rsidRPr="008B146D">
              <w:rPr>
                <w:color w:val="000000" w:themeColor="text1"/>
              </w:rPr>
              <w:t>inovací z veřejných prostředků a o změně některých souvisejících zákonů (zákon o podpoře výzkumu, experimentálního vývoje a inovací), ve znění pozdějších předpisů (dále jen „zákon“).</w:t>
            </w:r>
          </w:p>
          <w:p w14:paraId="6B97EAAE" w14:textId="78834ACB" w:rsidR="00E76232" w:rsidRPr="00E76232" w:rsidRDefault="00E76232" w:rsidP="00E76232">
            <w:pPr>
              <w:keepNext/>
              <w:tabs>
                <w:tab w:val="left" w:pos="-26"/>
                <w:tab w:val="left" w:pos="900"/>
              </w:tabs>
              <w:spacing w:after="120"/>
            </w:pPr>
            <w:r w:rsidRPr="00782BC9">
              <w:t>V roce 2023 byl dokončen jeden program výzkumu, vývoje a inovací – Program na podporu zdravotnického aplikovaného výzkumu na léta 2015-2023.</w:t>
            </w:r>
          </w:p>
          <w:p w14:paraId="07154F49" w14:textId="77777777" w:rsidR="00782BC9" w:rsidRPr="00782BC9" w:rsidRDefault="00782BC9" w:rsidP="00782BC9">
            <w:pPr>
              <w:keepNext/>
              <w:tabs>
                <w:tab w:val="left" w:pos="-26"/>
                <w:tab w:val="left" w:pos="900"/>
              </w:tabs>
              <w:spacing w:after="120"/>
            </w:pPr>
            <w:r w:rsidRPr="00782BC9">
              <w:t xml:space="preserve">Hodnocení bylo provedeno v souladu s Metodikou hodnocení výzkumných organizací a hodnocení programů účelové podpory výzkumu, vývoje a inovací, která byla schválena usnesením vlády ze dne 8. února 2017 č. 10, a se Základními principy přípravy a hodnocení programů a skupin grantových projektů výzkumu, vývoje a inovací schválenými usnesením vlády ze dne 13. května 2015 č. 351. </w:t>
            </w:r>
          </w:p>
          <w:p w14:paraId="56C91166" w14:textId="32C11286" w:rsidR="00321E81" w:rsidRPr="009719F6" w:rsidRDefault="00782BC9" w:rsidP="00782BC9">
            <w:pPr>
              <w:keepNext/>
              <w:tabs>
                <w:tab w:val="left" w:pos="-26"/>
                <w:tab w:val="left" w:pos="900"/>
              </w:tabs>
              <w:spacing w:after="120"/>
            </w:pPr>
            <w:r w:rsidRPr="00782BC9">
              <w:t>Smyslem předkládaného materiálu je především zhodnotit využití účelové podpory a posoudit, zda bylo v rámci hodnoceného programu dosaženo plánovaných cílů. Předkládaný materiál nemá za úkol posuzování jednotlivých projektů řešených v rámci hodnoceného programu, které je podle § 13 zákona plně v kompetenci poskytovatele.</w:t>
            </w:r>
          </w:p>
        </w:tc>
      </w:tr>
      <w:tr w:rsidR="00B3329D" w:rsidRPr="00DE2BC0" w14:paraId="75C92EC1" w14:textId="77777777" w:rsidTr="00321E81">
        <w:trPr>
          <w:trHeight w:val="411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A55873" w14:textId="77777777" w:rsidR="00B3329D" w:rsidRPr="00AB734E" w:rsidRDefault="00B3329D" w:rsidP="00B3329D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t>Přílohy</w:t>
            </w:r>
          </w:p>
          <w:p w14:paraId="133F1304" w14:textId="2834F096" w:rsidR="00321E81" w:rsidRPr="00826B2F" w:rsidRDefault="00B3329D" w:rsidP="00650924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>Materiál „</w:t>
            </w:r>
            <w:r w:rsidR="008D62D5" w:rsidRPr="008B146D">
              <w:rPr>
                <w:color w:val="000000" w:themeColor="text1"/>
              </w:rPr>
              <w:t>Hodnocení výsledků programů výzkumu, vývoje a inovací ukončených v roce 2023</w:t>
            </w:r>
            <w:r>
              <w:t>“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5988B729" w14:textId="77777777" w:rsidR="00FF64CB" w:rsidRDefault="00FF64CB" w:rsidP="00E62942">
      <w:pPr>
        <w:pStyle w:val="Bezmezer"/>
        <w:jc w:val="left"/>
      </w:pPr>
    </w:p>
    <w:sectPr w:rsidR="00FF64CB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DE69E" w14:textId="77777777" w:rsidR="00080339" w:rsidRDefault="00080339" w:rsidP="00604B45">
      <w:r>
        <w:separator/>
      </w:r>
    </w:p>
  </w:endnote>
  <w:endnote w:type="continuationSeparator" w:id="0">
    <w:p w14:paraId="11DE8419" w14:textId="77777777" w:rsidR="00080339" w:rsidRDefault="00080339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3E11C2DC" w14:textId="307D49D1" w:rsidR="00D266C9" w:rsidRPr="00144F5B" w:rsidRDefault="00061D7B">
            <w:pPr>
              <w:pStyle w:val="Zpa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Vyh</w:t>
            </w:r>
            <w:r w:rsidR="00551F35" w:rsidRPr="00551F35">
              <w:rPr>
                <w:sz w:val="16"/>
                <w:szCs w:val="16"/>
              </w:rPr>
              <w:t>odnocení výsledků programů výzkumu, vývoje a inovací ukončených v roce 2023</w:t>
            </w:r>
            <w:r w:rsidR="00D53021"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>
              <w:tab/>
            </w:r>
            <w:r w:rsidR="00144F5B">
              <w:tab/>
            </w:r>
            <w:r w:rsidR="00FD1F5D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8EEBA" w14:textId="77777777" w:rsidR="00080339" w:rsidRDefault="00080339" w:rsidP="00604B45">
      <w:r>
        <w:separator/>
      </w:r>
    </w:p>
  </w:footnote>
  <w:footnote w:type="continuationSeparator" w:id="0">
    <w:p w14:paraId="0AFDD1BF" w14:textId="77777777" w:rsidR="00080339" w:rsidRDefault="00080339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A0593"/>
    <w:multiLevelType w:val="hybridMultilevel"/>
    <w:tmpl w:val="BEB49746"/>
    <w:lvl w:ilvl="0" w:tplc="8D6CCD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F8741BB"/>
    <w:multiLevelType w:val="hybridMultilevel"/>
    <w:tmpl w:val="E0584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C0D00"/>
    <w:multiLevelType w:val="hybridMultilevel"/>
    <w:tmpl w:val="EAA45A7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640017"/>
    <w:multiLevelType w:val="hybridMultilevel"/>
    <w:tmpl w:val="F250AB78"/>
    <w:lvl w:ilvl="0" w:tplc="8D6CCD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D1064F"/>
    <w:multiLevelType w:val="hybridMultilevel"/>
    <w:tmpl w:val="3CB8E1B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4"/>
  </w:num>
  <w:num w:numId="2" w16cid:durableId="2081907147">
    <w:abstractNumId w:val="13"/>
  </w:num>
  <w:num w:numId="3" w16cid:durableId="1893038338">
    <w:abstractNumId w:val="6"/>
  </w:num>
  <w:num w:numId="4" w16cid:durableId="1786805665">
    <w:abstractNumId w:val="9"/>
  </w:num>
  <w:num w:numId="5" w16cid:durableId="1264728757">
    <w:abstractNumId w:val="14"/>
  </w:num>
  <w:num w:numId="6" w16cid:durableId="1901821760">
    <w:abstractNumId w:val="10"/>
  </w:num>
  <w:num w:numId="7" w16cid:durableId="124931050">
    <w:abstractNumId w:val="2"/>
  </w:num>
  <w:num w:numId="8" w16cid:durableId="42677174">
    <w:abstractNumId w:val="3"/>
  </w:num>
  <w:num w:numId="9" w16cid:durableId="2051147294">
    <w:abstractNumId w:val="16"/>
  </w:num>
  <w:num w:numId="10" w16cid:durableId="1837643966">
    <w:abstractNumId w:val="11"/>
  </w:num>
  <w:num w:numId="11" w16cid:durableId="796532185">
    <w:abstractNumId w:val="1"/>
  </w:num>
  <w:num w:numId="12" w16cid:durableId="2033064661">
    <w:abstractNumId w:val="8"/>
  </w:num>
  <w:num w:numId="13" w16cid:durableId="1432774993">
    <w:abstractNumId w:val="5"/>
  </w:num>
  <w:num w:numId="14" w16cid:durableId="1633366920">
    <w:abstractNumId w:val="15"/>
  </w:num>
  <w:num w:numId="15" w16cid:durableId="1652293677">
    <w:abstractNumId w:val="12"/>
  </w:num>
  <w:num w:numId="16" w16cid:durableId="777019457">
    <w:abstractNumId w:val="7"/>
  </w:num>
  <w:num w:numId="17" w16cid:durableId="2143882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25617"/>
    <w:rsid w:val="00035ED7"/>
    <w:rsid w:val="000467DA"/>
    <w:rsid w:val="000511C2"/>
    <w:rsid w:val="00061D7B"/>
    <w:rsid w:val="00075C1E"/>
    <w:rsid w:val="00080339"/>
    <w:rsid w:val="0008087D"/>
    <w:rsid w:val="000859E4"/>
    <w:rsid w:val="000910C7"/>
    <w:rsid w:val="0009458F"/>
    <w:rsid w:val="000A6385"/>
    <w:rsid w:val="000C566E"/>
    <w:rsid w:val="000C609C"/>
    <w:rsid w:val="000C6A0C"/>
    <w:rsid w:val="000C7A2D"/>
    <w:rsid w:val="000D7556"/>
    <w:rsid w:val="000E1B1B"/>
    <w:rsid w:val="000E7A12"/>
    <w:rsid w:val="001044CD"/>
    <w:rsid w:val="00106437"/>
    <w:rsid w:val="00126D7E"/>
    <w:rsid w:val="00133C49"/>
    <w:rsid w:val="00134786"/>
    <w:rsid w:val="00144A91"/>
    <w:rsid w:val="00144F5B"/>
    <w:rsid w:val="00163B03"/>
    <w:rsid w:val="00171EF3"/>
    <w:rsid w:val="00191B49"/>
    <w:rsid w:val="00194C3F"/>
    <w:rsid w:val="001A03D6"/>
    <w:rsid w:val="001A6A82"/>
    <w:rsid w:val="001B05D1"/>
    <w:rsid w:val="001C1526"/>
    <w:rsid w:val="001C2E95"/>
    <w:rsid w:val="001C6179"/>
    <w:rsid w:val="001D5F3B"/>
    <w:rsid w:val="001E1924"/>
    <w:rsid w:val="001F517B"/>
    <w:rsid w:val="00203F09"/>
    <w:rsid w:val="002107E9"/>
    <w:rsid w:val="00210C8E"/>
    <w:rsid w:val="0021629B"/>
    <w:rsid w:val="002241CF"/>
    <w:rsid w:val="00242E30"/>
    <w:rsid w:val="002459B8"/>
    <w:rsid w:val="00282845"/>
    <w:rsid w:val="00293AEA"/>
    <w:rsid w:val="002A2FD0"/>
    <w:rsid w:val="002C0726"/>
    <w:rsid w:val="002F19C4"/>
    <w:rsid w:val="002F4F5C"/>
    <w:rsid w:val="00321E81"/>
    <w:rsid w:val="00352CA6"/>
    <w:rsid w:val="00352DD8"/>
    <w:rsid w:val="00362F82"/>
    <w:rsid w:val="00383A75"/>
    <w:rsid w:val="003870AA"/>
    <w:rsid w:val="003906D0"/>
    <w:rsid w:val="0039387A"/>
    <w:rsid w:val="003976A0"/>
    <w:rsid w:val="003B3662"/>
    <w:rsid w:val="003C04E9"/>
    <w:rsid w:val="003C6885"/>
    <w:rsid w:val="003C68EC"/>
    <w:rsid w:val="003D64A2"/>
    <w:rsid w:val="003F47E5"/>
    <w:rsid w:val="003F4C2D"/>
    <w:rsid w:val="00420B23"/>
    <w:rsid w:val="00423662"/>
    <w:rsid w:val="0042761D"/>
    <w:rsid w:val="004354D5"/>
    <w:rsid w:val="00437518"/>
    <w:rsid w:val="00441B47"/>
    <w:rsid w:val="00444127"/>
    <w:rsid w:val="004463E6"/>
    <w:rsid w:val="00447ABC"/>
    <w:rsid w:val="00456550"/>
    <w:rsid w:val="00486CA7"/>
    <w:rsid w:val="004970B3"/>
    <w:rsid w:val="004E6BE1"/>
    <w:rsid w:val="00510EA4"/>
    <w:rsid w:val="00512835"/>
    <w:rsid w:val="00515555"/>
    <w:rsid w:val="005241A2"/>
    <w:rsid w:val="00524CE5"/>
    <w:rsid w:val="00537022"/>
    <w:rsid w:val="00551F35"/>
    <w:rsid w:val="005628A2"/>
    <w:rsid w:val="00564B89"/>
    <w:rsid w:val="0057184A"/>
    <w:rsid w:val="0057409A"/>
    <w:rsid w:val="005964E0"/>
    <w:rsid w:val="005A4C59"/>
    <w:rsid w:val="005B06E8"/>
    <w:rsid w:val="005C4D50"/>
    <w:rsid w:val="005D1635"/>
    <w:rsid w:val="005E48A3"/>
    <w:rsid w:val="00602F23"/>
    <w:rsid w:val="00604B45"/>
    <w:rsid w:val="006079D1"/>
    <w:rsid w:val="0061165B"/>
    <w:rsid w:val="00612BC1"/>
    <w:rsid w:val="006255C0"/>
    <w:rsid w:val="00627E3D"/>
    <w:rsid w:val="00635765"/>
    <w:rsid w:val="00650924"/>
    <w:rsid w:val="00651B83"/>
    <w:rsid w:val="00667F34"/>
    <w:rsid w:val="006878F0"/>
    <w:rsid w:val="0069669E"/>
    <w:rsid w:val="006A2309"/>
    <w:rsid w:val="006B2B00"/>
    <w:rsid w:val="006C3F7F"/>
    <w:rsid w:val="006F1181"/>
    <w:rsid w:val="007007A8"/>
    <w:rsid w:val="0070637D"/>
    <w:rsid w:val="0071047A"/>
    <w:rsid w:val="00711301"/>
    <w:rsid w:val="00722063"/>
    <w:rsid w:val="0072266C"/>
    <w:rsid w:val="00733976"/>
    <w:rsid w:val="00735DE8"/>
    <w:rsid w:val="00741D89"/>
    <w:rsid w:val="007439F1"/>
    <w:rsid w:val="00745F13"/>
    <w:rsid w:val="007460C1"/>
    <w:rsid w:val="00753767"/>
    <w:rsid w:val="00765C4B"/>
    <w:rsid w:val="00766AC5"/>
    <w:rsid w:val="00782BC9"/>
    <w:rsid w:val="007A407A"/>
    <w:rsid w:val="007B5EF0"/>
    <w:rsid w:val="007C0D8F"/>
    <w:rsid w:val="007E2572"/>
    <w:rsid w:val="007E5BD4"/>
    <w:rsid w:val="007E6CA2"/>
    <w:rsid w:val="0080171F"/>
    <w:rsid w:val="00803160"/>
    <w:rsid w:val="008044E8"/>
    <w:rsid w:val="00811AC9"/>
    <w:rsid w:val="008120CD"/>
    <w:rsid w:val="0081613E"/>
    <w:rsid w:val="00840107"/>
    <w:rsid w:val="00841C3F"/>
    <w:rsid w:val="00846D06"/>
    <w:rsid w:val="008517B5"/>
    <w:rsid w:val="008534B9"/>
    <w:rsid w:val="00855B4C"/>
    <w:rsid w:val="00871B74"/>
    <w:rsid w:val="0087561B"/>
    <w:rsid w:val="008863A6"/>
    <w:rsid w:val="00887F71"/>
    <w:rsid w:val="00892306"/>
    <w:rsid w:val="0089638D"/>
    <w:rsid w:val="008A3DC7"/>
    <w:rsid w:val="008A6944"/>
    <w:rsid w:val="008B146D"/>
    <w:rsid w:val="008B60F3"/>
    <w:rsid w:val="008D0907"/>
    <w:rsid w:val="008D2BFC"/>
    <w:rsid w:val="008D62D5"/>
    <w:rsid w:val="008E2192"/>
    <w:rsid w:val="008E557D"/>
    <w:rsid w:val="008F6521"/>
    <w:rsid w:val="0090230E"/>
    <w:rsid w:val="009060C3"/>
    <w:rsid w:val="0090637C"/>
    <w:rsid w:val="0091473F"/>
    <w:rsid w:val="00915B70"/>
    <w:rsid w:val="009202D9"/>
    <w:rsid w:val="00931C6C"/>
    <w:rsid w:val="00945CB2"/>
    <w:rsid w:val="00950D3D"/>
    <w:rsid w:val="0095235B"/>
    <w:rsid w:val="00952A86"/>
    <w:rsid w:val="0095565E"/>
    <w:rsid w:val="00956FCF"/>
    <w:rsid w:val="00977885"/>
    <w:rsid w:val="00990B90"/>
    <w:rsid w:val="009922C8"/>
    <w:rsid w:val="009B0370"/>
    <w:rsid w:val="009C38E8"/>
    <w:rsid w:val="009C6F1F"/>
    <w:rsid w:val="009E228F"/>
    <w:rsid w:val="009E24C5"/>
    <w:rsid w:val="009F4F58"/>
    <w:rsid w:val="00A121D6"/>
    <w:rsid w:val="00A27196"/>
    <w:rsid w:val="00A534AA"/>
    <w:rsid w:val="00A640A5"/>
    <w:rsid w:val="00A65C3C"/>
    <w:rsid w:val="00A74987"/>
    <w:rsid w:val="00A75A40"/>
    <w:rsid w:val="00A822FF"/>
    <w:rsid w:val="00A84F49"/>
    <w:rsid w:val="00A97171"/>
    <w:rsid w:val="00AA5C0F"/>
    <w:rsid w:val="00AB5597"/>
    <w:rsid w:val="00AC5DC9"/>
    <w:rsid w:val="00AE1069"/>
    <w:rsid w:val="00AE7303"/>
    <w:rsid w:val="00AF01A5"/>
    <w:rsid w:val="00AF502C"/>
    <w:rsid w:val="00AF5DE4"/>
    <w:rsid w:val="00B01CFE"/>
    <w:rsid w:val="00B20ED5"/>
    <w:rsid w:val="00B24765"/>
    <w:rsid w:val="00B3329D"/>
    <w:rsid w:val="00B33F61"/>
    <w:rsid w:val="00B3506C"/>
    <w:rsid w:val="00B415B3"/>
    <w:rsid w:val="00B445C0"/>
    <w:rsid w:val="00B45E88"/>
    <w:rsid w:val="00B67680"/>
    <w:rsid w:val="00B73C81"/>
    <w:rsid w:val="00B75792"/>
    <w:rsid w:val="00B77F0C"/>
    <w:rsid w:val="00B80711"/>
    <w:rsid w:val="00B97DBF"/>
    <w:rsid w:val="00BB2FAC"/>
    <w:rsid w:val="00BC192C"/>
    <w:rsid w:val="00BC1D89"/>
    <w:rsid w:val="00BC32E8"/>
    <w:rsid w:val="00BC5C1F"/>
    <w:rsid w:val="00BC7F94"/>
    <w:rsid w:val="00BD17A6"/>
    <w:rsid w:val="00BE4E17"/>
    <w:rsid w:val="00C05BAF"/>
    <w:rsid w:val="00C27666"/>
    <w:rsid w:val="00C27BB1"/>
    <w:rsid w:val="00C4014E"/>
    <w:rsid w:val="00C54A7F"/>
    <w:rsid w:val="00C674B4"/>
    <w:rsid w:val="00C71728"/>
    <w:rsid w:val="00C7658A"/>
    <w:rsid w:val="00C77162"/>
    <w:rsid w:val="00C84197"/>
    <w:rsid w:val="00C91565"/>
    <w:rsid w:val="00C92FC9"/>
    <w:rsid w:val="00CB4AB7"/>
    <w:rsid w:val="00CC1FD9"/>
    <w:rsid w:val="00CD5D12"/>
    <w:rsid w:val="00CE2C4E"/>
    <w:rsid w:val="00CE70B9"/>
    <w:rsid w:val="00D0212E"/>
    <w:rsid w:val="00D02E64"/>
    <w:rsid w:val="00D061BA"/>
    <w:rsid w:val="00D266C9"/>
    <w:rsid w:val="00D26EA4"/>
    <w:rsid w:val="00D321D6"/>
    <w:rsid w:val="00D36218"/>
    <w:rsid w:val="00D37BAD"/>
    <w:rsid w:val="00D43F7D"/>
    <w:rsid w:val="00D53021"/>
    <w:rsid w:val="00D72668"/>
    <w:rsid w:val="00D74354"/>
    <w:rsid w:val="00D85AA0"/>
    <w:rsid w:val="00D86AA3"/>
    <w:rsid w:val="00D94221"/>
    <w:rsid w:val="00DA045F"/>
    <w:rsid w:val="00DC2129"/>
    <w:rsid w:val="00DC5C64"/>
    <w:rsid w:val="00DD3E78"/>
    <w:rsid w:val="00DE4F80"/>
    <w:rsid w:val="00DF76FE"/>
    <w:rsid w:val="00E0171D"/>
    <w:rsid w:val="00E06D18"/>
    <w:rsid w:val="00E304A2"/>
    <w:rsid w:val="00E43035"/>
    <w:rsid w:val="00E47EBE"/>
    <w:rsid w:val="00E56D04"/>
    <w:rsid w:val="00E62942"/>
    <w:rsid w:val="00E635EE"/>
    <w:rsid w:val="00E7321C"/>
    <w:rsid w:val="00E76232"/>
    <w:rsid w:val="00E84580"/>
    <w:rsid w:val="00E8657D"/>
    <w:rsid w:val="00EB05F2"/>
    <w:rsid w:val="00EB0799"/>
    <w:rsid w:val="00EB55AA"/>
    <w:rsid w:val="00EB7CFE"/>
    <w:rsid w:val="00EC0198"/>
    <w:rsid w:val="00EC0733"/>
    <w:rsid w:val="00EC2267"/>
    <w:rsid w:val="00ED20BF"/>
    <w:rsid w:val="00ED2ED3"/>
    <w:rsid w:val="00ED7E4C"/>
    <w:rsid w:val="00EE66EE"/>
    <w:rsid w:val="00EE745A"/>
    <w:rsid w:val="00EF4F64"/>
    <w:rsid w:val="00F10F82"/>
    <w:rsid w:val="00F145AB"/>
    <w:rsid w:val="00F3487E"/>
    <w:rsid w:val="00F4500E"/>
    <w:rsid w:val="00F47E34"/>
    <w:rsid w:val="00F662F5"/>
    <w:rsid w:val="00F70093"/>
    <w:rsid w:val="00F82BD9"/>
    <w:rsid w:val="00F84D65"/>
    <w:rsid w:val="00F863FB"/>
    <w:rsid w:val="00F86F06"/>
    <w:rsid w:val="00FA009E"/>
    <w:rsid w:val="00FB668D"/>
    <w:rsid w:val="00FD1F5D"/>
    <w:rsid w:val="00FD6185"/>
    <w:rsid w:val="00FD73BF"/>
    <w:rsid w:val="00FF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aliases w:val="Nad,Odstavec_muj,Název grafu,nad 1,Conclusion de partie,List Paragraph,List Paragraph1,_Odstavec se seznamem,List Paragraph (Czech Tourism),A-Odrážky1,Odstavec_muj1,Odstavec_muj2,Odstavec_muj3,Nad1,Odstavec_muj4,Nad2,List Paragraph2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,List Paragraph (Czech Tourism) Char,A-Odrážky1 Char,Odstavec_muj1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Props1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118</TotalTime>
  <Pages>1</Pages>
  <Words>238</Words>
  <Characters>1406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Kapucián Aleš</cp:lastModifiedBy>
  <cp:revision>56</cp:revision>
  <cp:lastPrinted>2025-02-25T12:21:00Z</cp:lastPrinted>
  <dcterms:created xsi:type="dcterms:W3CDTF">2025-03-05T15:12:00Z</dcterms:created>
  <dcterms:modified xsi:type="dcterms:W3CDTF">2025-07-03T07:36:00Z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