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7509D035" w14:textId="77777777" w:rsidR="00BC6A47" w:rsidRPr="000304B9" w:rsidRDefault="00BC6A47" w:rsidP="00F17C05">
      <w:pPr>
        <w:spacing w:before="240" w:after="120"/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0304B9">
        <w:rPr>
          <w:rFonts w:ascii="Arial" w:hAnsi="Arial" w:cs="Arial"/>
          <w:b/>
          <w:color w:val="0070C0"/>
          <w:sz w:val="32"/>
          <w:szCs w:val="32"/>
        </w:rPr>
        <w:t>Termíny zasedání Rady pro výzkum, vývoj a inovace</w:t>
      </w:r>
    </w:p>
    <w:p w14:paraId="5D1281DF" w14:textId="0DDAFD75" w:rsidR="00BC6A47" w:rsidRDefault="00BC6A47" w:rsidP="00F17C05">
      <w:pPr>
        <w:spacing w:before="120" w:after="240"/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0304B9">
        <w:rPr>
          <w:rFonts w:ascii="Arial" w:hAnsi="Arial" w:cs="Arial"/>
          <w:b/>
          <w:color w:val="0070C0"/>
          <w:sz w:val="32"/>
          <w:szCs w:val="32"/>
        </w:rPr>
        <w:t>v roce 20</w:t>
      </w:r>
      <w:r>
        <w:rPr>
          <w:rFonts w:ascii="Arial" w:hAnsi="Arial" w:cs="Arial"/>
          <w:b/>
          <w:color w:val="0070C0"/>
          <w:sz w:val="32"/>
          <w:szCs w:val="32"/>
        </w:rPr>
        <w:t>2</w:t>
      </w:r>
      <w:r w:rsidR="00F17C05">
        <w:rPr>
          <w:rFonts w:ascii="Arial" w:hAnsi="Arial" w:cs="Arial"/>
          <w:b/>
          <w:color w:val="0070C0"/>
          <w:sz w:val="32"/>
          <w:szCs w:val="32"/>
        </w:rPr>
        <w:t>6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C6A47" w14:paraId="1C626CD8" w14:textId="77777777" w:rsidTr="00B12A5B">
        <w:trPr>
          <w:trHeight w:val="617"/>
        </w:trPr>
        <w:tc>
          <w:tcPr>
            <w:tcW w:w="3070" w:type="dxa"/>
            <w:shd w:val="clear" w:color="auto" w:fill="D9D9D9" w:themeFill="background1" w:themeFillShade="D9"/>
          </w:tcPr>
          <w:p w14:paraId="2A0D3C74" w14:textId="77777777" w:rsidR="00BC6A47" w:rsidRPr="00E472B4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472B4">
              <w:rPr>
                <w:rFonts w:ascii="Arial" w:hAnsi="Arial" w:cs="Arial"/>
                <w:b/>
                <w:sz w:val="28"/>
                <w:szCs w:val="28"/>
              </w:rPr>
              <w:t>Termín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14:paraId="58D4EBF5" w14:textId="77777777" w:rsidR="00BC6A47" w:rsidRPr="00E472B4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472B4">
              <w:rPr>
                <w:rFonts w:ascii="Arial" w:hAnsi="Arial" w:cs="Arial"/>
                <w:b/>
                <w:sz w:val="28"/>
                <w:szCs w:val="28"/>
              </w:rPr>
              <w:t>Číslo zasedání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14:paraId="7B6CEA38" w14:textId="77777777" w:rsidR="00BC6A47" w:rsidRPr="00E472B4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472B4">
              <w:rPr>
                <w:rFonts w:ascii="Arial" w:hAnsi="Arial" w:cs="Arial"/>
                <w:b/>
                <w:sz w:val="28"/>
                <w:szCs w:val="28"/>
              </w:rPr>
              <w:t>Čas</w:t>
            </w:r>
          </w:p>
        </w:tc>
      </w:tr>
      <w:tr w:rsidR="00BC6A47" w14:paraId="4B7F5631" w14:textId="77777777" w:rsidTr="00B12A5B">
        <w:tc>
          <w:tcPr>
            <w:tcW w:w="3070" w:type="dxa"/>
            <w:vAlign w:val="center"/>
          </w:tcPr>
          <w:p w14:paraId="06F64FBF" w14:textId="428E476C" w:rsidR="00BC6A47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7F59B4">
              <w:rPr>
                <w:rFonts w:ascii="Arial" w:hAnsi="Arial" w:cs="Arial"/>
                <w:b/>
                <w:sz w:val="28"/>
                <w:szCs w:val="28"/>
              </w:rPr>
              <w:t>0</w:t>
            </w:r>
            <w:r>
              <w:rPr>
                <w:rFonts w:ascii="Arial" w:hAnsi="Arial" w:cs="Arial"/>
                <w:b/>
                <w:sz w:val="28"/>
                <w:szCs w:val="28"/>
              </w:rPr>
              <w:t>. ledna</w:t>
            </w:r>
          </w:p>
        </w:tc>
        <w:tc>
          <w:tcPr>
            <w:tcW w:w="3071" w:type="dxa"/>
            <w:vAlign w:val="center"/>
          </w:tcPr>
          <w:p w14:paraId="325E0B7C" w14:textId="0D459FE4" w:rsidR="00BC6A47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F17C05">
              <w:rPr>
                <w:rFonts w:ascii="Arial" w:hAnsi="Arial" w:cs="Arial"/>
                <w:b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sz w:val="28"/>
                <w:szCs w:val="28"/>
              </w:rPr>
              <w:t>8. zasedání</w:t>
            </w:r>
          </w:p>
        </w:tc>
        <w:tc>
          <w:tcPr>
            <w:tcW w:w="3071" w:type="dxa"/>
            <w:vAlign w:val="center"/>
          </w:tcPr>
          <w:p w14:paraId="5CEB5742" w14:textId="77777777" w:rsidR="00BC6A47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BC6A47" w14:paraId="32B03628" w14:textId="77777777" w:rsidTr="00B12A5B">
        <w:tc>
          <w:tcPr>
            <w:tcW w:w="3070" w:type="dxa"/>
            <w:vAlign w:val="center"/>
          </w:tcPr>
          <w:p w14:paraId="6F1A801F" w14:textId="06E227CC" w:rsidR="00BC6A47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7F59B4">
              <w:rPr>
                <w:rFonts w:ascii="Arial" w:hAnsi="Arial" w:cs="Arial"/>
                <w:b/>
                <w:sz w:val="28"/>
                <w:szCs w:val="28"/>
              </w:rPr>
              <w:t>7</w:t>
            </w:r>
            <w:r>
              <w:rPr>
                <w:rFonts w:ascii="Arial" w:hAnsi="Arial" w:cs="Arial"/>
                <w:b/>
                <w:sz w:val="28"/>
                <w:szCs w:val="28"/>
              </w:rPr>
              <w:t>. února</w:t>
            </w:r>
          </w:p>
        </w:tc>
        <w:tc>
          <w:tcPr>
            <w:tcW w:w="3071" w:type="dxa"/>
            <w:vAlign w:val="center"/>
          </w:tcPr>
          <w:p w14:paraId="66B21BCC" w14:textId="61E0F8DD" w:rsidR="00BC6A47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F17C05">
              <w:rPr>
                <w:rFonts w:ascii="Arial" w:hAnsi="Arial" w:cs="Arial"/>
                <w:b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sz w:val="28"/>
                <w:szCs w:val="28"/>
              </w:rPr>
              <w:t>9. zasedání</w:t>
            </w:r>
          </w:p>
        </w:tc>
        <w:tc>
          <w:tcPr>
            <w:tcW w:w="3071" w:type="dxa"/>
          </w:tcPr>
          <w:p w14:paraId="59E148BC" w14:textId="77777777" w:rsidR="00BC6A47" w:rsidRPr="00274A28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BC6A47" w14:paraId="47D412C1" w14:textId="77777777" w:rsidTr="00B12A5B">
        <w:tc>
          <w:tcPr>
            <w:tcW w:w="3070" w:type="dxa"/>
            <w:vAlign w:val="center"/>
          </w:tcPr>
          <w:p w14:paraId="2D1A588D" w14:textId="5D16206E" w:rsidR="00BC6A47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7F59B4">
              <w:rPr>
                <w:rFonts w:ascii="Arial" w:hAnsi="Arial" w:cs="Arial"/>
                <w:b/>
                <w:sz w:val="28"/>
                <w:szCs w:val="28"/>
              </w:rPr>
              <w:t>7</w:t>
            </w:r>
            <w:r>
              <w:rPr>
                <w:rFonts w:ascii="Arial" w:hAnsi="Arial" w:cs="Arial"/>
                <w:b/>
                <w:sz w:val="28"/>
                <w:szCs w:val="28"/>
              </w:rPr>
              <w:t>. března</w:t>
            </w:r>
          </w:p>
        </w:tc>
        <w:tc>
          <w:tcPr>
            <w:tcW w:w="3071" w:type="dxa"/>
            <w:vAlign w:val="center"/>
          </w:tcPr>
          <w:p w14:paraId="66C3DFA7" w14:textId="480179C5" w:rsidR="00BC6A47" w:rsidRPr="00B45054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F17C05">
              <w:rPr>
                <w:rFonts w:ascii="Arial" w:hAnsi="Arial" w:cs="Arial"/>
                <w:b/>
                <w:sz w:val="28"/>
                <w:szCs w:val="28"/>
              </w:rPr>
              <w:t>2</w:t>
            </w:r>
            <w:r>
              <w:rPr>
                <w:rFonts w:ascii="Arial" w:hAnsi="Arial" w:cs="Arial"/>
                <w:b/>
                <w:sz w:val="28"/>
                <w:szCs w:val="28"/>
              </w:rPr>
              <w:t>0. zasedání</w:t>
            </w:r>
          </w:p>
        </w:tc>
        <w:tc>
          <w:tcPr>
            <w:tcW w:w="3071" w:type="dxa"/>
          </w:tcPr>
          <w:p w14:paraId="0367FFFC" w14:textId="77777777" w:rsidR="00BC6A47" w:rsidRPr="00274A28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BC6A47" w14:paraId="6BC45CCD" w14:textId="77777777" w:rsidTr="00B12A5B">
        <w:tc>
          <w:tcPr>
            <w:tcW w:w="3070" w:type="dxa"/>
            <w:vAlign w:val="center"/>
          </w:tcPr>
          <w:p w14:paraId="2DE05666" w14:textId="1E8147D7" w:rsidR="00BC6A47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7F59B4">
              <w:rPr>
                <w:rFonts w:ascii="Arial" w:hAnsi="Arial" w:cs="Arial"/>
                <w:b/>
                <w:sz w:val="28"/>
                <w:szCs w:val="28"/>
              </w:rPr>
              <w:t>4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. dubna </w:t>
            </w:r>
          </w:p>
        </w:tc>
        <w:tc>
          <w:tcPr>
            <w:tcW w:w="3071" w:type="dxa"/>
            <w:vAlign w:val="center"/>
          </w:tcPr>
          <w:p w14:paraId="125F4A32" w14:textId="28C1DAD8" w:rsidR="00BC6A47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F17C05">
              <w:rPr>
                <w:rFonts w:ascii="Arial" w:hAnsi="Arial" w:cs="Arial"/>
                <w:b/>
                <w:sz w:val="28"/>
                <w:szCs w:val="28"/>
              </w:rPr>
              <w:t>2</w:t>
            </w:r>
            <w:r>
              <w:rPr>
                <w:rFonts w:ascii="Arial" w:hAnsi="Arial" w:cs="Arial"/>
                <w:b/>
                <w:sz w:val="28"/>
                <w:szCs w:val="28"/>
              </w:rPr>
              <w:t>1. zasedání</w:t>
            </w:r>
          </w:p>
        </w:tc>
        <w:tc>
          <w:tcPr>
            <w:tcW w:w="3071" w:type="dxa"/>
          </w:tcPr>
          <w:p w14:paraId="6CAE0A0C" w14:textId="77777777" w:rsidR="00BC6A47" w:rsidRPr="00274A28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BC6A47" w14:paraId="10262A1C" w14:textId="77777777" w:rsidTr="00B12A5B">
        <w:tc>
          <w:tcPr>
            <w:tcW w:w="3070" w:type="dxa"/>
            <w:vAlign w:val="center"/>
          </w:tcPr>
          <w:p w14:paraId="67291AC8" w14:textId="4713693F" w:rsidR="00BC6A47" w:rsidRPr="00B45054" w:rsidRDefault="007F59B4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29</w:t>
            </w:r>
            <w:r w:rsidR="00BC6A47">
              <w:rPr>
                <w:rFonts w:ascii="Arial" w:hAnsi="Arial" w:cs="Arial"/>
                <w:b/>
                <w:sz w:val="28"/>
                <w:szCs w:val="28"/>
              </w:rPr>
              <w:t>. května</w:t>
            </w:r>
          </w:p>
        </w:tc>
        <w:tc>
          <w:tcPr>
            <w:tcW w:w="3071" w:type="dxa"/>
            <w:vAlign w:val="center"/>
          </w:tcPr>
          <w:p w14:paraId="2EF563AB" w14:textId="73AEB95F" w:rsidR="00BC6A47" w:rsidRPr="00B45054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F17C05">
              <w:rPr>
                <w:rFonts w:ascii="Arial" w:hAnsi="Arial" w:cs="Arial"/>
                <w:b/>
                <w:sz w:val="28"/>
                <w:szCs w:val="28"/>
              </w:rPr>
              <w:t>2</w:t>
            </w: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3071" w:type="dxa"/>
          </w:tcPr>
          <w:p w14:paraId="16FD5803" w14:textId="77777777" w:rsidR="00BC6A47" w:rsidRPr="00274A28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BC6A47" w14:paraId="552128E7" w14:textId="77777777" w:rsidTr="00B12A5B">
        <w:tc>
          <w:tcPr>
            <w:tcW w:w="3070" w:type="dxa"/>
            <w:vAlign w:val="center"/>
          </w:tcPr>
          <w:p w14:paraId="232A1E6F" w14:textId="3DF4023B" w:rsidR="00BC6A47" w:rsidRPr="00B45054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7F59B4"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červ</w:t>
            </w:r>
            <w:r>
              <w:rPr>
                <w:rFonts w:ascii="Arial" w:hAnsi="Arial" w:cs="Arial"/>
                <w:b/>
                <w:sz w:val="28"/>
                <w:szCs w:val="28"/>
              </w:rPr>
              <w:t>na</w:t>
            </w:r>
          </w:p>
        </w:tc>
        <w:tc>
          <w:tcPr>
            <w:tcW w:w="3071" w:type="dxa"/>
            <w:vAlign w:val="center"/>
          </w:tcPr>
          <w:p w14:paraId="21DE4CE3" w14:textId="558EAFB2" w:rsidR="00BC6A47" w:rsidRPr="00B45054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F17C05">
              <w:rPr>
                <w:rFonts w:ascii="Arial" w:hAnsi="Arial" w:cs="Arial"/>
                <w:b/>
                <w:sz w:val="28"/>
                <w:szCs w:val="28"/>
              </w:rPr>
              <w:t>2</w:t>
            </w: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3071" w:type="dxa"/>
          </w:tcPr>
          <w:p w14:paraId="68385BA8" w14:textId="77777777" w:rsidR="00BC6A47" w:rsidRPr="00274A28" w:rsidRDefault="00BC6A47" w:rsidP="00B12A5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C03B0B" w14:paraId="171C725B" w14:textId="77777777" w:rsidTr="00B12A5B">
        <w:tc>
          <w:tcPr>
            <w:tcW w:w="3070" w:type="dxa"/>
            <w:vAlign w:val="center"/>
          </w:tcPr>
          <w:p w14:paraId="742AFCD5" w14:textId="48D8D51A" w:rsidR="00C03B0B" w:rsidRDefault="00C03B0B" w:rsidP="00C03B0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18</w:t>
            </w:r>
            <w:r>
              <w:rPr>
                <w:rFonts w:ascii="Arial" w:hAnsi="Arial" w:cs="Arial"/>
                <w:b/>
                <w:sz w:val="28"/>
                <w:szCs w:val="28"/>
              </w:rPr>
              <w:t>. září</w:t>
            </w:r>
          </w:p>
        </w:tc>
        <w:tc>
          <w:tcPr>
            <w:tcW w:w="3071" w:type="dxa"/>
            <w:vAlign w:val="center"/>
          </w:tcPr>
          <w:p w14:paraId="30326C32" w14:textId="6E437CE2" w:rsidR="00C03B0B" w:rsidRPr="00AB5736" w:rsidRDefault="00C03B0B" w:rsidP="00C03B0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424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3071" w:type="dxa"/>
          </w:tcPr>
          <w:p w14:paraId="196D7489" w14:textId="77777777" w:rsidR="00C03B0B" w:rsidRPr="00274A28" w:rsidRDefault="00C03B0B" w:rsidP="00C03B0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C03B0B" w14:paraId="7266F139" w14:textId="77777777" w:rsidTr="00B12A5B">
        <w:tc>
          <w:tcPr>
            <w:tcW w:w="3070" w:type="dxa"/>
            <w:vAlign w:val="center"/>
          </w:tcPr>
          <w:p w14:paraId="395BC495" w14:textId="3EA63392" w:rsidR="00C03B0B" w:rsidRPr="00881A07" w:rsidRDefault="00C03B0B" w:rsidP="00C03B0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16</w:t>
            </w:r>
            <w:r w:rsidRPr="00932AB5">
              <w:rPr>
                <w:rFonts w:ascii="Arial" w:hAnsi="Arial" w:cs="Arial"/>
                <w:b/>
                <w:sz w:val="28"/>
                <w:szCs w:val="28"/>
              </w:rPr>
              <w:t>. října</w:t>
            </w:r>
            <w:r w:rsidRPr="00DE2D5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71" w:type="dxa"/>
            <w:vAlign w:val="center"/>
          </w:tcPr>
          <w:p w14:paraId="10915276" w14:textId="6DE02A34" w:rsidR="00C03B0B" w:rsidRPr="00881A07" w:rsidRDefault="00C03B0B" w:rsidP="00C03B0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425</w:t>
            </w:r>
            <w:r w:rsidRPr="00881A07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3071" w:type="dxa"/>
          </w:tcPr>
          <w:p w14:paraId="3215338A" w14:textId="77777777" w:rsidR="00C03B0B" w:rsidRPr="00274A28" w:rsidRDefault="00C03B0B" w:rsidP="00C03B0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C03B0B" w14:paraId="57F90340" w14:textId="77777777" w:rsidTr="00B12A5B">
        <w:tc>
          <w:tcPr>
            <w:tcW w:w="3070" w:type="dxa"/>
            <w:vAlign w:val="center"/>
          </w:tcPr>
          <w:p w14:paraId="72410B78" w14:textId="02D2E616" w:rsidR="00C03B0B" w:rsidRPr="00DE2D53" w:rsidRDefault="00C03B0B" w:rsidP="00C03B0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listopad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u </w:t>
            </w:r>
          </w:p>
        </w:tc>
        <w:tc>
          <w:tcPr>
            <w:tcW w:w="3071" w:type="dxa"/>
            <w:vAlign w:val="center"/>
          </w:tcPr>
          <w:p w14:paraId="4461ECDC" w14:textId="4BC0120A" w:rsidR="00C03B0B" w:rsidRPr="00B45054" w:rsidRDefault="00C03B0B" w:rsidP="00C03B0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426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3071" w:type="dxa"/>
          </w:tcPr>
          <w:p w14:paraId="7BC88DE8" w14:textId="77777777" w:rsidR="00C03B0B" w:rsidRPr="00274A28" w:rsidRDefault="00C03B0B" w:rsidP="00C03B0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C03B0B" w14:paraId="2C78EC6C" w14:textId="77777777" w:rsidTr="00B12A5B">
        <w:tc>
          <w:tcPr>
            <w:tcW w:w="3070" w:type="dxa"/>
            <w:vAlign w:val="center"/>
          </w:tcPr>
          <w:p w14:paraId="06FEA5C4" w14:textId="01CF39D7" w:rsidR="00C03B0B" w:rsidRPr="00B45054" w:rsidRDefault="00C03B0B" w:rsidP="00C03B0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prosin</w:t>
            </w:r>
            <w:r>
              <w:rPr>
                <w:rFonts w:ascii="Arial" w:hAnsi="Arial" w:cs="Arial"/>
                <w:b/>
                <w:sz w:val="28"/>
                <w:szCs w:val="28"/>
              </w:rPr>
              <w:t>ce (Vánoce)</w:t>
            </w:r>
          </w:p>
        </w:tc>
        <w:tc>
          <w:tcPr>
            <w:tcW w:w="3071" w:type="dxa"/>
            <w:vAlign w:val="center"/>
          </w:tcPr>
          <w:p w14:paraId="7229F8D0" w14:textId="445BB95F" w:rsidR="00C03B0B" w:rsidRPr="00B45054" w:rsidRDefault="00C03B0B" w:rsidP="00C03B0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427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3071" w:type="dxa"/>
          </w:tcPr>
          <w:p w14:paraId="4F3B2EA2" w14:textId="77777777" w:rsidR="00C03B0B" w:rsidRPr="00274A28" w:rsidRDefault="00C03B0B" w:rsidP="00C03B0B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</w:tbl>
    <w:p w14:paraId="280A7DBD" w14:textId="77777777" w:rsidR="00BC6A47" w:rsidRDefault="00BC6A47" w:rsidP="00BC6A47">
      <w:pPr>
        <w:jc w:val="center"/>
        <w:rPr>
          <w:rFonts w:ascii="Arial" w:hAnsi="Arial" w:cs="Arial"/>
          <w:b/>
          <w:color w:val="0070C0"/>
          <w:sz w:val="32"/>
          <w:szCs w:val="32"/>
        </w:rPr>
      </w:pPr>
    </w:p>
    <w:p w14:paraId="35867C53" w14:textId="77777777" w:rsidR="00BC6A47" w:rsidRPr="000304B9" w:rsidRDefault="00BC6A47" w:rsidP="00BC6A47">
      <w:pPr>
        <w:jc w:val="center"/>
        <w:rPr>
          <w:rFonts w:ascii="Arial" w:hAnsi="Arial" w:cs="Arial"/>
          <w:color w:val="0070C0"/>
          <w:sz w:val="32"/>
          <w:szCs w:val="32"/>
          <w:u w:val="single"/>
        </w:rPr>
      </w:pPr>
    </w:p>
    <w:p w14:paraId="350D94E4" w14:textId="77777777" w:rsidR="000C7099" w:rsidRPr="006C4CB9" w:rsidRDefault="000C7099" w:rsidP="00394D13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21AB7E87" w14:textId="77777777" w:rsidR="008D3D31" w:rsidRPr="00493CD2" w:rsidRDefault="008D3D31" w:rsidP="00493CD2">
      <w:p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8D3D31" w:rsidRPr="00493CD2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AE098" w14:textId="77777777" w:rsidR="00B120CD" w:rsidRDefault="00B120CD" w:rsidP="008F77F6">
      <w:r>
        <w:separator/>
      </w:r>
    </w:p>
  </w:endnote>
  <w:endnote w:type="continuationSeparator" w:id="0">
    <w:p w14:paraId="142E5119" w14:textId="77777777"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7824A314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108291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3F55A8E8" wp14:editId="239F17B5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A87D66B" id="Přímá spojnic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Název materiálu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4937CD46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08BAF7D" wp14:editId="06298CC5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AF85C7" id="Přímá spojnic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0288" behindDoc="0" locked="0" layoutInCell="1" allowOverlap="1" wp14:anchorId="29CB5487" wp14:editId="030A27DA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22B3C19" id="Přímá spojnic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827E5C" w:rsidRPr="00827E5C">
                  <w:rPr>
                    <w:rFonts w:ascii="Arial" w:hAnsi="Arial" w:cs="Arial"/>
                    <w:sz w:val="16"/>
                    <w:szCs w:val="16"/>
                  </w:rPr>
                  <w:t>Termíny zasedání Rady pro výzkum, vývoj a inovace v roce 2026</w:t>
                </w:r>
                <w:r w:rsidR="00827E5C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Pr="00827E5C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="00565C2A">
                  <w:rPr>
                    <w:rFonts w:ascii="Arial" w:hAnsi="Arial" w:cs="Arial"/>
                    <w:sz w:val="16"/>
                    <w:szCs w:val="16"/>
                  </w:rPr>
                  <w:t xml:space="preserve">Lenka </w:t>
                </w:r>
                <w:r w:rsidR="00827E5C" w:rsidRPr="00827E5C">
                  <w:rPr>
                    <w:rFonts w:ascii="Arial" w:hAnsi="Arial" w:cs="Arial"/>
                    <w:sz w:val="16"/>
                    <w:szCs w:val="16"/>
                  </w:rPr>
                  <w:t>Schäfer</w:t>
                </w:r>
                <w:r w:rsidR="00C03B0B">
                  <w:rPr>
                    <w:rFonts w:ascii="Arial" w:hAnsi="Arial" w:cs="Arial"/>
                    <w:sz w:val="16"/>
                    <w:szCs w:val="16"/>
                  </w:rPr>
                  <w:t>, 12.05.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E4DA4" w14:textId="77777777" w:rsidR="00B120CD" w:rsidRDefault="00B120CD" w:rsidP="008F77F6">
      <w:r>
        <w:separator/>
      </w:r>
    </w:p>
  </w:footnote>
  <w:footnote w:type="continuationSeparator" w:id="0">
    <w:p w14:paraId="735631FF" w14:textId="77777777" w:rsidR="00B120CD" w:rsidRDefault="00B120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0CFB6566" wp14:editId="7605D45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69162788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A50F85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3/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B</w:t>
                          </w:r>
                          <w:r w:rsidR="00A50F85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660288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69162788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A50F85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3/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B</w:t>
                    </w:r>
                    <w:r w:rsidR="00A50F85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5168" behindDoc="1" locked="1" layoutInCell="1" allowOverlap="0" wp14:anchorId="4D58D5A3" wp14:editId="182F9F7A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4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19"/>
  </w:num>
  <w:num w:numId="11" w16cid:durableId="90128545">
    <w:abstractNumId w:val="17"/>
  </w:num>
  <w:num w:numId="12" w16cid:durableId="778766677">
    <w:abstractNumId w:val="20"/>
  </w:num>
  <w:num w:numId="13" w16cid:durableId="167139912">
    <w:abstractNumId w:val="16"/>
  </w:num>
  <w:num w:numId="14" w16cid:durableId="305205252">
    <w:abstractNumId w:val="23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4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2"/>
  </w:num>
  <w:num w:numId="22" w16cid:durableId="99686336">
    <w:abstractNumId w:val="21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63AD4"/>
    <w:rsid w:val="00176933"/>
    <w:rsid w:val="00183C16"/>
    <w:rsid w:val="00193DBE"/>
    <w:rsid w:val="001942F6"/>
    <w:rsid w:val="00197C0D"/>
    <w:rsid w:val="001A24A6"/>
    <w:rsid w:val="001A6585"/>
    <w:rsid w:val="001B02AB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877E4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2726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65C2A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A6DE4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7F59B4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27E5C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1F1"/>
    <w:rsid w:val="008F262B"/>
    <w:rsid w:val="008F330B"/>
    <w:rsid w:val="008F77F6"/>
    <w:rsid w:val="0090049F"/>
    <w:rsid w:val="009008AA"/>
    <w:rsid w:val="0090403F"/>
    <w:rsid w:val="00904141"/>
    <w:rsid w:val="0090482F"/>
    <w:rsid w:val="009227B5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0F85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3515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6A47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3B0B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0EF1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17C0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72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44</cp:revision>
  <cp:lastPrinted>2020-10-29T10:28:00Z</cp:lastPrinted>
  <dcterms:created xsi:type="dcterms:W3CDTF">2022-08-17T06:35:00Z</dcterms:created>
  <dcterms:modified xsi:type="dcterms:W3CDTF">2025-05-12T09:13:00Z</dcterms:modified>
</cp:coreProperties>
</file>