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14:paraId="499FAA86" w14:textId="77777777" w:rsidTr="004754FB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35C6F69" w14:textId="415EA6D8" w:rsidR="00A4121D" w:rsidRPr="004244EA" w:rsidRDefault="006F25C1" w:rsidP="003C598C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25C1">
              <w:rPr>
                <w:rFonts w:ascii="Arial" w:hAnsi="Arial" w:cs="Arial"/>
                <w:b/>
                <w:color w:val="0070C0"/>
                <w:sz w:val="28"/>
                <w:szCs w:val="28"/>
              </w:rPr>
              <w:t>Doporučení pro poskytovatele k aplikaci postupů otevřené vědy – ve spolupráci s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6F25C1">
              <w:rPr>
                <w:rFonts w:ascii="Arial" w:hAnsi="Arial" w:cs="Arial"/>
                <w:b/>
                <w:color w:val="0070C0"/>
                <w:sz w:val="28"/>
                <w:szCs w:val="28"/>
              </w:rPr>
              <w:t>NTK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6C2B065A" w14:textId="2A9A0822" w:rsidR="008F0FA9" w:rsidRPr="00BD10A2" w:rsidRDefault="003C598C" w:rsidP="00EA071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407</w:t>
            </w:r>
            <w:r w:rsidR="00F20A0A" w:rsidRPr="002E608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1A410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3EA5CA08" w14:textId="77777777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D5DAC07" w14:textId="77777777" w:rsidR="008F77F6" w:rsidRPr="00BD10A2" w:rsidRDefault="00142827" w:rsidP="0048171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37084DB" w14:textId="10A08643" w:rsidR="008F77F6" w:rsidRPr="00142827" w:rsidRDefault="000D4E44" w:rsidP="0048171D">
            <w:pPr>
              <w:spacing w:before="120" w:after="120"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PhDr. Pavel Doleček, Ph.D.</w:t>
            </w:r>
          </w:p>
        </w:tc>
      </w:tr>
      <w:tr w:rsidR="008F77F6" w:rsidRPr="0066382C" w14:paraId="71A14C1D" w14:textId="77777777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9447423" w14:textId="77777777" w:rsidR="008F77F6" w:rsidRPr="00BD10A2" w:rsidRDefault="008F77F6" w:rsidP="0048171D">
            <w:pPr>
              <w:spacing w:before="120" w:after="120" w:line="276" w:lineRule="auto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2285DBF" w14:textId="0271C133" w:rsidR="008F77F6" w:rsidRPr="00BD10A2" w:rsidRDefault="00D27965" w:rsidP="0048171D">
            <w:pPr>
              <w:spacing w:before="120" w:after="120"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27965">
              <w:rPr>
                <w:rFonts w:ascii="Arial" w:hAnsi="Arial" w:cs="Arial"/>
                <w:i/>
                <w:sz w:val="22"/>
                <w:szCs w:val="22"/>
              </w:rPr>
              <w:t>Oddělení zajištění činnosti Rady pro výzkum, vývoj a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D27965">
              <w:rPr>
                <w:rFonts w:ascii="Arial" w:hAnsi="Arial" w:cs="Arial"/>
                <w:i/>
                <w:sz w:val="22"/>
                <w:szCs w:val="22"/>
              </w:rPr>
              <w:t>inovace a publicity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3</w:t>
            </w:r>
            <w:r w:rsidR="0038440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021D3F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AD57A0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="00F20A0A" w:rsidRPr="002E6084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F20A0A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8F77F6" w:rsidRPr="0066382C" w14:paraId="625C968A" w14:textId="77777777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4E3A39" w14:textId="56ADBA5B" w:rsidR="00A9248E" w:rsidRPr="00A9248E" w:rsidRDefault="00A9248E" w:rsidP="00A9248E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4607D40" w14:textId="4F4B2392" w:rsidR="00AD35BB" w:rsidRPr="00277289" w:rsidRDefault="00AD35BB" w:rsidP="0071295D">
            <w:pPr>
              <w:spacing w:before="120" w:after="120" w:line="276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7289">
              <w:rPr>
                <w:rFonts w:ascii="Arial" w:hAnsi="Arial" w:cs="Arial"/>
                <w:sz w:val="22"/>
                <w:szCs w:val="22"/>
              </w:rPr>
              <w:t>Cílem předloženého materiálu je poskytnout poskytovatelům</w:t>
            </w:r>
            <w:r w:rsidR="00700D56" w:rsidRPr="00E0781F">
              <w:rPr>
                <w:rFonts w:ascii="Arial" w:hAnsi="Arial" w:cs="Arial"/>
                <w:sz w:val="22"/>
                <w:szCs w:val="22"/>
              </w:rPr>
              <w:t xml:space="preserve"> pod</w:t>
            </w:r>
            <w:r w:rsidR="00700D56" w:rsidRPr="00277289">
              <w:rPr>
                <w:rFonts w:ascii="Arial" w:hAnsi="Arial" w:cs="Arial"/>
                <w:sz w:val="22"/>
                <w:szCs w:val="22"/>
              </w:rPr>
              <w:t>pory</w:t>
            </w:r>
            <w:r w:rsidR="00EE05B8" w:rsidRPr="002772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05B8" w:rsidRPr="0071295D">
              <w:rPr>
                <w:rFonts w:ascii="Arial" w:hAnsi="Arial" w:cs="Arial"/>
                <w:color w:val="1D1D1B"/>
                <w:sz w:val="22"/>
                <w:szCs w:val="22"/>
              </w:rPr>
              <w:t>(dále jen „poskytovatelé“)</w:t>
            </w:r>
            <w:r w:rsidR="0048171D">
              <w:rPr>
                <w:rFonts w:ascii="Arial" w:hAnsi="Arial" w:cs="Arial"/>
                <w:color w:val="1D1D1B"/>
                <w:sz w:val="22"/>
                <w:szCs w:val="22"/>
              </w:rPr>
              <w:t xml:space="preserve"> </w:t>
            </w:r>
            <w:r w:rsidRPr="00277289">
              <w:rPr>
                <w:rFonts w:ascii="Arial" w:hAnsi="Arial" w:cs="Arial"/>
                <w:sz w:val="22"/>
                <w:szCs w:val="22"/>
              </w:rPr>
              <w:t>a zprostředkovaně tak i</w:t>
            </w:r>
            <w:r w:rsidR="00A9248E" w:rsidRPr="00277289">
              <w:rPr>
                <w:rFonts w:ascii="Arial" w:hAnsi="Arial" w:cs="Arial"/>
                <w:sz w:val="22"/>
                <w:szCs w:val="22"/>
              </w:rPr>
              <w:t> </w:t>
            </w:r>
            <w:r w:rsidRPr="00277289">
              <w:rPr>
                <w:rFonts w:ascii="Arial" w:hAnsi="Arial" w:cs="Arial"/>
                <w:sz w:val="22"/>
                <w:szCs w:val="22"/>
              </w:rPr>
              <w:t>příjemcům</w:t>
            </w:r>
            <w:r w:rsidR="00FF24EA" w:rsidRPr="00277289">
              <w:rPr>
                <w:rFonts w:ascii="Arial" w:hAnsi="Arial" w:cs="Arial"/>
                <w:sz w:val="22"/>
                <w:szCs w:val="22"/>
              </w:rPr>
              <w:t>,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 doporučení k aplikaci otevřené vědy v rámci poskytování podpory na</w:t>
            </w:r>
            <w:r w:rsidR="000C28B4" w:rsidRPr="0071295D">
              <w:rPr>
                <w:rFonts w:ascii="Arial" w:hAnsi="Arial" w:cs="Arial"/>
                <w:color w:val="1D1D1B"/>
                <w:sz w:val="22"/>
                <w:szCs w:val="22"/>
              </w:rPr>
              <w:t xml:space="preserve"> výzkum, vývoj a inovace, </w:t>
            </w:r>
            <w:r w:rsidRPr="00277289">
              <w:rPr>
                <w:rFonts w:ascii="Arial" w:hAnsi="Arial" w:cs="Arial"/>
                <w:sz w:val="22"/>
                <w:szCs w:val="22"/>
              </w:rPr>
              <w:t>zejména v účelové podpo</w:t>
            </w:r>
            <w:r w:rsidR="00B6379A">
              <w:rPr>
                <w:rFonts w:ascii="Arial" w:hAnsi="Arial" w:cs="Arial"/>
                <w:sz w:val="22"/>
                <w:szCs w:val="22"/>
              </w:rPr>
              <w:t>ře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. V současné době se s touto problematikou potýkají poskytovatelé různými způsoby. Potřeba přípravy jednotícího rámce byla identifikována opakovaně, mj. právě v souvislosti s nejasnostmi či odlišnými přístupy poskytovatelů. Doporučení navazuje na setkávání poskytovatelů v rámci platformy </w:t>
            </w:r>
            <w:r w:rsidR="00ED2076" w:rsidRPr="0071295D">
              <w:rPr>
                <w:rFonts w:ascii="Arial" w:hAnsi="Arial" w:cs="Arial"/>
                <w:color w:val="1D1D1B"/>
                <w:sz w:val="22"/>
                <w:szCs w:val="22"/>
              </w:rPr>
              <w:t>Národní technické knihovny (dále jen „NTK“)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, které proběhly již v roce 2023. Tehdejší návrhy na systémové ukotvení problematiky otevřené vědy se nesetkaly s konsenzuálním přijetím. Z toho důvodu došlo k pokračování debaty v rámci Vědecké rady projektu </w:t>
            </w:r>
            <w:r w:rsidR="00E963B0" w:rsidRPr="0071295D">
              <w:rPr>
                <w:rFonts w:ascii="Arial" w:hAnsi="Arial" w:cs="Arial"/>
                <w:color w:val="1D1D1B"/>
                <w:sz w:val="22"/>
                <w:szCs w:val="22"/>
              </w:rPr>
              <w:t>Národní centrum pro informační podporu výzkumu, vývoje a</w:t>
            </w:r>
            <w:r w:rsidR="002F1D13">
              <w:rPr>
                <w:rFonts w:ascii="Arial" w:hAnsi="Arial" w:cs="Arial"/>
                <w:color w:val="1D1D1B"/>
                <w:sz w:val="22"/>
                <w:szCs w:val="22"/>
              </w:rPr>
              <w:t> </w:t>
            </w:r>
            <w:r w:rsidR="00E963B0" w:rsidRPr="0071295D">
              <w:rPr>
                <w:rFonts w:ascii="Arial" w:hAnsi="Arial" w:cs="Arial"/>
                <w:color w:val="1D1D1B"/>
                <w:sz w:val="22"/>
                <w:szCs w:val="22"/>
              </w:rPr>
              <w:t>inovací (</w:t>
            </w:r>
            <w:r w:rsidR="006C1316" w:rsidRPr="0071295D">
              <w:rPr>
                <w:rFonts w:ascii="Arial" w:hAnsi="Arial" w:cs="Arial"/>
                <w:color w:val="1D1D1B"/>
                <w:sz w:val="22"/>
                <w:szCs w:val="22"/>
              </w:rPr>
              <w:t>dále jen „</w:t>
            </w:r>
            <w:r w:rsidR="00E963B0" w:rsidRPr="0071295D">
              <w:rPr>
                <w:rFonts w:ascii="Arial" w:hAnsi="Arial" w:cs="Arial"/>
                <w:color w:val="1D1D1B"/>
                <w:sz w:val="22"/>
                <w:szCs w:val="22"/>
              </w:rPr>
              <w:t>NCIP</w:t>
            </w:r>
            <w:r w:rsidR="006C1316" w:rsidRPr="0071295D">
              <w:rPr>
                <w:rFonts w:ascii="Arial" w:hAnsi="Arial" w:cs="Arial"/>
                <w:color w:val="1D1D1B"/>
                <w:sz w:val="22"/>
                <w:szCs w:val="22"/>
              </w:rPr>
              <w:t>“</w:t>
            </w:r>
            <w:r w:rsidR="00E963B0" w:rsidRPr="0071295D">
              <w:rPr>
                <w:rFonts w:ascii="Arial" w:hAnsi="Arial" w:cs="Arial"/>
                <w:color w:val="1D1D1B"/>
                <w:sz w:val="22"/>
                <w:szCs w:val="22"/>
              </w:rPr>
              <w:t>)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. V mezičase byl jako podkladová analýza současného stavu připraven </w:t>
            </w:r>
            <w:r w:rsidRPr="0048171D">
              <w:rPr>
                <w:rFonts w:ascii="Arial" w:hAnsi="Arial" w:cs="Arial"/>
                <w:i/>
                <w:iCs/>
                <w:sz w:val="22"/>
                <w:szCs w:val="22"/>
              </w:rPr>
              <w:t>Průzkum mezi poskytovateli VaVaI v ČR zaměřený na uplatňování principů Open Science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 (představen na 402. zasedání Rady pro výzkum, vývoj a inovace dne 28. června 2024). Na 4. zasedání Vědecké rady NCIP 16. července 2024 pak bylo přijato usnesení, </w:t>
            </w:r>
            <w:r w:rsidR="00464B20" w:rsidRPr="00277289">
              <w:rPr>
                <w:rFonts w:ascii="Arial" w:hAnsi="Arial" w:cs="Arial"/>
                <w:sz w:val="22"/>
                <w:szCs w:val="22"/>
              </w:rPr>
              <w:t>ve kterém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 Vědecká rada NCIP: </w:t>
            </w:r>
            <w:r w:rsidRPr="0048171D">
              <w:rPr>
                <w:rFonts w:ascii="Arial" w:hAnsi="Arial" w:cs="Arial"/>
                <w:i/>
                <w:iCs/>
                <w:sz w:val="22"/>
                <w:szCs w:val="22"/>
              </w:rPr>
              <w:t>„Pro poskytovatele finanční podpory VaVaI VR doporučuje stanovit minimální set požadavků na Open Science společně s výkladem jejích základních principů a cílů. Jako vyhovující se jeví podoba metodického doporučení.“</w:t>
            </w:r>
          </w:p>
          <w:p w14:paraId="74B1C1E2" w14:textId="03E5B8BA" w:rsidR="00AD35BB" w:rsidRPr="00277289" w:rsidRDefault="00AD35BB" w:rsidP="0071295D">
            <w:pPr>
              <w:spacing w:before="120" w:after="120" w:line="276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7289">
              <w:rPr>
                <w:rFonts w:ascii="Arial" w:hAnsi="Arial" w:cs="Arial"/>
                <w:sz w:val="22"/>
                <w:szCs w:val="22"/>
              </w:rPr>
              <w:t xml:space="preserve">Ve smyslu výše uvedeného doporučení </w:t>
            </w:r>
            <w:r w:rsidR="006C1316" w:rsidRPr="00277289">
              <w:rPr>
                <w:rFonts w:ascii="Arial" w:hAnsi="Arial" w:cs="Arial"/>
                <w:sz w:val="22"/>
                <w:szCs w:val="22"/>
              </w:rPr>
              <w:t>Vědecké rady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 NCIP </w:t>
            </w:r>
            <w:r w:rsidR="000561F1" w:rsidRPr="00277289">
              <w:rPr>
                <w:rFonts w:ascii="Arial" w:hAnsi="Arial" w:cs="Arial"/>
                <w:sz w:val="22"/>
                <w:szCs w:val="22"/>
              </w:rPr>
              <w:t xml:space="preserve">poskytuje 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materiál připravený NTK základní výklad oblasti otevřené vědy ve vztahu k vědeckým publikacím a výzkumným datům. Přidanou hodnotou materiálu je kromě přehledu současné legislativy, koncepčních dokumentů a zasazení do kontextu poskytování podpory i forma jednotného „rozcestníku“ pro další technické a praktické informace. Cílem materiálu je i propojit praxi poskytovatelů s aktuálně běžícími projekty, které se zabývají oblastí otevřené vědy a jejíž výstupy budou významné pro formování veřejných politik v této oblasti (viz </w:t>
            </w:r>
            <w:r w:rsidRPr="00277289">
              <w:rPr>
                <w:rFonts w:ascii="Arial" w:hAnsi="Arial" w:cs="Arial"/>
                <w:sz w:val="22"/>
                <w:szCs w:val="22"/>
              </w:rPr>
              <w:br/>
              <w:t xml:space="preserve">s. 6-7 materiálu). </w:t>
            </w:r>
          </w:p>
          <w:p w14:paraId="4ADA1544" w14:textId="794B733B" w:rsidR="00AD35BB" w:rsidRPr="00277289" w:rsidRDefault="00AD35BB" w:rsidP="0071295D">
            <w:pPr>
              <w:spacing w:before="120" w:after="120" w:line="276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7289">
              <w:rPr>
                <w:rFonts w:ascii="Arial" w:hAnsi="Arial" w:cs="Arial"/>
                <w:sz w:val="22"/>
                <w:szCs w:val="22"/>
              </w:rPr>
              <w:t>Překládaný materiál je výsledkem konzultací NTK se zpravodaji RVVI pro danou oblast a</w:t>
            </w:r>
            <w:r w:rsidR="00A9248E" w:rsidRPr="00277289">
              <w:rPr>
                <w:rFonts w:ascii="Arial" w:hAnsi="Arial" w:cs="Arial"/>
                <w:sz w:val="22"/>
                <w:szCs w:val="22"/>
              </w:rPr>
              <w:t> </w:t>
            </w:r>
            <w:r w:rsidRPr="00277289">
              <w:rPr>
                <w:rFonts w:ascii="Arial" w:hAnsi="Arial" w:cs="Arial"/>
                <w:sz w:val="22"/>
                <w:szCs w:val="22"/>
              </w:rPr>
              <w:t>Úřadem vlády</w:t>
            </w:r>
            <w:r w:rsidR="00277289" w:rsidRPr="002772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289" w:rsidRPr="0071295D">
              <w:rPr>
                <w:rFonts w:ascii="Arial" w:hAnsi="Arial" w:cs="Arial"/>
                <w:color w:val="1D1D1B"/>
                <w:sz w:val="22"/>
                <w:szCs w:val="22"/>
              </w:rPr>
              <w:t>České republiky, konkrétně náměstkem ministra pro vědu, výzkum a inovace dr. Dolečkem</w:t>
            </w:r>
            <w:r w:rsidRPr="0027728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B3DF13E" w14:textId="088EC48B" w:rsidR="00A9248E" w:rsidRPr="00A9248E" w:rsidRDefault="00A9248E" w:rsidP="00A9248E">
            <w:pPr>
              <w:spacing w:before="6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66382C" w14:paraId="4C234D12" w14:textId="77777777" w:rsidTr="00835661">
        <w:trPr>
          <w:trHeight w:val="2487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50813C1" w14:textId="77777777" w:rsidR="00184DE8" w:rsidRDefault="00653406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Příloha</w:t>
            </w:r>
          </w:p>
          <w:p w14:paraId="71EA7F51" w14:textId="673F2D4C" w:rsidR="005F6563" w:rsidRPr="0046113E" w:rsidRDefault="005F6563" w:rsidP="0046113E">
            <w:pPr>
              <w:pStyle w:val="Odstavecseseznamem"/>
              <w:numPr>
                <w:ilvl w:val="0"/>
                <w:numId w:val="43"/>
              </w:numPr>
              <w:spacing w:after="240" w:line="281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6113E">
              <w:rPr>
                <w:rFonts w:ascii="Arial" w:eastAsia="Calibri" w:hAnsi="Arial" w:cs="Arial"/>
                <w:sz w:val="22"/>
                <w:szCs w:val="22"/>
              </w:rPr>
              <w:t>Doporučení pro Poskytovatele finanční podpory VaVaI k aplikaci postupů otevřené vědy v podmínkách národních programů a veřejných soutěží ve výzkumu, vývoji a</w:t>
            </w:r>
            <w:r w:rsidR="0046113E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46113E">
              <w:rPr>
                <w:rFonts w:ascii="Arial" w:eastAsia="Calibri" w:hAnsi="Arial" w:cs="Arial"/>
                <w:sz w:val="22"/>
                <w:szCs w:val="22"/>
              </w:rPr>
              <w:t>inovacích</w:t>
            </w:r>
          </w:p>
        </w:tc>
      </w:tr>
    </w:tbl>
    <w:p w14:paraId="01BFE62A" w14:textId="77777777" w:rsidR="00D42288" w:rsidRDefault="00D42288" w:rsidP="00A9248E"/>
    <w:sectPr w:rsidR="00D422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7FC61" w14:textId="77777777" w:rsidR="00011953" w:rsidRDefault="00011953" w:rsidP="008F77F6">
      <w:r>
        <w:separator/>
      </w:r>
    </w:p>
  </w:endnote>
  <w:endnote w:type="continuationSeparator" w:id="0">
    <w:p w14:paraId="65B3C113" w14:textId="77777777" w:rsidR="00011953" w:rsidRDefault="000119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4691F" w14:textId="77777777" w:rsidR="00011953" w:rsidRDefault="00011953" w:rsidP="008F77F6">
      <w:r>
        <w:separator/>
      </w:r>
    </w:p>
  </w:footnote>
  <w:footnote w:type="continuationSeparator" w:id="0">
    <w:p w14:paraId="571C07C1" w14:textId="77777777" w:rsidR="00011953" w:rsidRDefault="000119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BB5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81FFA4" wp14:editId="663903D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511D35B2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E5946"/>
    <w:multiLevelType w:val="hybridMultilevel"/>
    <w:tmpl w:val="766EC2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C44937"/>
    <w:multiLevelType w:val="hybridMultilevel"/>
    <w:tmpl w:val="CE0A156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8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1256A7"/>
    <w:multiLevelType w:val="hybridMultilevel"/>
    <w:tmpl w:val="287A23B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9" w15:restartNumberingAfterBreak="0">
    <w:nsid w:val="72EF0D48"/>
    <w:multiLevelType w:val="hybridMultilevel"/>
    <w:tmpl w:val="4F8657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42669">
    <w:abstractNumId w:val="1"/>
  </w:num>
  <w:num w:numId="2" w16cid:durableId="491719505">
    <w:abstractNumId w:val="12"/>
  </w:num>
  <w:num w:numId="3" w16cid:durableId="718939514">
    <w:abstractNumId w:val="19"/>
  </w:num>
  <w:num w:numId="4" w16cid:durableId="1855341871">
    <w:abstractNumId w:val="2"/>
  </w:num>
  <w:num w:numId="5" w16cid:durableId="154423460">
    <w:abstractNumId w:val="15"/>
  </w:num>
  <w:num w:numId="6" w16cid:durableId="142623068">
    <w:abstractNumId w:val="20"/>
  </w:num>
  <w:num w:numId="7" w16cid:durableId="2091462035">
    <w:abstractNumId w:val="18"/>
  </w:num>
  <w:num w:numId="8" w16cid:durableId="72705680">
    <w:abstractNumId w:val="14"/>
  </w:num>
  <w:num w:numId="9" w16cid:durableId="1547137295">
    <w:abstractNumId w:val="10"/>
  </w:num>
  <w:num w:numId="10" w16cid:durableId="1589265508">
    <w:abstractNumId w:val="28"/>
  </w:num>
  <w:num w:numId="11" w16cid:durableId="735007264">
    <w:abstractNumId w:val="11"/>
  </w:num>
  <w:num w:numId="12" w16cid:durableId="963579094">
    <w:abstractNumId w:val="33"/>
  </w:num>
  <w:num w:numId="13" w16cid:durableId="1082682493">
    <w:abstractNumId w:val="23"/>
  </w:num>
  <w:num w:numId="14" w16cid:durableId="1548951709">
    <w:abstractNumId w:val="42"/>
  </w:num>
  <w:num w:numId="15" w16cid:durableId="1582107274">
    <w:abstractNumId w:val="30"/>
  </w:num>
  <w:num w:numId="16" w16cid:durableId="1223560051">
    <w:abstractNumId w:val="40"/>
  </w:num>
  <w:num w:numId="17" w16cid:durableId="1586962555">
    <w:abstractNumId w:val="32"/>
  </w:num>
  <w:num w:numId="18" w16cid:durableId="892884142">
    <w:abstractNumId w:val="13"/>
  </w:num>
  <w:num w:numId="19" w16cid:durableId="1089547762">
    <w:abstractNumId w:val="16"/>
  </w:num>
  <w:num w:numId="20" w16cid:durableId="2109694921">
    <w:abstractNumId w:val="7"/>
  </w:num>
  <w:num w:numId="21" w16cid:durableId="85226607">
    <w:abstractNumId w:val="31"/>
  </w:num>
  <w:num w:numId="22" w16cid:durableId="544805">
    <w:abstractNumId w:val="24"/>
  </w:num>
  <w:num w:numId="23" w16cid:durableId="23790376">
    <w:abstractNumId w:val="37"/>
  </w:num>
  <w:num w:numId="24" w16cid:durableId="688600281">
    <w:abstractNumId w:val="38"/>
  </w:num>
  <w:num w:numId="25" w16cid:durableId="600258647">
    <w:abstractNumId w:val="35"/>
  </w:num>
  <w:num w:numId="26" w16cid:durableId="1603567002">
    <w:abstractNumId w:val="21"/>
  </w:num>
  <w:num w:numId="27" w16cid:durableId="697858286">
    <w:abstractNumId w:val="25"/>
  </w:num>
  <w:num w:numId="28" w16cid:durableId="2071994810">
    <w:abstractNumId w:val="36"/>
  </w:num>
  <w:num w:numId="29" w16cid:durableId="1903559908">
    <w:abstractNumId w:val="26"/>
  </w:num>
  <w:num w:numId="30" w16cid:durableId="1642929338">
    <w:abstractNumId w:val="27"/>
  </w:num>
  <w:num w:numId="31" w16cid:durableId="19962913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 w16cid:durableId="1692104930">
    <w:abstractNumId w:val="4"/>
  </w:num>
  <w:num w:numId="33" w16cid:durableId="1119374536">
    <w:abstractNumId w:val="9"/>
  </w:num>
  <w:num w:numId="34" w16cid:durableId="366639902">
    <w:abstractNumId w:val="41"/>
  </w:num>
  <w:num w:numId="35" w16cid:durableId="713383063">
    <w:abstractNumId w:val="34"/>
  </w:num>
  <w:num w:numId="36" w16cid:durableId="1691881903">
    <w:abstractNumId w:val="8"/>
  </w:num>
  <w:num w:numId="37" w16cid:durableId="863833877">
    <w:abstractNumId w:val="17"/>
  </w:num>
  <w:num w:numId="38" w16cid:durableId="553930426">
    <w:abstractNumId w:val="5"/>
  </w:num>
  <w:num w:numId="39" w16cid:durableId="1613435114">
    <w:abstractNumId w:val="3"/>
  </w:num>
  <w:num w:numId="40" w16cid:durableId="1595943133">
    <w:abstractNumId w:val="39"/>
  </w:num>
  <w:num w:numId="41" w16cid:durableId="1628009392">
    <w:abstractNumId w:val="29"/>
  </w:num>
  <w:num w:numId="42" w16cid:durableId="323823325">
    <w:abstractNumId w:val="22"/>
  </w:num>
  <w:num w:numId="43" w16cid:durableId="16700186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3693"/>
    <w:rsid w:val="00005C3B"/>
    <w:rsid w:val="00011953"/>
    <w:rsid w:val="000143E9"/>
    <w:rsid w:val="00015F3E"/>
    <w:rsid w:val="00016D44"/>
    <w:rsid w:val="00016F7A"/>
    <w:rsid w:val="00017C93"/>
    <w:rsid w:val="00017FA2"/>
    <w:rsid w:val="00020FD1"/>
    <w:rsid w:val="00021D3F"/>
    <w:rsid w:val="00023EF1"/>
    <w:rsid w:val="000346A6"/>
    <w:rsid w:val="00034A83"/>
    <w:rsid w:val="00035D67"/>
    <w:rsid w:val="0004029B"/>
    <w:rsid w:val="000406E4"/>
    <w:rsid w:val="00054251"/>
    <w:rsid w:val="00055AE7"/>
    <w:rsid w:val="000561F1"/>
    <w:rsid w:val="00060A99"/>
    <w:rsid w:val="00061775"/>
    <w:rsid w:val="00062F9E"/>
    <w:rsid w:val="000703C8"/>
    <w:rsid w:val="00070DC1"/>
    <w:rsid w:val="00075091"/>
    <w:rsid w:val="00077616"/>
    <w:rsid w:val="00082A48"/>
    <w:rsid w:val="0009101D"/>
    <w:rsid w:val="00091AA3"/>
    <w:rsid w:val="0009255B"/>
    <w:rsid w:val="00095B2C"/>
    <w:rsid w:val="00097351"/>
    <w:rsid w:val="000A1740"/>
    <w:rsid w:val="000A4BE8"/>
    <w:rsid w:val="000B0077"/>
    <w:rsid w:val="000B14F9"/>
    <w:rsid w:val="000B181C"/>
    <w:rsid w:val="000B2133"/>
    <w:rsid w:val="000B28D1"/>
    <w:rsid w:val="000B42F6"/>
    <w:rsid w:val="000B4558"/>
    <w:rsid w:val="000B516D"/>
    <w:rsid w:val="000B694C"/>
    <w:rsid w:val="000B7447"/>
    <w:rsid w:val="000C22B2"/>
    <w:rsid w:val="000C28B4"/>
    <w:rsid w:val="000C4A33"/>
    <w:rsid w:val="000D4E44"/>
    <w:rsid w:val="000D54B2"/>
    <w:rsid w:val="000D5CB5"/>
    <w:rsid w:val="000D6C28"/>
    <w:rsid w:val="000E080F"/>
    <w:rsid w:val="000E1FA5"/>
    <w:rsid w:val="000E3742"/>
    <w:rsid w:val="000E68C2"/>
    <w:rsid w:val="00102028"/>
    <w:rsid w:val="00105F32"/>
    <w:rsid w:val="00107916"/>
    <w:rsid w:val="001125EB"/>
    <w:rsid w:val="00115213"/>
    <w:rsid w:val="0011599A"/>
    <w:rsid w:val="00115DD5"/>
    <w:rsid w:val="001167AF"/>
    <w:rsid w:val="0012486F"/>
    <w:rsid w:val="001254A8"/>
    <w:rsid w:val="001352DF"/>
    <w:rsid w:val="00137814"/>
    <w:rsid w:val="001401F5"/>
    <w:rsid w:val="001422D7"/>
    <w:rsid w:val="00142827"/>
    <w:rsid w:val="00142A2B"/>
    <w:rsid w:val="001455C5"/>
    <w:rsid w:val="00146CBA"/>
    <w:rsid w:val="00147DCC"/>
    <w:rsid w:val="00151C81"/>
    <w:rsid w:val="001521C9"/>
    <w:rsid w:val="00152223"/>
    <w:rsid w:val="001576B7"/>
    <w:rsid w:val="0016253E"/>
    <w:rsid w:val="00170FEF"/>
    <w:rsid w:val="0017100E"/>
    <w:rsid w:val="00173F8A"/>
    <w:rsid w:val="00174467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9555C"/>
    <w:rsid w:val="001A021E"/>
    <w:rsid w:val="001A2E56"/>
    <w:rsid w:val="001A3CE2"/>
    <w:rsid w:val="001A4107"/>
    <w:rsid w:val="001A4BB6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2DCC"/>
    <w:rsid w:val="001D35CE"/>
    <w:rsid w:val="001D5611"/>
    <w:rsid w:val="001D7D36"/>
    <w:rsid w:val="001E0201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28C"/>
    <w:rsid w:val="002273A6"/>
    <w:rsid w:val="00233520"/>
    <w:rsid w:val="002344F6"/>
    <w:rsid w:val="00235595"/>
    <w:rsid w:val="0023579B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F2B"/>
    <w:rsid w:val="00264FC4"/>
    <w:rsid w:val="00267F34"/>
    <w:rsid w:val="00273909"/>
    <w:rsid w:val="00273C1F"/>
    <w:rsid w:val="00275FC0"/>
    <w:rsid w:val="00277289"/>
    <w:rsid w:val="00291313"/>
    <w:rsid w:val="002930D5"/>
    <w:rsid w:val="00294842"/>
    <w:rsid w:val="002A0EBE"/>
    <w:rsid w:val="002A18DA"/>
    <w:rsid w:val="002B5978"/>
    <w:rsid w:val="002B5C2A"/>
    <w:rsid w:val="002B656A"/>
    <w:rsid w:val="002B6A41"/>
    <w:rsid w:val="002C1ADA"/>
    <w:rsid w:val="002C5269"/>
    <w:rsid w:val="002D0071"/>
    <w:rsid w:val="002D089D"/>
    <w:rsid w:val="002D1447"/>
    <w:rsid w:val="002D1EB4"/>
    <w:rsid w:val="002D2EE2"/>
    <w:rsid w:val="002D6EE8"/>
    <w:rsid w:val="002D7B05"/>
    <w:rsid w:val="002E1735"/>
    <w:rsid w:val="002E2DDA"/>
    <w:rsid w:val="002E6084"/>
    <w:rsid w:val="002E638E"/>
    <w:rsid w:val="002F01DD"/>
    <w:rsid w:val="002F1D13"/>
    <w:rsid w:val="003014ED"/>
    <w:rsid w:val="00303F5D"/>
    <w:rsid w:val="00305888"/>
    <w:rsid w:val="0031020D"/>
    <w:rsid w:val="00311BBF"/>
    <w:rsid w:val="00312B55"/>
    <w:rsid w:val="003131F8"/>
    <w:rsid w:val="0031479A"/>
    <w:rsid w:val="00314DC3"/>
    <w:rsid w:val="0032189A"/>
    <w:rsid w:val="00330D17"/>
    <w:rsid w:val="003320FD"/>
    <w:rsid w:val="00332F22"/>
    <w:rsid w:val="00335AFC"/>
    <w:rsid w:val="00343536"/>
    <w:rsid w:val="0034697C"/>
    <w:rsid w:val="0034709D"/>
    <w:rsid w:val="0035534E"/>
    <w:rsid w:val="00360293"/>
    <w:rsid w:val="00363685"/>
    <w:rsid w:val="003647F7"/>
    <w:rsid w:val="00364974"/>
    <w:rsid w:val="00367CB9"/>
    <w:rsid w:val="00367E0A"/>
    <w:rsid w:val="00370227"/>
    <w:rsid w:val="00371EFB"/>
    <w:rsid w:val="00373080"/>
    <w:rsid w:val="00374043"/>
    <w:rsid w:val="0037582B"/>
    <w:rsid w:val="00381A49"/>
    <w:rsid w:val="00383EE3"/>
    <w:rsid w:val="0038440C"/>
    <w:rsid w:val="00385AC6"/>
    <w:rsid w:val="00387B05"/>
    <w:rsid w:val="00391E69"/>
    <w:rsid w:val="0039435E"/>
    <w:rsid w:val="00396812"/>
    <w:rsid w:val="00396E34"/>
    <w:rsid w:val="00397DB9"/>
    <w:rsid w:val="003A13B4"/>
    <w:rsid w:val="003A2591"/>
    <w:rsid w:val="003A2B6E"/>
    <w:rsid w:val="003A42ED"/>
    <w:rsid w:val="003A54BC"/>
    <w:rsid w:val="003B1C0A"/>
    <w:rsid w:val="003B450F"/>
    <w:rsid w:val="003B787B"/>
    <w:rsid w:val="003C0155"/>
    <w:rsid w:val="003C0629"/>
    <w:rsid w:val="003C2CDC"/>
    <w:rsid w:val="003C2FDC"/>
    <w:rsid w:val="003C459A"/>
    <w:rsid w:val="003C598C"/>
    <w:rsid w:val="003C5B7D"/>
    <w:rsid w:val="003C694D"/>
    <w:rsid w:val="003C6B44"/>
    <w:rsid w:val="003C6CB5"/>
    <w:rsid w:val="003C7163"/>
    <w:rsid w:val="003D246F"/>
    <w:rsid w:val="003D6C58"/>
    <w:rsid w:val="003D75B5"/>
    <w:rsid w:val="003E0915"/>
    <w:rsid w:val="003E1A0F"/>
    <w:rsid w:val="003E1A8E"/>
    <w:rsid w:val="003E7FA4"/>
    <w:rsid w:val="003F2028"/>
    <w:rsid w:val="003F35D2"/>
    <w:rsid w:val="003F46D8"/>
    <w:rsid w:val="003F5163"/>
    <w:rsid w:val="004010E0"/>
    <w:rsid w:val="004032EB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47F3"/>
    <w:rsid w:val="004565E9"/>
    <w:rsid w:val="004576EF"/>
    <w:rsid w:val="00457F83"/>
    <w:rsid w:val="00460631"/>
    <w:rsid w:val="0046113E"/>
    <w:rsid w:val="00464632"/>
    <w:rsid w:val="00464B20"/>
    <w:rsid w:val="004678DD"/>
    <w:rsid w:val="00470878"/>
    <w:rsid w:val="004709E7"/>
    <w:rsid w:val="0047342A"/>
    <w:rsid w:val="00475209"/>
    <w:rsid w:val="004754FB"/>
    <w:rsid w:val="00475529"/>
    <w:rsid w:val="00475D40"/>
    <w:rsid w:val="0048171D"/>
    <w:rsid w:val="00487F87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5E03"/>
    <w:rsid w:val="004C0C05"/>
    <w:rsid w:val="004C4A12"/>
    <w:rsid w:val="004C68A3"/>
    <w:rsid w:val="004D4B12"/>
    <w:rsid w:val="004D50EA"/>
    <w:rsid w:val="004D5BB3"/>
    <w:rsid w:val="004D5CB4"/>
    <w:rsid w:val="004D63AA"/>
    <w:rsid w:val="004D724C"/>
    <w:rsid w:val="004E540E"/>
    <w:rsid w:val="004F4869"/>
    <w:rsid w:val="004F7161"/>
    <w:rsid w:val="004F7B65"/>
    <w:rsid w:val="005027F8"/>
    <w:rsid w:val="00504F03"/>
    <w:rsid w:val="00507BE9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270C1"/>
    <w:rsid w:val="005322C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57C74"/>
    <w:rsid w:val="00564183"/>
    <w:rsid w:val="00567646"/>
    <w:rsid w:val="005707D8"/>
    <w:rsid w:val="00572684"/>
    <w:rsid w:val="00576D55"/>
    <w:rsid w:val="005778C5"/>
    <w:rsid w:val="005806E7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3626"/>
    <w:rsid w:val="005B612A"/>
    <w:rsid w:val="005C0D0C"/>
    <w:rsid w:val="005D62DD"/>
    <w:rsid w:val="005D6B8A"/>
    <w:rsid w:val="005E1A59"/>
    <w:rsid w:val="005E1E9A"/>
    <w:rsid w:val="005E42B2"/>
    <w:rsid w:val="005E4325"/>
    <w:rsid w:val="005E6FD9"/>
    <w:rsid w:val="005F0813"/>
    <w:rsid w:val="005F6563"/>
    <w:rsid w:val="00600EE2"/>
    <w:rsid w:val="006119E3"/>
    <w:rsid w:val="00611C88"/>
    <w:rsid w:val="00611FA2"/>
    <w:rsid w:val="00615DA8"/>
    <w:rsid w:val="0061622F"/>
    <w:rsid w:val="00617109"/>
    <w:rsid w:val="00624F90"/>
    <w:rsid w:val="0063012F"/>
    <w:rsid w:val="00635987"/>
    <w:rsid w:val="00642DD9"/>
    <w:rsid w:val="00646D8B"/>
    <w:rsid w:val="00647C42"/>
    <w:rsid w:val="0065010A"/>
    <w:rsid w:val="006501D2"/>
    <w:rsid w:val="006506B4"/>
    <w:rsid w:val="00650F21"/>
    <w:rsid w:val="00651248"/>
    <w:rsid w:val="0065129C"/>
    <w:rsid w:val="00653406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6F11"/>
    <w:rsid w:val="0067702E"/>
    <w:rsid w:val="00677144"/>
    <w:rsid w:val="00681CD1"/>
    <w:rsid w:val="00681D93"/>
    <w:rsid w:val="00684D79"/>
    <w:rsid w:val="0068584F"/>
    <w:rsid w:val="00685C9E"/>
    <w:rsid w:val="00694044"/>
    <w:rsid w:val="00694F6A"/>
    <w:rsid w:val="006A3159"/>
    <w:rsid w:val="006A70A2"/>
    <w:rsid w:val="006C1316"/>
    <w:rsid w:val="006D6260"/>
    <w:rsid w:val="006D70C5"/>
    <w:rsid w:val="006E36A3"/>
    <w:rsid w:val="006E518C"/>
    <w:rsid w:val="006E554A"/>
    <w:rsid w:val="006E6C88"/>
    <w:rsid w:val="006F0C21"/>
    <w:rsid w:val="006F25C1"/>
    <w:rsid w:val="006F2810"/>
    <w:rsid w:val="006F3CA7"/>
    <w:rsid w:val="006F50E6"/>
    <w:rsid w:val="006F541D"/>
    <w:rsid w:val="00700D56"/>
    <w:rsid w:val="0070642A"/>
    <w:rsid w:val="0071295D"/>
    <w:rsid w:val="00713180"/>
    <w:rsid w:val="007136CA"/>
    <w:rsid w:val="00717000"/>
    <w:rsid w:val="007241A2"/>
    <w:rsid w:val="00725E3A"/>
    <w:rsid w:val="00731BCD"/>
    <w:rsid w:val="00732C1B"/>
    <w:rsid w:val="007355EE"/>
    <w:rsid w:val="0074066C"/>
    <w:rsid w:val="00743177"/>
    <w:rsid w:val="0074479E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6F8E"/>
    <w:rsid w:val="00791776"/>
    <w:rsid w:val="00795727"/>
    <w:rsid w:val="007A0F80"/>
    <w:rsid w:val="007A3736"/>
    <w:rsid w:val="007A4ECC"/>
    <w:rsid w:val="007A6A30"/>
    <w:rsid w:val="007B0D68"/>
    <w:rsid w:val="007B0DBA"/>
    <w:rsid w:val="007B3DAB"/>
    <w:rsid w:val="007C2E67"/>
    <w:rsid w:val="007C3684"/>
    <w:rsid w:val="007C498B"/>
    <w:rsid w:val="007C6944"/>
    <w:rsid w:val="007C7449"/>
    <w:rsid w:val="007C76B9"/>
    <w:rsid w:val="007D29B1"/>
    <w:rsid w:val="007D49FF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0C04"/>
    <w:rsid w:val="00813FAA"/>
    <w:rsid w:val="00817035"/>
    <w:rsid w:val="00817AE0"/>
    <w:rsid w:val="00824D90"/>
    <w:rsid w:val="008264D3"/>
    <w:rsid w:val="00826ECC"/>
    <w:rsid w:val="0082760E"/>
    <w:rsid w:val="008278D7"/>
    <w:rsid w:val="0083159E"/>
    <w:rsid w:val="00834BBB"/>
    <w:rsid w:val="00835661"/>
    <w:rsid w:val="00835A5F"/>
    <w:rsid w:val="0084786B"/>
    <w:rsid w:val="00850143"/>
    <w:rsid w:val="008515E9"/>
    <w:rsid w:val="008606D9"/>
    <w:rsid w:val="00866FDC"/>
    <w:rsid w:val="00870242"/>
    <w:rsid w:val="00871E92"/>
    <w:rsid w:val="008815AA"/>
    <w:rsid w:val="00883106"/>
    <w:rsid w:val="00883A8D"/>
    <w:rsid w:val="00885459"/>
    <w:rsid w:val="0088759A"/>
    <w:rsid w:val="00896B15"/>
    <w:rsid w:val="008A1536"/>
    <w:rsid w:val="008A2261"/>
    <w:rsid w:val="008A2DBD"/>
    <w:rsid w:val="008A7847"/>
    <w:rsid w:val="008B3C04"/>
    <w:rsid w:val="008C7255"/>
    <w:rsid w:val="008D13D9"/>
    <w:rsid w:val="008D3F04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161E8"/>
    <w:rsid w:val="009209EA"/>
    <w:rsid w:val="00923EC3"/>
    <w:rsid w:val="00925716"/>
    <w:rsid w:val="00925EA0"/>
    <w:rsid w:val="00932EE8"/>
    <w:rsid w:val="0094197F"/>
    <w:rsid w:val="009424E9"/>
    <w:rsid w:val="009442C4"/>
    <w:rsid w:val="009509E8"/>
    <w:rsid w:val="00950BA2"/>
    <w:rsid w:val="00952D4A"/>
    <w:rsid w:val="009615F2"/>
    <w:rsid w:val="00963367"/>
    <w:rsid w:val="00964916"/>
    <w:rsid w:val="00967B62"/>
    <w:rsid w:val="00967C86"/>
    <w:rsid w:val="009704D2"/>
    <w:rsid w:val="009729FD"/>
    <w:rsid w:val="00972F79"/>
    <w:rsid w:val="009748B1"/>
    <w:rsid w:val="00974C48"/>
    <w:rsid w:val="00974DE7"/>
    <w:rsid w:val="00974FD7"/>
    <w:rsid w:val="0098027B"/>
    <w:rsid w:val="0098262D"/>
    <w:rsid w:val="009870E8"/>
    <w:rsid w:val="00987722"/>
    <w:rsid w:val="00991B3F"/>
    <w:rsid w:val="009926BC"/>
    <w:rsid w:val="00993840"/>
    <w:rsid w:val="00996007"/>
    <w:rsid w:val="00996672"/>
    <w:rsid w:val="009A0297"/>
    <w:rsid w:val="009A0807"/>
    <w:rsid w:val="009A0978"/>
    <w:rsid w:val="009A3155"/>
    <w:rsid w:val="009A37D1"/>
    <w:rsid w:val="009A3F0C"/>
    <w:rsid w:val="009A4A06"/>
    <w:rsid w:val="009B6E34"/>
    <w:rsid w:val="009B7AE3"/>
    <w:rsid w:val="009C1C16"/>
    <w:rsid w:val="009C1D78"/>
    <w:rsid w:val="009D1B85"/>
    <w:rsid w:val="009D2770"/>
    <w:rsid w:val="009D61D1"/>
    <w:rsid w:val="009D79A5"/>
    <w:rsid w:val="009E1BBC"/>
    <w:rsid w:val="009E3D50"/>
    <w:rsid w:val="009E5728"/>
    <w:rsid w:val="009E597A"/>
    <w:rsid w:val="009E5E16"/>
    <w:rsid w:val="009E71E8"/>
    <w:rsid w:val="009E7D1F"/>
    <w:rsid w:val="009F279B"/>
    <w:rsid w:val="009F72EE"/>
    <w:rsid w:val="00A009F8"/>
    <w:rsid w:val="00A1346D"/>
    <w:rsid w:val="00A22D7C"/>
    <w:rsid w:val="00A23D55"/>
    <w:rsid w:val="00A26BBC"/>
    <w:rsid w:val="00A31BF7"/>
    <w:rsid w:val="00A32E96"/>
    <w:rsid w:val="00A36DD6"/>
    <w:rsid w:val="00A4121D"/>
    <w:rsid w:val="00A43359"/>
    <w:rsid w:val="00A44472"/>
    <w:rsid w:val="00A445B0"/>
    <w:rsid w:val="00A46819"/>
    <w:rsid w:val="00A51417"/>
    <w:rsid w:val="00A52552"/>
    <w:rsid w:val="00A64165"/>
    <w:rsid w:val="00A6753F"/>
    <w:rsid w:val="00A67C88"/>
    <w:rsid w:val="00A70CC7"/>
    <w:rsid w:val="00A7403E"/>
    <w:rsid w:val="00A76326"/>
    <w:rsid w:val="00A8110C"/>
    <w:rsid w:val="00A81778"/>
    <w:rsid w:val="00A9248E"/>
    <w:rsid w:val="00A967A3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C0E6E"/>
    <w:rsid w:val="00AD35BB"/>
    <w:rsid w:val="00AD3D34"/>
    <w:rsid w:val="00AD57A0"/>
    <w:rsid w:val="00AE30DB"/>
    <w:rsid w:val="00AE502C"/>
    <w:rsid w:val="00AE7A6C"/>
    <w:rsid w:val="00AE7D40"/>
    <w:rsid w:val="00AF4A0C"/>
    <w:rsid w:val="00B01003"/>
    <w:rsid w:val="00B02FF6"/>
    <w:rsid w:val="00B1040E"/>
    <w:rsid w:val="00B10962"/>
    <w:rsid w:val="00B10C75"/>
    <w:rsid w:val="00B16D78"/>
    <w:rsid w:val="00B175A7"/>
    <w:rsid w:val="00B211C7"/>
    <w:rsid w:val="00B22448"/>
    <w:rsid w:val="00B30591"/>
    <w:rsid w:val="00B31563"/>
    <w:rsid w:val="00B352E6"/>
    <w:rsid w:val="00B35330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6ADB"/>
    <w:rsid w:val="00B476E7"/>
    <w:rsid w:val="00B52A61"/>
    <w:rsid w:val="00B54075"/>
    <w:rsid w:val="00B54251"/>
    <w:rsid w:val="00B55230"/>
    <w:rsid w:val="00B55BF0"/>
    <w:rsid w:val="00B5643F"/>
    <w:rsid w:val="00B57E84"/>
    <w:rsid w:val="00B6271D"/>
    <w:rsid w:val="00B6379A"/>
    <w:rsid w:val="00B64707"/>
    <w:rsid w:val="00B705A7"/>
    <w:rsid w:val="00B70DB1"/>
    <w:rsid w:val="00B71939"/>
    <w:rsid w:val="00B72393"/>
    <w:rsid w:val="00B733AD"/>
    <w:rsid w:val="00B738C1"/>
    <w:rsid w:val="00B748E9"/>
    <w:rsid w:val="00B74AB8"/>
    <w:rsid w:val="00B75231"/>
    <w:rsid w:val="00B768D9"/>
    <w:rsid w:val="00B82374"/>
    <w:rsid w:val="00B82C50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65D7"/>
    <w:rsid w:val="00BD0352"/>
    <w:rsid w:val="00BD0741"/>
    <w:rsid w:val="00BD10A2"/>
    <w:rsid w:val="00BD5776"/>
    <w:rsid w:val="00BD6680"/>
    <w:rsid w:val="00BD712A"/>
    <w:rsid w:val="00BD74B7"/>
    <w:rsid w:val="00BE0298"/>
    <w:rsid w:val="00BE2F7D"/>
    <w:rsid w:val="00BE385D"/>
    <w:rsid w:val="00BE53C1"/>
    <w:rsid w:val="00BE6C20"/>
    <w:rsid w:val="00BE713D"/>
    <w:rsid w:val="00BE7A53"/>
    <w:rsid w:val="00BF0386"/>
    <w:rsid w:val="00BF0665"/>
    <w:rsid w:val="00BF1BD6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268DE"/>
    <w:rsid w:val="00C31671"/>
    <w:rsid w:val="00C31ADF"/>
    <w:rsid w:val="00C370A7"/>
    <w:rsid w:val="00C37534"/>
    <w:rsid w:val="00C37866"/>
    <w:rsid w:val="00C42768"/>
    <w:rsid w:val="00C428D4"/>
    <w:rsid w:val="00C443FE"/>
    <w:rsid w:val="00C44709"/>
    <w:rsid w:val="00C45219"/>
    <w:rsid w:val="00C52BC4"/>
    <w:rsid w:val="00C53763"/>
    <w:rsid w:val="00C63CFF"/>
    <w:rsid w:val="00C65751"/>
    <w:rsid w:val="00C65F36"/>
    <w:rsid w:val="00C74E01"/>
    <w:rsid w:val="00C80112"/>
    <w:rsid w:val="00C82BD0"/>
    <w:rsid w:val="00C87317"/>
    <w:rsid w:val="00C95ECB"/>
    <w:rsid w:val="00C96494"/>
    <w:rsid w:val="00CA2253"/>
    <w:rsid w:val="00CA3B43"/>
    <w:rsid w:val="00CA53E8"/>
    <w:rsid w:val="00CA5A8E"/>
    <w:rsid w:val="00CA7105"/>
    <w:rsid w:val="00CA7F04"/>
    <w:rsid w:val="00CB2C77"/>
    <w:rsid w:val="00CB62A7"/>
    <w:rsid w:val="00CB70B3"/>
    <w:rsid w:val="00CB76B9"/>
    <w:rsid w:val="00CC015B"/>
    <w:rsid w:val="00CC2E75"/>
    <w:rsid w:val="00CC3816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E1825"/>
    <w:rsid w:val="00CE5A9B"/>
    <w:rsid w:val="00CF2AB3"/>
    <w:rsid w:val="00D02BB6"/>
    <w:rsid w:val="00D1402F"/>
    <w:rsid w:val="00D1421B"/>
    <w:rsid w:val="00D145BD"/>
    <w:rsid w:val="00D1632B"/>
    <w:rsid w:val="00D16A12"/>
    <w:rsid w:val="00D20535"/>
    <w:rsid w:val="00D223DF"/>
    <w:rsid w:val="00D22735"/>
    <w:rsid w:val="00D27965"/>
    <w:rsid w:val="00D27C56"/>
    <w:rsid w:val="00D328B5"/>
    <w:rsid w:val="00D36D6C"/>
    <w:rsid w:val="00D4055F"/>
    <w:rsid w:val="00D408ED"/>
    <w:rsid w:val="00D42288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77E4E"/>
    <w:rsid w:val="00D800FB"/>
    <w:rsid w:val="00D82D5E"/>
    <w:rsid w:val="00D8427F"/>
    <w:rsid w:val="00D862DC"/>
    <w:rsid w:val="00D86C32"/>
    <w:rsid w:val="00D873F8"/>
    <w:rsid w:val="00D87B24"/>
    <w:rsid w:val="00D919B4"/>
    <w:rsid w:val="00D95740"/>
    <w:rsid w:val="00D966E3"/>
    <w:rsid w:val="00DA4B4E"/>
    <w:rsid w:val="00DB13D0"/>
    <w:rsid w:val="00DB29BE"/>
    <w:rsid w:val="00DB2C3C"/>
    <w:rsid w:val="00DB316C"/>
    <w:rsid w:val="00DB7C6D"/>
    <w:rsid w:val="00DC0013"/>
    <w:rsid w:val="00DC2BB7"/>
    <w:rsid w:val="00DC5220"/>
    <w:rsid w:val="00DC5C0B"/>
    <w:rsid w:val="00DC5FE9"/>
    <w:rsid w:val="00DC742C"/>
    <w:rsid w:val="00DD472A"/>
    <w:rsid w:val="00DD4978"/>
    <w:rsid w:val="00DD5FBD"/>
    <w:rsid w:val="00DD6A36"/>
    <w:rsid w:val="00DE0F8A"/>
    <w:rsid w:val="00DE3F40"/>
    <w:rsid w:val="00DE7643"/>
    <w:rsid w:val="00DF7F67"/>
    <w:rsid w:val="00E03119"/>
    <w:rsid w:val="00E04CE1"/>
    <w:rsid w:val="00E05F1D"/>
    <w:rsid w:val="00E10A9D"/>
    <w:rsid w:val="00E14275"/>
    <w:rsid w:val="00E15D16"/>
    <w:rsid w:val="00E2241F"/>
    <w:rsid w:val="00E251FE"/>
    <w:rsid w:val="00E302F5"/>
    <w:rsid w:val="00E41966"/>
    <w:rsid w:val="00E43BB5"/>
    <w:rsid w:val="00E46E3B"/>
    <w:rsid w:val="00E52D50"/>
    <w:rsid w:val="00E53DFD"/>
    <w:rsid w:val="00E558BA"/>
    <w:rsid w:val="00E57127"/>
    <w:rsid w:val="00E57787"/>
    <w:rsid w:val="00E57DA9"/>
    <w:rsid w:val="00E60721"/>
    <w:rsid w:val="00E61096"/>
    <w:rsid w:val="00E71501"/>
    <w:rsid w:val="00E74373"/>
    <w:rsid w:val="00E757DB"/>
    <w:rsid w:val="00E7697D"/>
    <w:rsid w:val="00E7727E"/>
    <w:rsid w:val="00E84050"/>
    <w:rsid w:val="00E86C76"/>
    <w:rsid w:val="00E91AEF"/>
    <w:rsid w:val="00E92CC5"/>
    <w:rsid w:val="00E92F14"/>
    <w:rsid w:val="00E9370D"/>
    <w:rsid w:val="00E9405C"/>
    <w:rsid w:val="00E944D1"/>
    <w:rsid w:val="00E963B0"/>
    <w:rsid w:val="00E9760D"/>
    <w:rsid w:val="00EA02B6"/>
    <w:rsid w:val="00EA071E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2076"/>
    <w:rsid w:val="00ED310E"/>
    <w:rsid w:val="00EE05B8"/>
    <w:rsid w:val="00EE0FEB"/>
    <w:rsid w:val="00EE1315"/>
    <w:rsid w:val="00EE429F"/>
    <w:rsid w:val="00EE5059"/>
    <w:rsid w:val="00EE6227"/>
    <w:rsid w:val="00EF0D5B"/>
    <w:rsid w:val="00EF10EF"/>
    <w:rsid w:val="00EF339A"/>
    <w:rsid w:val="00EF4102"/>
    <w:rsid w:val="00EF4E1C"/>
    <w:rsid w:val="00EF57B1"/>
    <w:rsid w:val="00F00D57"/>
    <w:rsid w:val="00F03378"/>
    <w:rsid w:val="00F042AA"/>
    <w:rsid w:val="00F07D83"/>
    <w:rsid w:val="00F13C34"/>
    <w:rsid w:val="00F13C4D"/>
    <w:rsid w:val="00F16D97"/>
    <w:rsid w:val="00F17D4C"/>
    <w:rsid w:val="00F20A0A"/>
    <w:rsid w:val="00F22506"/>
    <w:rsid w:val="00F24D60"/>
    <w:rsid w:val="00F2706B"/>
    <w:rsid w:val="00F27958"/>
    <w:rsid w:val="00F32202"/>
    <w:rsid w:val="00F37215"/>
    <w:rsid w:val="00F4142E"/>
    <w:rsid w:val="00F457C4"/>
    <w:rsid w:val="00F473A8"/>
    <w:rsid w:val="00F60103"/>
    <w:rsid w:val="00F61DF6"/>
    <w:rsid w:val="00F645CE"/>
    <w:rsid w:val="00F66095"/>
    <w:rsid w:val="00F72B0D"/>
    <w:rsid w:val="00F7382A"/>
    <w:rsid w:val="00F73DEF"/>
    <w:rsid w:val="00F7673E"/>
    <w:rsid w:val="00F76F71"/>
    <w:rsid w:val="00F8242A"/>
    <w:rsid w:val="00F825FF"/>
    <w:rsid w:val="00F871C6"/>
    <w:rsid w:val="00F95129"/>
    <w:rsid w:val="00F953B4"/>
    <w:rsid w:val="00F96D4A"/>
    <w:rsid w:val="00FA0A9E"/>
    <w:rsid w:val="00FA32B8"/>
    <w:rsid w:val="00FB2C8B"/>
    <w:rsid w:val="00FB4098"/>
    <w:rsid w:val="00FB5ECA"/>
    <w:rsid w:val="00FC66B8"/>
    <w:rsid w:val="00FD093A"/>
    <w:rsid w:val="00FE0E20"/>
    <w:rsid w:val="00FE0EE7"/>
    <w:rsid w:val="00FE0F33"/>
    <w:rsid w:val="00FE1F1C"/>
    <w:rsid w:val="00FE6BB2"/>
    <w:rsid w:val="00FE7D19"/>
    <w:rsid w:val="00FF24EA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0F241"/>
  <w15:docId w15:val="{C3F97FD7-FF1A-4E34-85CA-03E95BD0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70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62A7-8828-4903-BD36-2B3DB87A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3</cp:revision>
  <cp:lastPrinted>2024-12-02T11:01:00Z</cp:lastPrinted>
  <dcterms:created xsi:type="dcterms:W3CDTF">2024-12-15T19:29:00Z</dcterms:created>
  <dcterms:modified xsi:type="dcterms:W3CDTF">2024-12-18T09:12:00Z</dcterms:modified>
</cp:coreProperties>
</file>