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7DD92" w14:textId="77777777" w:rsidR="00F17947" w:rsidRDefault="00F17947" w:rsidP="00A465C9">
      <w:pPr>
        <w:jc w:val="center"/>
        <w:rPr>
          <w:rFonts w:ascii="Arial" w:hAnsi="Arial" w:cs="Arial"/>
          <w:b/>
          <w:bCs/>
          <w:u w:val="single"/>
        </w:rPr>
      </w:pPr>
    </w:p>
    <w:p w14:paraId="32CE2255" w14:textId="065A4660" w:rsidR="00885DCA" w:rsidRPr="00A02B6D" w:rsidRDefault="003E0EA5" w:rsidP="00D54B1C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A02B6D">
        <w:rPr>
          <w:rFonts w:ascii="Arial" w:hAnsi="Arial" w:cs="Arial"/>
          <w:b/>
          <w:bCs/>
          <w:sz w:val="28"/>
          <w:szCs w:val="28"/>
          <w:u w:val="single"/>
        </w:rPr>
        <w:t>Technická karta výzkumné a vývojové činnosti poplatníka</w:t>
      </w:r>
    </w:p>
    <w:p w14:paraId="72F184E7" w14:textId="77777777" w:rsidR="00D54B1C" w:rsidRPr="00D54B1C" w:rsidRDefault="00D54B1C" w:rsidP="00D54B1C">
      <w:pPr>
        <w:jc w:val="center"/>
        <w:rPr>
          <w:rFonts w:ascii="Arial" w:hAnsi="Arial" w:cs="Arial"/>
          <w:b/>
          <w:bCs/>
          <w:u w:val="single"/>
        </w:rPr>
      </w:pPr>
    </w:p>
    <w:p w14:paraId="008BC873" w14:textId="77777777" w:rsidR="00751251" w:rsidRPr="00930E6C" w:rsidRDefault="00751251" w:rsidP="00751251">
      <w:pPr>
        <w:jc w:val="both"/>
        <w:rPr>
          <w:rFonts w:ascii="Arial" w:hAnsi="Arial" w:cs="Arial"/>
          <w:color w:val="FF0000"/>
        </w:rPr>
      </w:pPr>
      <w:r w:rsidRPr="00930E6C">
        <w:rPr>
          <w:rFonts w:ascii="Arial" w:hAnsi="Arial" w:cs="Arial"/>
        </w:rPr>
        <w:t xml:space="preserve">Cílem technické karty výzkumné a vývojové činnosti (dále jen „technická karta“) je identifikace </w:t>
      </w:r>
      <w:r w:rsidRPr="00045229">
        <w:rPr>
          <w:rFonts w:ascii="Arial" w:hAnsi="Arial" w:cs="Arial"/>
          <w:b/>
          <w:bCs/>
        </w:rPr>
        <w:t>technických a technologických parametrů</w:t>
      </w:r>
      <w:r w:rsidRPr="00930E6C">
        <w:rPr>
          <w:rFonts w:ascii="Arial" w:hAnsi="Arial" w:cs="Arial"/>
        </w:rPr>
        <w:t xml:space="preserve"> cílů, které si poplatník sám stanovil v rámci své schválené projektové dokumentace.  </w:t>
      </w:r>
    </w:p>
    <w:p w14:paraId="0D958A25" w14:textId="19FE52C7" w:rsidR="00751251" w:rsidRDefault="00751251" w:rsidP="0075125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Účelem vyplnění </w:t>
      </w:r>
      <w:r w:rsidRPr="002C4F34">
        <w:rPr>
          <w:rFonts w:ascii="Arial" w:hAnsi="Arial" w:cs="Arial"/>
          <w:b/>
          <w:bCs/>
        </w:rPr>
        <w:t>technické karty</w:t>
      </w:r>
      <w:r>
        <w:rPr>
          <w:rFonts w:ascii="Arial" w:hAnsi="Arial" w:cs="Arial"/>
          <w:b/>
          <w:bCs/>
        </w:rPr>
        <w:t xml:space="preserve"> poplatníkem</w:t>
      </w:r>
      <w:r w:rsidRPr="002C4F34">
        <w:rPr>
          <w:rFonts w:ascii="Arial" w:hAnsi="Arial" w:cs="Arial"/>
          <w:b/>
          <w:bCs/>
        </w:rPr>
        <w:t xml:space="preserve"> je detailní </w:t>
      </w:r>
      <w:r>
        <w:rPr>
          <w:rFonts w:ascii="Arial" w:hAnsi="Arial" w:cs="Arial"/>
          <w:b/>
          <w:bCs/>
        </w:rPr>
        <w:t>popis</w:t>
      </w:r>
      <w:r w:rsidRPr="002C4F34">
        <w:rPr>
          <w:rFonts w:ascii="Arial" w:hAnsi="Arial" w:cs="Arial"/>
          <w:b/>
          <w:bCs/>
        </w:rPr>
        <w:t xml:space="preserve"> technických</w:t>
      </w:r>
      <w:r>
        <w:rPr>
          <w:rFonts w:ascii="Arial" w:hAnsi="Arial" w:cs="Arial"/>
          <w:b/>
          <w:bCs/>
        </w:rPr>
        <w:t xml:space="preserve"> a</w:t>
      </w:r>
      <w:r w:rsidR="00F17947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technologických</w:t>
      </w:r>
      <w:r w:rsidRPr="002C4F34">
        <w:rPr>
          <w:rFonts w:ascii="Arial" w:hAnsi="Arial" w:cs="Arial"/>
          <w:b/>
          <w:bCs/>
        </w:rPr>
        <w:t xml:space="preserve"> skutečností</w:t>
      </w:r>
      <w:r>
        <w:rPr>
          <w:rFonts w:ascii="Arial" w:hAnsi="Arial" w:cs="Arial"/>
          <w:b/>
          <w:bCs/>
        </w:rPr>
        <w:t>, které se vztahují k činnosti poplatníka v rámci realizace projektu výzkumu a vývoje</w:t>
      </w:r>
      <w:r w:rsidRPr="00A22934">
        <w:rPr>
          <w:rFonts w:ascii="Arial" w:hAnsi="Arial" w:cs="Arial"/>
        </w:rPr>
        <w:t xml:space="preserve"> a které</w:t>
      </w:r>
      <w:r>
        <w:rPr>
          <w:rFonts w:ascii="Arial" w:hAnsi="Arial" w:cs="Arial"/>
        </w:rPr>
        <w:t xml:space="preserve"> následně zhodnotí odborný externí hodnotitel vybraný pro příslušnou odbornou oblast (dále jen „hodnotitel“).</w:t>
      </w:r>
    </w:p>
    <w:p w14:paraId="3CE160EB" w14:textId="4FE581E9" w:rsidR="00751251" w:rsidRDefault="00751251" w:rsidP="00751251">
      <w:pPr>
        <w:jc w:val="both"/>
        <w:rPr>
          <w:rFonts w:ascii="Arial" w:hAnsi="Arial" w:cs="Arial"/>
        </w:rPr>
      </w:pPr>
      <w:r w:rsidRPr="006657C3">
        <w:rPr>
          <w:rFonts w:ascii="Arial" w:hAnsi="Arial" w:cs="Arial"/>
        </w:rPr>
        <w:t xml:space="preserve">Technická karta </w:t>
      </w:r>
      <w:r w:rsidRPr="002C4F34">
        <w:rPr>
          <w:rFonts w:ascii="Arial" w:hAnsi="Arial" w:cs="Arial"/>
          <w:b/>
          <w:bCs/>
        </w:rPr>
        <w:t xml:space="preserve">není </w:t>
      </w:r>
      <w:r w:rsidRPr="006657C3">
        <w:rPr>
          <w:rFonts w:ascii="Arial" w:hAnsi="Arial" w:cs="Arial"/>
        </w:rPr>
        <w:t>koncipována jako</w:t>
      </w:r>
      <w:r>
        <w:rPr>
          <w:rFonts w:ascii="Arial" w:hAnsi="Arial" w:cs="Arial"/>
        </w:rPr>
        <w:t xml:space="preserve"> </w:t>
      </w:r>
      <w:r w:rsidRPr="006657C3">
        <w:rPr>
          <w:rFonts w:ascii="Arial" w:hAnsi="Arial" w:cs="Arial"/>
        </w:rPr>
        <w:t>dokument, ke kterému poplatník</w:t>
      </w:r>
      <w:r>
        <w:rPr>
          <w:rFonts w:ascii="Arial" w:hAnsi="Arial" w:cs="Arial"/>
        </w:rPr>
        <w:t xml:space="preserve"> doloží</w:t>
      </w:r>
      <w:r w:rsidRPr="006657C3">
        <w:rPr>
          <w:rFonts w:ascii="Arial" w:hAnsi="Arial" w:cs="Arial"/>
        </w:rPr>
        <w:t xml:space="preserve"> další důkazní prostředky</w:t>
      </w:r>
      <w:r w:rsidR="00D5129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přílohy</w:t>
      </w:r>
      <w:r w:rsidR="00D51296">
        <w:rPr>
          <w:rFonts w:ascii="Arial" w:hAnsi="Arial" w:cs="Arial"/>
        </w:rPr>
        <w:t>, dodatky,</w:t>
      </w:r>
      <w:r>
        <w:rPr>
          <w:rFonts w:ascii="Arial" w:hAnsi="Arial" w:cs="Arial"/>
        </w:rPr>
        <w:t xml:space="preserve"> technické nákresy, popisy, smlouvy s odběrateli atd.)</w:t>
      </w:r>
      <w:r w:rsidRPr="006657C3">
        <w:rPr>
          <w:rFonts w:ascii="Arial" w:hAnsi="Arial" w:cs="Arial"/>
        </w:rPr>
        <w:t>.</w:t>
      </w:r>
    </w:p>
    <w:p w14:paraId="604A37D5" w14:textId="51423B3A" w:rsidR="00751251" w:rsidRDefault="00751251" w:rsidP="007512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Nedílnou součástí technické karty je schválená projektová dokumentace.</w:t>
      </w:r>
    </w:p>
    <w:p w14:paraId="2D4FF48C" w14:textId="7E821263" w:rsidR="00751251" w:rsidRDefault="00751251" w:rsidP="00751251">
      <w:pPr>
        <w:jc w:val="both"/>
        <w:rPr>
          <w:rFonts w:ascii="Arial" w:hAnsi="Arial" w:cs="Arial"/>
        </w:rPr>
      </w:pPr>
      <w:r w:rsidRPr="00930E6C">
        <w:rPr>
          <w:rFonts w:ascii="Arial" w:hAnsi="Arial" w:cs="Arial"/>
        </w:rPr>
        <w:t xml:space="preserve">Technická karta je vyplňována poplatníkem na základě jeho dobrovolného rozhodnutí </w:t>
      </w:r>
      <w:r>
        <w:rPr>
          <w:rFonts w:ascii="Arial" w:hAnsi="Arial" w:cs="Arial"/>
        </w:rPr>
        <w:t>se</w:t>
      </w:r>
      <w:r w:rsidR="00D51296">
        <w:rPr>
          <w:rFonts w:ascii="Arial" w:hAnsi="Arial" w:cs="Arial"/>
        </w:rPr>
        <w:t> </w:t>
      </w:r>
      <w:r>
        <w:rPr>
          <w:rFonts w:ascii="Arial" w:hAnsi="Arial" w:cs="Arial"/>
        </w:rPr>
        <w:t>záměrem poskytnout informace o</w:t>
      </w:r>
      <w:r w:rsidRPr="00930E6C">
        <w:rPr>
          <w:rFonts w:ascii="Arial" w:hAnsi="Arial" w:cs="Arial"/>
        </w:rPr>
        <w:t xml:space="preserve"> technické a technologické strán</w:t>
      </w:r>
      <w:r>
        <w:rPr>
          <w:rFonts w:ascii="Arial" w:hAnsi="Arial" w:cs="Arial"/>
        </w:rPr>
        <w:t xml:space="preserve">ce </w:t>
      </w:r>
      <w:r w:rsidRPr="00930E6C">
        <w:rPr>
          <w:rFonts w:ascii="Arial" w:hAnsi="Arial" w:cs="Arial"/>
        </w:rPr>
        <w:t xml:space="preserve">činnosti </w:t>
      </w:r>
      <w:r>
        <w:rPr>
          <w:rFonts w:ascii="Arial" w:hAnsi="Arial" w:cs="Arial"/>
        </w:rPr>
        <w:t>hodnotiteli.</w:t>
      </w:r>
    </w:p>
    <w:p w14:paraId="6F65607E" w14:textId="43A87F39" w:rsidR="00751251" w:rsidRDefault="00751251" w:rsidP="007512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 vybranou osobou hodnotitele poplatník souhlasi</w:t>
      </w:r>
      <w:r w:rsidR="00D51296">
        <w:rPr>
          <w:rFonts w:ascii="Arial" w:hAnsi="Arial" w:cs="Arial"/>
        </w:rPr>
        <w:t>l</w:t>
      </w:r>
      <w:r>
        <w:rPr>
          <w:rFonts w:ascii="Arial" w:hAnsi="Arial" w:cs="Arial"/>
        </w:rPr>
        <w:t>.</w:t>
      </w:r>
    </w:p>
    <w:p w14:paraId="7F95450E" w14:textId="1288624F" w:rsidR="00751251" w:rsidRPr="00885DCA" w:rsidRDefault="00751251" w:rsidP="007512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Hodnotitel vypracuje </w:t>
      </w:r>
      <w:r w:rsidR="00114240">
        <w:rPr>
          <w:rFonts w:ascii="Arial" w:hAnsi="Arial" w:cs="Arial"/>
        </w:rPr>
        <w:t>P</w:t>
      </w:r>
      <w:r>
        <w:rPr>
          <w:rFonts w:ascii="Arial" w:hAnsi="Arial" w:cs="Arial"/>
        </w:rPr>
        <w:t>rotokol</w:t>
      </w:r>
      <w:r w:rsidR="00A05C2E">
        <w:rPr>
          <w:rFonts w:ascii="Arial" w:hAnsi="Arial" w:cs="Arial"/>
        </w:rPr>
        <w:t xml:space="preserve"> hodnocení</w:t>
      </w:r>
      <w:r>
        <w:rPr>
          <w:rFonts w:ascii="Arial" w:hAnsi="Arial" w:cs="Arial"/>
        </w:rPr>
        <w:t xml:space="preserve"> </w:t>
      </w:r>
      <w:r w:rsidR="00114240">
        <w:rPr>
          <w:rFonts w:ascii="Arial" w:hAnsi="Arial" w:cs="Arial"/>
        </w:rPr>
        <w:t xml:space="preserve">výzkumné a vývojové činnosti poplatníka </w:t>
      </w:r>
      <w:r>
        <w:rPr>
          <w:rFonts w:ascii="Arial" w:hAnsi="Arial" w:cs="Arial"/>
        </w:rPr>
        <w:t>(posouzení technické st</w:t>
      </w:r>
      <w:r w:rsidR="00F1794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ánky činnosti poplatníka) </w:t>
      </w:r>
      <w:r w:rsidRPr="00A22934">
        <w:rPr>
          <w:rFonts w:ascii="Arial" w:hAnsi="Arial" w:cs="Arial"/>
          <w:b/>
          <w:bCs/>
        </w:rPr>
        <w:t>pouze na základě skutečností uvedených v</w:t>
      </w:r>
      <w:r w:rsidR="00191EFA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této</w:t>
      </w:r>
      <w:r w:rsidRPr="00A22934">
        <w:rPr>
          <w:rFonts w:ascii="Arial" w:hAnsi="Arial" w:cs="Arial"/>
          <w:b/>
          <w:bCs/>
        </w:rPr>
        <w:t> technické kartě</w:t>
      </w:r>
      <w:r>
        <w:rPr>
          <w:rFonts w:ascii="Arial" w:hAnsi="Arial" w:cs="Arial"/>
          <w:b/>
          <w:bCs/>
        </w:rPr>
        <w:t xml:space="preserve"> a přiložené projektové dokumentaci</w:t>
      </w:r>
      <w:r>
        <w:rPr>
          <w:rFonts w:ascii="Arial" w:hAnsi="Arial" w:cs="Arial"/>
        </w:rPr>
        <w:t xml:space="preserve">. </w:t>
      </w:r>
      <w:r w:rsidR="00114240">
        <w:rPr>
          <w:rFonts w:ascii="Arial" w:hAnsi="Arial" w:cs="Arial"/>
        </w:rPr>
        <w:t xml:space="preserve">Tento protokol </w:t>
      </w:r>
      <w:r>
        <w:rPr>
          <w:rFonts w:ascii="Arial" w:hAnsi="Arial" w:cs="Arial"/>
        </w:rPr>
        <w:t>bude předán správci daně a</w:t>
      </w:r>
      <w:r w:rsidR="00F17947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 rámci daňového řízení se bude jednat o důkazní prostředek, který správce daně vyhodnotí na základě zásad stanovených daňovým řádem.  </w:t>
      </w:r>
    </w:p>
    <w:p w14:paraId="3B36971E" w14:textId="6B94F4DE" w:rsidR="00930E6C" w:rsidRDefault="00251717" w:rsidP="00A465C9">
      <w:pPr>
        <w:spacing w:after="0" w:line="240" w:lineRule="auto"/>
        <w:rPr>
          <w:rFonts w:ascii="Arial" w:hAnsi="Arial" w:cs="Arial"/>
          <w:b/>
          <w:bCs/>
        </w:rPr>
      </w:pPr>
      <w:r w:rsidRPr="00930E6C">
        <w:rPr>
          <w:rFonts w:ascii="Arial" w:hAnsi="Arial" w:cs="Arial"/>
          <w:b/>
          <w:bCs/>
        </w:rPr>
        <w:t>Oddíl č. 1</w:t>
      </w:r>
      <w:r w:rsidR="009456BA">
        <w:rPr>
          <w:rFonts w:ascii="Arial" w:hAnsi="Arial" w:cs="Arial"/>
          <w:b/>
          <w:bCs/>
        </w:rPr>
        <w:t xml:space="preserve"> - </w:t>
      </w:r>
      <w:r w:rsidR="00A465C9" w:rsidRPr="00930E6C">
        <w:rPr>
          <w:rFonts w:ascii="Arial" w:hAnsi="Arial" w:cs="Arial"/>
          <w:b/>
          <w:bCs/>
        </w:rPr>
        <w:t xml:space="preserve">Oznámení o záměru odečíst od základu daně odpočet na podporu výzkumu a vývoje </w:t>
      </w:r>
    </w:p>
    <w:p w14:paraId="19978988" w14:textId="77777777" w:rsidR="00303C63" w:rsidRPr="00930E6C" w:rsidRDefault="00303C63" w:rsidP="00A465C9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465C9" w:rsidRPr="00930E6C" w14:paraId="2E51B9C8" w14:textId="77777777" w:rsidTr="00D54B1C">
        <w:tc>
          <w:tcPr>
            <w:tcW w:w="5000" w:type="pct"/>
            <w:shd w:val="clear" w:color="auto" w:fill="E7E6E6" w:themeFill="background2"/>
          </w:tcPr>
          <w:p w14:paraId="12842FFC" w14:textId="77777777" w:rsidR="00A465C9" w:rsidRPr="00930E6C" w:rsidRDefault="00A465C9" w:rsidP="006D66EF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>Název projektu výzkumu a vývoje vystihující jeho obecné zaměření</w:t>
            </w:r>
          </w:p>
          <w:p w14:paraId="74319C9A" w14:textId="2A529B1F" w:rsidR="00A465C9" w:rsidRPr="00930E6C" w:rsidRDefault="006A3700" w:rsidP="006D6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A465C9" w:rsidRPr="00930E6C">
              <w:rPr>
                <w:rFonts w:ascii="Arial" w:hAnsi="Arial" w:cs="Arial"/>
              </w:rPr>
              <w:t>§ 34ba odst. 2 písm. a) ZDP</w:t>
            </w:r>
            <w:r>
              <w:rPr>
                <w:rFonts w:ascii="Arial" w:hAnsi="Arial" w:cs="Arial"/>
              </w:rPr>
              <w:t>]</w:t>
            </w:r>
            <w:r w:rsidR="00A465C9" w:rsidRPr="00930E6C">
              <w:rPr>
                <w:rFonts w:ascii="Arial" w:hAnsi="Arial" w:cs="Arial"/>
              </w:rPr>
              <w:t xml:space="preserve"> </w:t>
            </w:r>
          </w:p>
        </w:tc>
      </w:tr>
      <w:tr w:rsidR="00A465C9" w:rsidRPr="00930E6C" w14:paraId="505295C3" w14:textId="77777777" w:rsidTr="00D57957">
        <w:tc>
          <w:tcPr>
            <w:tcW w:w="5000" w:type="pct"/>
          </w:tcPr>
          <w:p w14:paraId="55FBEBC8" w14:textId="0A4C27AE" w:rsidR="00D54B1C" w:rsidRDefault="00AE03F4" w:rsidP="00251717">
            <w:pPr>
              <w:rPr>
                <w:rFonts w:ascii="Arial" w:hAnsi="Arial" w:cs="Arial"/>
              </w:rPr>
            </w:pPr>
            <w:r w:rsidRPr="00751251">
              <w:rPr>
                <w:rFonts w:ascii="Arial" w:hAnsi="Arial" w:cs="Arial"/>
                <w:i/>
                <w:iCs/>
              </w:rPr>
              <w:t>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  <w:r w:rsidRPr="00930E6C">
              <w:rPr>
                <w:rFonts w:ascii="Arial" w:hAnsi="Arial" w:cs="Arial"/>
                <w:highlight w:val="cyan"/>
              </w:rPr>
              <w:t xml:space="preserve"> </w:t>
            </w:r>
          </w:p>
          <w:p w14:paraId="076BDEE4" w14:textId="62D7B9EB" w:rsidR="00D54B1C" w:rsidRPr="00930E6C" w:rsidRDefault="00D54B1C" w:rsidP="00251717">
            <w:pPr>
              <w:rPr>
                <w:rFonts w:ascii="Arial" w:hAnsi="Arial" w:cs="Arial"/>
              </w:rPr>
            </w:pPr>
          </w:p>
        </w:tc>
      </w:tr>
    </w:tbl>
    <w:p w14:paraId="2AEAD260" w14:textId="77777777" w:rsidR="00D54B1C" w:rsidRDefault="00D54B1C" w:rsidP="00A465C9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4B1C" w:rsidRPr="00D54B1C" w14:paraId="103E87B3" w14:textId="77777777" w:rsidTr="00D54B1C">
        <w:tc>
          <w:tcPr>
            <w:tcW w:w="5000" w:type="pct"/>
            <w:shd w:val="clear" w:color="auto" w:fill="E7E6E6" w:themeFill="background2"/>
          </w:tcPr>
          <w:p w14:paraId="12EC3957" w14:textId="77777777" w:rsidR="00D54B1C" w:rsidRPr="00930E6C" w:rsidRDefault="00D54B1C" w:rsidP="00044CC8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 xml:space="preserve">Obchodní firma nebo název a adresa sídla poplatníka, je-li poplatníkem právnická osoba </w:t>
            </w:r>
          </w:p>
          <w:p w14:paraId="0B6080EC" w14:textId="77777777" w:rsidR="00D54B1C" w:rsidRPr="00930E6C" w:rsidRDefault="00D54B1C" w:rsidP="00044CC8">
            <w:pPr>
              <w:rPr>
                <w:rFonts w:ascii="Arial" w:hAnsi="Arial" w:cs="Arial"/>
              </w:rPr>
            </w:pPr>
            <w:r w:rsidRPr="00D54B1C">
              <w:rPr>
                <w:rFonts w:ascii="Arial" w:hAnsi="Arial" w:cs="Arial"/>
              </w:rPr>
              <w:t>[</w:t>
            </w:r>
            <w:r w:rsidRPr="00930E6C">
              <w:rPr>
                <w:rFonts w:ascii="Arial" w:hAnsi="Arial" w:cs="Arial"/>
              </w:rPr>
              <w:t>§ 34ba odst. 2 písm. b) bod 1 nebo 2 ZDP</w:t>
            </w:r>
            <w:r w:rsidRPr="00D54B1C">
              <w:rPr>
                <w:rFonts w:ascii="Arial" w:hAnsi="Arial" w:cs="Arial"/>
              </w:rPr>
              <w:t>]</w:t>
            </w:r>
          </w:p>
        </w:tc>
      </w:tr>
      <w:tr w:rsidR="00D54B1C" w:rsidRPr="00930E6C" w14:paraId="7884E628" w14:textId="77777777" w:rsidTr="00044CC8">
        <w:tc>
          <w:tcPr>
            <w:tcW w:w="5000" w:type="pct"/>
          </w:tcPr>
          <w:p w14:paraId="7001A60D" w14:textId="77777777" w:rsidR="00D54B1C" w:rsidRDefault="00D54B1C" w:rsidP="00044CC8">
            <w:pPr>
              <w:rPr>
                <w:rFonts w:ascii="Arial" w:hAnsi="Arial" w:cs="Arial"/>
              </w:rPr>
            </w:pPr>
            <w:r w:rsidRPr="00751251">
              <w:rPr>
                <w:rFonts w:ascii="Arial" w:hAnsi="Arial" w:cs="Arial"/>
                <w:i/>
                <w:iCs/>
              </w:rPr>
              <w:t>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  <w:r w:rsidRPr="00930E6C">
              <w:rPr>
                <w:rFonts w:ascii="Arial" w:hAnsi="Arial" w:cs="Arial"/>
                <w:highlight w:val="cyan"/>
              </w:rPr>
              <w:t xml:space="preserve">  </w:t>
            </w:r>
          </w:p>
          <w:p w14:paraId="49E886B7" w14:textId="77777777" w:rsidR="00D54B1C" w:rsidRPr="00930E6C" w:rsidRDefault="00D54B1C" w:rsidP="00044CC8">
            <w:pPr>
              <w:rPr>
                <w:rFonts w:ascii="Arial" w:hAnsi="Arial" w:cs="Arial"/>
              </w:rPr>
            </w:pPr>
          </w:p>
        </w:tc>
      </w:tr>
    </w:tbl>
    <w:p w14:paraId="22AE162F" w14:textId="77777777" w:rsidR="00D54B1C" w:rsidRDefault="00D54B1C" w:rsidP="00A465C9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4B1C" w:rsidRPr="00930E6C" w14:paraId="1FB4B114" w14:textId="77777777" w:rsidTr="00D54B1C">
        <w:tc>
          <w:tcPr>
            <w:tcW w:w="5000" w:type="pct"/>
            <w:shd w:val="clear" w:color="auto" w:fill="E7E6E6" w:themeFill="background2"/>
          </w:tcPr>
          <w:p w14:paraId="76FD0D0E" w14:textId="77777777" w:rsidR="00D54B1C" w:rsidRPr="00930E6C" w:rsidRDefault="00D54B1C" w:rsidP="00044CC8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 xml:space="preserve">Daňové identifikační číslo </w:t>
            </w:r>
          </w:p>
          <w:p w14:paraId="64EAD32F" w14:textId="4059055D" w:rsidR="00D54B1C" w:rsidRPr="00930E6C" w:rsidRDefault="006A3700" w:rsidP="00044C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D54B1C" w:rsidRPr="00930E6C">
              <w:rPr>
                <w:rFonts w:ascii="Arial" w:hAnsi="Arial" w:cs="Arial"/>
              </w:rPr>
              <w:t>§ 34ba odst. 2 písm. b) bod 3 ZDP</w:t>
            </w:r>
            <w:r>
              <w:rPr>
                <w:rFonts w:ascii="Arial" w:hAnsi="Arial" w:cs="Arial"/>
              </w:rPr>
              <w:t>]</w:t>
            </w:r>
            <w:r w:rsidR="00D54B1C" w:rsidRPr="00930E6C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</w:tr>
      <w:tr w:rsidR="00D54B1C" w:rsidRPr="00930E6C" w14:paraId="23E5535F" w14:textId="77777777" w:rsidTr="00044CC8">
        <w:tc>
          <w:tcPr>
            <w:tcW w:w="5000" w:type="pct"/>
          </w:tcPr>
          <w:p w14:paraId="238026B9" w14:textId="77777777" w:rsidR="00D54B1C" w:rsidRDefault="00D54B1C" w:rsidP="00044CC8">
            <w:pPr>
              <w:rPr>
                <w:rFonts w:ascii="Arial" w:hAnsi="Arial" w:cs="Arial"/>
              </w:rPr>
            </w:pPr>
            <w:r w:rsidRPr="00751251">
              <w:rPr>
                <w:rFonts w:ascii="Arial" w:hAnsi="Arial" w:cs="Arial"/>
                <w:i/>
                <w:iCs/>
              </w:rPr>
              <w:t>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  <w:r w:rsidRPr="00930E6C">
              <w:rPr>
                <w:rFonts w:ascii="Arial" w:hAnsi="Arial" w:cs="Arial"/>
                <w:highlight w:val="cyan"/>
              </w:rPr>
              <w:t xml:space="preserve">  </w:t>
            </w:r>
          </w:p>
          <w:p w14:paraId="71FA2188" w14:textId="77777777" w:rsidR="00D54B1C" w:rsidRPr="00930E6C" w:rsidRDefault="00D54B1C" w:rsidP="00044CC8">
            <w:pPr>
              <w:rPr>
                <w:rFonts w:ascii="Arial" w:hAnsi="Arial" w:cs="Arial"/>
              </w:rPr>
            </w:pPr>
          </w:p>
        </w:tc>
      </w:tr>
    </w:tbl>
    <w:p w14:paraId="19ED8C6C" w14:textId="77777777" w:rsidR="00D54B1C" w:rsidRDefault="00D54B1C" w:rsidP="00A465C9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4B1C" w:rsidRPr="00930E6C" w14:paraId="0EF9A389" w14:textId="77777777" w:rsidTr="00D54B1C">
        <w:tc>
          <w:tcPr>
            <w:tcW w:w="5000" w:type="pct"/>
            <w:shd w:val="clear" w:color="auto" w:fill="E7E6E6" w:themeFill="background2"/>
          </w:tcPr>
          <w:p w14:paraId="7D99C3CE" w14:textId="112C7FD3" w:rsidR="00D54B1C" w:rsidRPr="00930E6C" w:rsidRDefault="00D54B1C" w:rsidP="00044CC8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>Oznámení podáno správci daně dne</w:t>
            </w:r>
            <w:r w:rsidR="006907D7">
              <w:rPr>
                <w:rFonts w:ascii="Arial" w:hAnsi="Arial" w:cs="Arial"/>
              </w:rPr>
              <w:t xml:space="preserve"> </w:t>
            </w:r>
          </w:p>
        </w:tc>
      </w:tr>
      <w:tr w:rsidR="00D54B1C" w:rsidRPr="00930E6C" w14:paraId="10CFB1BC" w14:textId="77777777" w:rsidTr="00044CC8">
        <w:tc>
          <w:tcPr>
            <w:tcW w:w="5000" w:type="pct"/>
          </w:tcPr>
          <w:p w14:paraId="0886F8A7" w14:textId="77777777" w:rsidR="00D54B1C" w:rsidRDefault="00D54B1C" w:rsidP="00044CC8">
            <w:pPr>
              <w:rPr>
                <w:rFonts w:ascii="Arial" w:hAnsi="Arial" w:cs="Arial"/>
              </w:rPr>
            </w:pPr>
            <w:r w:rsidRPr="00751251">
              <w:rPr>
                <w:rFonts w:ascii="Arial" w:hAnsi="Arial" w:cs="Arial"/>
                <w:i/>
                <w:iCs/>
              </w:rPr>
              <w:t>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  <w:r w:rsidRPr="00930E6C">
              <w:rPr>
                <w:rFonts w:ascii="Arial" w:hAnsi="Arial" w:cs="Arial"/>
                <w:highlight w:val="cyan"/>
              </w:rPr>
              <w:t xml:space="preserve">  </w:t>
            </w:r>
          </w:p>
          <w:sdt>
            <w:sdtPr>
              <w:rPr>
                <w:rFonts w:ascii="Arial" w:hAnsi="Arial" w:cs="Arial"/>
                <w:i/>
                <w:iCs/>
              </w:rPr>
              <w:id w:val="-377005303"/>
              <w:placeholder>
                <w:docPart w:val="DefaultPlaceholder_-1854013437"/>
              </w:placeholder>
              <w:showingPlcHdr/>
              <w:date w:fullDate="2024-01-30T00:00:00Z">
                <w:dateFormat w:val="dd.MM.yyyy"/>
                <w:lid w:val="cs-CZ"/>
                <w:storeMappedDataAs w:val="dateTime"/>
                <w:calendar w:val="gregorian"/>
              </w:date>
            </w:sdtPr>
            <w:sdtContent>
              <w:p w14:paraId="1A036F40" w14:textId="53E8541B" w:rsidR="00A02B6D" w:rsidRPr="00930E6C" w:rsidRDefault="0046425F" w:rsidP="00044CC8">
                <w:pPr>
                  <w:rPr>
                    <w:rFonts w:ascii="Arial" w:hAnsi="Arial" w:cs="Arial"/>
                  </w:rPr>
                </w:pPr>
                <w:r w:rsidRPr="000377B7">
                  <w:rPr>
                    <w:rStyle w:val="Zstupntext"/>
                  </w:rPr>
                  <w:t>Klikněte nebo klepněte sem a zadejte datum.</w:t>
                </w:r>
              </w:p>
            </w:sdtContent>
          </w:sdt>
        </w:tc>
      </w:tr>
    </w:tbl>
    <w:p w14:paraId="7A18A090" w14:textId="77777777" w:rsidR="00D54B1C" w:rsidRDefault="00D54B1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28099EA" w14:textId="5D755A5E" w:rsidR="00A465C9" w:rsidRDefault="00251717" w:rsidP="00251717">
      <w:pPr>
        <w:spacing w:after="0" w:line="240" w:lineRule="auto"/>
        <w:rPr>
          <w:rFonts w:ascii="Arial" w:hAnsi="Arial" w:cs="Arial"/>
          <w:b/>
          <w:bCs/>
        </w:rPr>
      </w:pPr>
      <w:r w:rsidRPr="00930E6C">
        <w:rPr>
          <w:rFonts w:ascii="Arial" w:hAnsi="Arial" w:cs="Arial"/>
          <w:b/>
          <w:bCs/>
        </w:rPr>
        <w:lastRenderedPageBreak/>
        <w:t xml:space="preserve">Oddíl č. </w:t>
      </w:r>
      <w:r w:rsidR="00885DCA">
        <w:rPr>
          <w:rFonts w:ascii="Arial" w:hAnsi="Arial" w:cs="Arial"/>
          <w:b/>
          <w:bCs/>
        </w:rPr>
        <w:t>2</w:t>
      </w:r>
      <w:r w:rsidR="009456BA">
        <w:rPr>
          <w:rFonts w:ascii="Arial" w:hAnsi="Arial" w:cs="Arial"/>
          <w:b/>
          <w:bCs/>
        </w:rPr>
        <w:t xml:space="preserve"> – </w:t>
      </w:r>
      <w:r w:rsidR="00A465C9" w:rsidRPr="00930E6C">
        <w:rPr>
          <w:rFonts w:ascii="Arial" w:hAnsi="Arial" w:cs="Arial"/>
          <w:b/>
          <w:bCs/>
        </w:rPr>
        <w:t>Technick</w:t>
      </w:r>
      <w:r w:rsidR="009456BA">
        <w:rPr>
          <w:rFonts w:ascii="Arial" w:hAnsi="Arial" w:cs="Arial"/>
          <w:b/>
          <w:bCs/>
        </w:rPr>
        <w:t>ý popis</w:t>
      </w:r>
      <w:r w:rsidR="002219CE" w:rsidRPr="00930E6C">
        <w:rPr>
          <w:rFonts w:ascii="Arial" w:hAnsi="Arial" w:cs="Arial"/>
          <w:b/>
          <w:bCs/>
        </w:rPr>
        <w:t xml:space="preserve"> výzkumné a vývojové činnosti</w:t>
      </w:r>
      <w:r w:rsidR="00A465C9" w:rsidRPr="00930E6C">
        <w:rPr>
          <w:rFonts w:ascii="Arial" w:hAnsi="Arial" w:cs="Arial"/>
          <w:b/>
          <w:bCs/>
        </w:rPr>
        <w:t xml:space="preserve"> </w:t>
      </w:r>
    </w:p>
    <w:p w14:paraId="7DE85147" w14:textId="54830C93" w:rsidR="00751251" w:rsidRDefault="00751251" w:rsidP="00251717">
      <w:pPr>
        <w:spacing w:after="0" w:line="240" w:lineRule="auto"/>
        <w:rPr>
          <w:rFonts w:ascii="Arial" w:hAnsi="Arial" w:cs="Arial"/>
          <w:b/>
          <w:bCs/>
        </w:rPr>
      </w:pPr>
    </w:p>
    <w:p w14:paraId="42863FF0" w14:textId="4334188F" w:rsidR="00751251" w:rsidRPr="00E1722D" w:rsidRDefault="00E1722D" w:rsidP="00E1722D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I. </w:t>
      </w:r>
      <w:r w:rsidR="00751251" w:rsidRPr="00E1722D">
        <w:rPr>
          <w:rFonts w:ascii="Arial" w:hAnsi="Arial" w:cs="Arial"/>
          <w:u w:val="single"/>
        </w:rPr>
        <w:t>Popis cílů uvedených v projektové dokumentaci</w:t>
      </w:r>
    </w:p>
    <w:p w14:paraId="7EE8B880" w14:textId="77777777" w:rsidR="00E1722D" w:rsidRPr="00E1722D" w:rsidRDefault="00E1722D" w:rsidP="00E1722D">
      <w:pPr>
        <w:spacing w:after="0"/>
        <w:rPr>
          <w:rFonts w:ascii="Arial" w:hAnsi="Arial" w:cs="Arial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465C9" w:rsidRPr="00930E6C" w14:paraId="2FA55798" w14:textId="77777777" w:rsidTr="00F17947">
        <w:tc>
          <w:tcPr>
            <w:tcW w:w="5000" w:type="pct"/>
            <w:shd w:val="clear" w:color="auto" w:fill="E7E6E6" w:themeFill="background2"/>
          </w:tcPr>
          <w:p w14:paraId="15B2697B" w14:textId="1059AD75" w:rsidR="00851174" w:rsidRDefault="00851174" w:rsidP="008511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Popište p</w:t>
            </w:r>
            <w:r w:rsidR="009F0D1F" w:rsidRPr="00930E6C">
              <w:rPr>
                <w:rFonts w:ascii="Arial" w:hAnsi="Arial" w:cs="Arial"/>
              </w:rPr>
              <w:t>odrobn</w:t>
            </w:r>
            <w:r>
              <w:rPr>
                <w:rFonts w:ascii="Arial" w:hAnsi="Arial" w:cs="Arial"/>
              </w:rPr>
              <w:t>ě</w:t>
            </w:r>
            <w:r w:rsidR="009F0D1F" w:rsidRPr="00930E6C">
              <w:rPr>
                <w:rFonts w:ascii="Arial" w:hAnsi="Arial" w:cs="Arial"/>
              </w:rPr>
              <w:t xml:space="preserve"> cíle </w:t>
            </w:r>
            <w:r w:rsidR="005F3B55" w:rsidRPr="00930E6C">
              <w:rPr>
                <w:rFonts w:ascii="Arial" w:hAnsi="Arial" w:cs="Arial"/>
              </w:rPr>
              <w:t xml:space="preserve">stanovené </w:t>
            </w:r>
            <w:r w:rsidR="00A465C9" w:rsidRPr="00930E6C">
              <w:rPr>
                <w:rFonts w:ascii="Arial" w:hAnsi="Arial" w:cs="Arial"/>
              </w:rPr>
              <w:t>v projektové dokumentaci</w:t>
            </w:r>
            <w:r w:rsidR="00995931">
              <w:rPr>
                <w:rFonts w:ascii="Arial" w:hAnsi="Arial" w:cs="Arial"/>
              </w:rPr>
              <w:t xml:space="preserve"> včetně identifikace produktu, postupu či služby, kterých se prováděn</w:t>
            </w:r>
            <w:r>
              <w:rPr>
                <w:rFonts w:ascii="Arial" w:hAnsi="Arial" w:cs="Arial"/>
              </w:rPr>
              <w:t>á</w:t>
            </w:r>
            <w:r w:rsidR="0099593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činnost</w:t>
            </w:r>
            <w:r w:rsidR="00995931">
              <w:rPr>
                <w:rFonts w:ascii="Arial" w:hAnsi="Arial" w:cs="Arial"/>
              </w:rPr>
              <w:t xml:space="preserve"> týká</w:t>
            </w:r>
            <w:r w:rsidR="00751251">
              <w:rPr>
                <w:rFonts w:ascii="Arial" w:hAnsi="Arial" w:cs="Arial"/>
              </w:rPr>
              <w:t>.</w:t>
            </w:r>
            <w:r w:rsidR="00995931">
              <w:rPr>
                <w:rFonts w:ascii="Arial" w:hAnsi="Arial" w:cs="Arial"/>
              </w:rPr>
              <w:t xml:space="preserve"> </w:t>
            </w:r>
          </w:p>
          <w:p w14:paraId="0EE2D8D7" w14:textId="0DFF89B0" w:rsidR="00A465C9" w:rsidRPr="00930E6C" w:rsidRDefault="006A3700" w:rsidP="008511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[</w:t>
            </w:r>
            <w:r w:rsidR="009F0D1F" w:rsidRPr="00930E6C">
              <w:rPr>
                <w:rFonts w:ascii="Arial" w:hAnsi="Arial" w:cs="Arial"/>
              </w:rPr>
              <w:t>§ 34c odst. 1 písm. c) ZDP</w:t>
            </w:r>
            <w:r>
              <w:rPr>
                <w:rFonts w:ascii="Arial" w:hAnsi="Arial" w:cs="Arial"/>
              </w:rPr>
              <w:t>]</w:t>
            </w:r>
          </w:p>
        </w:tc>
      </w:tr>
      <w:tr w:rsidR="00A465C9" w:rsidRPr="00930E6C" w14:paraId="7A517524" w14:textId="77777777" w:rsidTr="00094B9F">
        <w:tc>
          <w:tcPr>
            <w:tcW w:w="5000" w:type="pct"/>
            <w:tcBorders>
              <w:bottom w:val="single" w:sz="4" w:space="0" w:color="auto"/>
            </w:tcBorders>
          </w:tcPr>
          <w:p w14:paraId="79D3D4CD" w14:textId="29CA4C35" w:rsidR="00FC4FBF" w:rsidRPr="00930E6C" w:rsidRDefault="005F3B55" w:rsidP="00B35A54">
            <w:pPr>
              <w:jc w:val="both"/>
              <w:rPr>
                <w:rFonts w:ascii="Arial" w:hAnsi="Arial" w:cs="Arial"/>
                <w:highlight w:val="cyan"/>
              </w:rPr>
            </w:pPr>
            <w:r w:rsidRPr="00930E6C">
              <w:rPr>
                <w:rFonts w:ascii="Arial" w:hAnsi="Arial" w:cs="Arial"/>
              </w:rPr>
              <w:t>Popis</w:t>
            </w:r>
            <w:r w:rsidR="00B35A54" w:rsidRPr="00930E6C">
              <w:rPr>
                <w:rFonts w:ascii="Arial" w:hAnsi="Arial" w:cs="Arial"/>
              </w:rPr>
              <w:t xml:space="preserve">: </w:t>
            </w:r>
            <w:r w:rsidR="00751251" w:rsidRPr="00751251">
              <w:rPr>
                <w:rFonts w:ascii="Arial" w:hAnsi="Arial" w:cs="Arial"/>
                <w:i/>
                <w:iCs/>
              </w:rPr>
              <w:t>(vyplní po</w:t>
            </w:r>
            <w:r w:rsidR="00751251">
              <w:rPr>
                <w:rFonts w:ascii="Arial" w:hAnsi="Arial" w:cs="Arial"/>
                <w:i/>
                <w:iCs/>
              </w:rPr>
              <w:t>p</w:t>
            </w:r>
            <w:r w:rsidR="00751251" w:rsidRPr="00751251">
              <w:rPr>
                <w:rFonts w:ascii="Arial" w:hAnsi="Arial" w:cs="Arial"/>
                <w:i/>
                <w:iCs/>
              </w:rPr>
              <w:t>latník)</w:t>
            </w:r>
            <w:r w:rsidRPr="00930E6C">
              <w:rPr>
                <w:rFonts w:ascii="Arial" w:hAnsi="Arial" w:cs="Arial"/>
              </w:rPr>
              <w:t xml:space="preserve"> </w:t>
            </w:r>
            <w:r w:rsidR="002055CA" w:rsidRPr="00930E6C">
              <w:rPr>
                <w:rFonts w:ascii="Arial" w:hAnsi="Arial" w:cs="Arial"/>
                <w:highlight w:val="cyan"/>
              </w:rPr>
              <w:t xml:space="preserve">  </w:t>
            </w:r>
          </w:p>
          <w:p w14:paraId="74F79C37" w14:textId="77777777" w:rsidR="00B35A54" w:rsidRDefault="00B35A54" w:rsidP="00B35A54">
            <w:pPr>
              <w:jc w:val="both"/>
              <w:rPr>
                <w:rFonts w:ascii="Arial" w:hAnsi="Arial" w:cs="Arial"/>
                <w:highlight w:val="cyan"/>
              </w:rPr>
            </w:pPr>
          </w:p>
          <w:p w14:paraId="225D8F5C" w14:textId="6C650092" w:rsidR="00C2439E" w:rsidRPr="00C2439E" w:rsidRDefault="00C2439E" w:rsidP="00B35A54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</w:tbl>
    <w:p w14:paraId="7B76DC59" w14:textId="0EC0930D" w:rsidR="00A465C9" w:rsidRDefault="00A465C9" w:rsidP="00E729E0">
      <w:pPr>
        <w:spacing w:after="0"/>
        <w:rPr>
          <w:rFonts w:ascii="Arial" w:hAnsi="Arial" w:cs="Arial"/>
        </w:rPr>
      </w:pPr>
    </w:p>
    <w:p w14:paraId="740C576E" w14:textId="77777777" w:rsidR="00C2439E" w:rsidRDefault="00C2439E" w:rsidP="00E729E0">
      <w:pPr>
        <w:spacing w:after="0"/>
        <w:rPr>
          <w:rFonts w:ascii="Arial" w:hAnsi="Arial" w:cs="Arial"/>
        </w:rPr>
      </w:pPr>
    </w:p>
    <w:p w14:paraId="53681851" w14:textId="49B73D87" w:rsidR="00727DFA" w:rsidRPr="00727DFA" w:rsidRDefault="00727DFA" w:rsidP="00E729E0">
      <w:pPr>
        <w:spacing w:after="0"/>
        <w:rPr>
          <w:rFonts w:ascii="Arial" w:hAnsi="Arial" w:cs="Arial"/>
          <w:u w:val="single"/>
        </w:rPr>
      </w:pPr>
      <w:r w:rsidRPr="00727DFA">
        <w:rPr>
          <w:rFonts w:ascii="Arial" w:hAnsi="Arial" w:cs="Arial"/>
          <w:u w:val="single"/>
        </w:rPr>
        <w:t>II. Popis činností</w:t>
      </w:r>
    </w:p>
    <w:p w14:paraId="6867F526" w14:textId="77777777" w:rsidR="00727DFA" w:rsidRDefault="00727DFA" w:rsidP="00E729E0">
      <w:pPr>
        <w:spacing w:after="0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27DFA" w:rsidRPr="00930E6C" w14:paraId="0C35F42C" w14:textId="77777777" w:rsidTr="00044CC8">
        <w:tc>
          <w:tcPr>
            <w:tcW w:w="5000" w:type="pct"/>
            <w:shd w:val="clear" w:color="auto" w:fill="E7E6E6" w:themeFill="background2"/>
          </w:tcPr>
          <w:p w14:paraId="01C0D162" w14:textId="77777777" w:rsidR="00727DFA" w:rsidRDefault="00727DFA" w:rsidP="00727D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Popište činnosti, které v rámci řešení projektu výzkumu a vývoje probíhají (nebo proběhly, pokud je již projekt ukončen). Tyto činnosti začleňte do jednotlivých kategorií</w:t>
            </w:r>
            <w:r w:rsidRPr="00930E6C">
              <w:rPr>
                <w:rFonts w:ascii="Arial" w:hAnsi="Arial" w:cs="Arial"/>
              </w:rPr>
              <w:t xml:space="preserve"> </w:t>
            </w:r>
            <w:r w:rsidRPr="005E61A4">
              <w:rPr>
                <w:rFonts w:ascii="Arial" w:hAnsi="Arial" w:cs="Arial"/>
              </w:rPr>
              <w:t>činností výzkumu a vývoje</w:t>
            </w:r>
            <w:r w:rsidRPr="00930E6C">
              <w:rPr>
                <w:rFonts w:ascii="Arial" w:hAnsi="Arial" w:cs="Arial"/>
              </w:rPr>
              <w:t xml:space="preserve"> dle § 2 zákona o podpoře výzkumu a vývoje</w:t>
            </w:r>
            <w:r>
              <w:rPr>
                <w:rFonts w:ascii="Arial" w:hAnsi="Arial" w:cs="Arial"/>
              </w:rPr>
              <w:t xml:space="preserve">. </w:t>
            </w:r>
            <w:r w:rsidRPr="00930E6C">
              <w:rPr>
                <w:rFonts w:ascii="Arial" w:hAnsi="Arial" w:cs="Arial"/>
              </w:rPr>
              <w:t xml:space="preserve">  </w:t>
            </w:r>
          </w:p>
          <w:p w14:paraId="0FAA1D62" w14:textId="27671832" w:rsidR="00727DFA" w:rsidRDefault="006A3700" w:rsidP="00727D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27DFA" w:rsidRPr="00930E6C">
              <w:rPr>
                <w:rFonts w:ascii="Arial" w:hAnsi="Arial" w:cs="Arial"/>
              </w:rPr>
              <w:t>§ 34c odst. 1</w:t>
            </w:r>
            <w:r w:rsidR="00727DFA">
              <w:rPr>
                <w:rFonts w:ascii="Arial" w:hAnsi="Arial" w:cs="Arial"/>
              </w:rPr>
              <w:t xml:space="preserve"> </w:t>
            </w:r>
            <w:r w:rsidR="00727DFA" w:rsidRPr="00930E6C">
              <w:rPr>
                <w:rFonts w:ascii="Arial" w:hAnsi="Arial" w:cs="Arial"/>
              </w:rPr>
              <w:t>ZDP</w:t>
            </w:r>
            <w:r>
              <w:rPr>
                <w:rFonts w:ascii="Arial" w:hAnsi="Arial" w:cs="Arial"/>
              </w:rPr>
              <w:t>]</w:t>
            </w:r>
          </w:p>
        </w:tc>
      </w:tr>
      <w:tr w:rsidR="00727DFA" w:rsidRPr="00930E6C" w14:paraId="02079B8C" w14:textId="77777777" w:rsidTr="00044CC8">
        <w:tc>
          <w:tcPr>
            <w:tcW w:w="5000" w:type="pct"/>
          </w:tcPr>
          <w:p w14:paraId="2B04E0E7" w14:textId="77777777" w:rsidR="00727DFA" w:rsidRPr="00A02B6D" w:rsidRDefault="00727DFA" w:rsidP="00044CC8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</w:rPr>
            </w:pPr>
            <w:r w:rsidRPr="00A02B6D">
              <w:rPr>
                <w:rFonts w:ascii="Arial" w:hAnsi="Arial" w:cs="Arial"/>
              </w:rPr>
              <w:t xml:space="preserve">Byly prováděny činnosti základního výzkumu? </w:t>
            </w:r>
            <w:r w:rsidRPr="00A02B6D">
              <w:rPr>
                <w:rFonts w:ascii="Arial" w:hAnsi="Arial" w:cs="Arial"/>
                <w:i/>
                <w:iCs/>
              </w:rPr>
              <w:t>(vyplní poplatník)</w:t>
            </w:r>
          </w:p>
          <w:p w14:paraId="7534B4C3" w14:textId="77777777" w:rsidR="00727DFA" w:rsidRPr="00A02B6D" w:rsidRDefault="00727DFA" w:rsidP="00044CC8">
            <w:pPr>
              <w:ind w:left="7080"/>
              <w:rPr>
                <w:rFonts w:ascii="Arial" w:hAnsi="Arial" w:cs="Arial"/>
                <w:strike/>
              </w:rPr>
            </w:pPr>
            <w:r w:rsidRPr="00930E6C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1571114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58653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727DFA" w:rsidRPr="00930E6C" w14:paraId="02B0F2E2" w14:textId="77777777" w:rsidTr="00044CC8">
        <w:tc>
          <w:tcPr>
            <w:tcW w:w="5000" w:type="pct"/>
          </w:tcPr>
          <w:p w14:paraId="0CE4FEF9" w14:textId="77777777" w:rsidR="00727DFA" w:rsidRDefault="00727DFA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45571432" w14:textId="77777777" w:rsidR="00727DFA" w:rsidRDefault="00727DFA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25CBFF2" w14:textId="77777777" w:rsidR="005460FB" w:rsidRDefault="005460FB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C584DE4" w14:textId="77777777" w:rsidR="00E1722D" w:rsidRDefault="00E1722D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727DFA" w:rsidRPr="00930E6C" w14:paraId="02BB3430" w14:textId="77777777" w:rsidTr="00044CC8">
        <w:tc>
          <w:tcPr>
            <w:tcW w:w="5000" w:type="pct"/>
          </w:tcPr>
          <w:p w14:paraId="49D59552" w14:textId="77777777" w:rsidR="00727DFA" w:rsidRPr="00A02B6D" w:rsidRDefault="00727DFA" w:rsidP="00044CC8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02B6D">
              <w:rPr>
                <w:rFonts w:ascii="Arial" w:hAnsi="Arial" w:cs="Arial"/>
              </w:rPr>
              <w:t xml:space="preserve">Byly prováděny činnosti průmyslového výzkumu? </w:t>
            </w:r>
            <w:r w:rsidRPr="00A02B6D">
              <w:rPr>
                <w:rFonts w:ascii="Arial" w:hAnsi="Arial" w:cs="Arial"/>
                <w:i/>
                <w:iCs/>
              </w:rPr>
              <w:t>(vyplní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02B6D">
              <w:rPr>
                <w:rFonts w:ascii="Arial" w:hAnsi="Arial" w:cs="Arial"/>
                <w:i/>
                <w:iCs/>
              </w:rPr>
              <w:t>poplatník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A02B6D">
              <w:rPr>
                <w:rFonts w:ascii="Arial" w:hAnsi="Arial" w:cs="Arial"/>
              </w:rPr>
              <w:t xml:space="preserve"> </w:t>
            </w:r>
          </w:p>
          <w:p w14:paraId="21CE4F0C" w14:textId="77777777" w:rsidR="00727DFA" w:rsidRPr="00930E6C" w:rsidRDefault="00727DFA" w:rsidP="00044CC8">
            <w:pPr>
              <w:ind w:left="7080"/>
              <w:rPr>
                <w:rFonts w:ascii="Arial" w:eastAsia="MS Gothic" w:hAnsi="Arial" w:cs="Arial"/>
                <w:lang w:val="en-US"/>
              </w:rPr>
            </w:pPr>
            <w:r w:rsidRPr="00930E6C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109346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208498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727DFA" w:rsidRPr="00930E6C" w14:paraId="7D1E8658" w14:textId="77777777" w:rsidTr="00044CC8">
        <w:tc>
          <w:tcPr>
            <w:tcW w:w="5000" w:type="pct"/>
          </w:tcPr>
          <w:p w14:paraId="62CDCB16" w14:textId="77777777" w:rsidR="00727DFA" w:rsidRPr="00930E6C" w:rsidRDefault="00727DFA" w:rsidP="00044CC8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1D8F84F1" w14:textId="77777777" w:rsidR="00727DFA" w:rsidRDefault="00727DFA" w:rsidP="00044CC8">
            <w:pPr>
              <w:rPr>
                <w:rFonts w:ascii="Arial" w:hAnsi="Arial" w:cs="Arial"/>
              </w:rPr>
            </w:pPr>
          </w:p>
          <w:p w14:paraId="262522D7" w14:textId="77777777" w:rsidR="00E1722D" w:rsidRDefault="00E1722D" w:rsidP="00044CC8">
            <w:pPr>
              <w:rPr>
                <w:rFonts w:ascii="Arial" w:hAnsi="Arial" w:cs="Arial"/>
              </w:rPr>
            </w:pPr>
          </w:p>
          <w:p w14:paraId="4D4C246F" w14:textId="77777777" w:rsidR="005460FB" w:rsidRPr="00930E6C" w:rsidRDefault="005460FB" w:rsidP="00044CC8">
            <w:pPr>
              <w:rPr>
                <w:rFonts w:ascii="Arial" w:hAnsi="Arial" w:cs="Arial"/>
              </w:rPr>
            </w:pPr>
          </w:p>
        </w:tc>
      </w:tr>
      <w:tr w:rsidR="00727DFA" w:rsidRPr="00930E6C" w14:paraId="1795B2FE" w14:textId="77777777" w:rsidTr="00044CC8">
        <w:tc>
          <w:tcPr>
            <w:tcW w:w="5000" w:type="pct"/>
          </w:tcPr>
          <w:p w14:paraId="65008473" w14:textId="77777777" w:rsidR="00727DFA" w:rsidRPr="00A02B6D" w:rsidRDefault="00727DFA" w:rsidP="00727DF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02B6D">
              <w:rPr>
                <w:rFonts w:ascii="Arial" w:hAnsi="Arial" w:cs="Arial"/>
              </w:rPr>
              <w:t xml:space="preserve">Byly prováděny činnosti experimentálního vývoje? </w:t>
            </w:r>
            <w:r w:rsidRPr="00A02B6D">
              <w:rPr>
                <w:rFonts w:ascii="Arial" w:hAnsi="Arial" w:cs="Arial"/>
                <w:i/>
                <w:iCs/>
              </w:rPr>
              <w:t>(vyplní poplatník)</w:t>
            </w:r>
            <w:r w:rsidRPr="00A02B6D">
              <w:rPr>
                <w:rFonts w:ascii="Arial" w:hAnsi="Arial" w:cs="Arial"/>
              </w:rPr>
              <w:t xml:space="preserve"> </w:t>
            </w:r>
          </w:p>
          <w:p w14:paraId="16535FFA" w14:textId="5FE6293C" w:rsidR="00727DFA" w:rsidRPr="00930E6C" w:rsidRDefault="00727DFA" w:rsidP="005460FB">
            <w:pPr>
              <w:ind w:left="7080"/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117022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402837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</w:t>
            </w:r>
          </w:p>
        </w:tc>
      </w:tr>
      <w:tr w:rsidR="00727DFA" w:rsidRPr="00930E6C" w14:paraId="32351141" w14:textId="77777777" w:rsidTr="00044CC8">
        <w:tc>
          <w:tcPr>
            <w:tcW w:w="5000" w:type="pct"/>
          </w:tcPr>
          <w:p w14:paraId="38E3C068" w14:textId="77777777" w:rsidR="00727DFA" w:rsidRPr="00930E6C" w:rsidRDefault="00727DFA" w:rsidP="00727DFA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6533DE33" w14:textId="77777777" w:rsidR="00727DFA" w:rsidRDefault="00727DFA" w:rsidP="005460FB">
            <w:pPr>
              <w:rPr>
                <w:rFonts w:ascii="Arial" w:hAnsi="Arial" w:cs="Arial"/>
              </w:rPr>
            </w:pPr>
          </w:p>
          <w:p w14:paraId="61969B5B" w14:textId="77777777" w:rsidR="005460FB" w:rsidRDefault="005460FB" w:rsidP="005460FB">
            <w:pPr>
              <w:rPr>
                <w:rFonts w:ascii="Arial" w:hAnsi="Arial" w:cs="Arial"/>
              </w:rPr>
            </w:pPr>
          </w:p>
          <w:p w14:paraId="01804DCB" w14:textId="77777777" w:rsidR="00E1722D" w:rsidRPr="005460FB" w:rsidRDefault="00E1722D" w:rsidP="005460FB">
            <w:pPr>
              <w:rPr>
                <w:rFonts w:ascii="Arial" w:hAnsi="Arial" w:cs="Arial"/>
              </w:rPr>
            </w:pPr>
          </w:p>
        </w:tc>
      </w:tr>
      <w:tr w:rsidR="00727DFA" w:rsidRPr="00930E6C" w14:paraId="7C03D1A7" w14:textId="77777777" w:rsidTr="00044CC8">
        <w:tc>
          <w:tcPr>
            <w:tcW w:w="5000" w:type="pct"/>
          </w:tcPr>
          <w:p w14:paraId="3993A1C3" w14:textId="47BDDB50" w:rsidR="00727DFA" w:rsidRPr="00A02B6D" w:rsidRDefault="00727DFA" w:rsidP="00727DF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02B6D">
              <w:rPr>
                <w:rFonts w:ascii="Arial" w:hAnsi="Arial" w:cs="Arial"/>
              </w:rPr>
              <w:t>Byly prováděny kombinace některých typů výzkumu a vývoje?</w:t>
            </w:r>
            <w:r w:rsidR="00A05C2E">
              <w:rPr>
                <w:rFonts w:ascii="Arial" w:hAnsi="Arial" w:cs="Arial"/>
              </w:rPr>
              <w:t xml:space="preserve"> </w:t>
            </w:r>
            <w:r w:rsidRPr="00A02B6D">
              <w:rPr>
                <w:rFonts w:ascii="Arial" w:hAnsi="Arial" w:cs="Arial"/>
                <w:i/>
                <w:iCs/>
              </w:rPr>
              <w:t>(vyplní poplatník)</w:t>
            </w:r>
            <w:r w:rsidRPr="00A02B6D">
              <w:rPr>
                <w:rFonts w:ascii="Arial" w:hAnsi="Arial" w:cs="Arial"/>
              </w:rPr>
              <w:t xml:space="preserve"> </w:t>
            </w:r>
          </w:p>
          <w:p w14:paraId="2CD4D533" w14:textId="6FB19333" w:rsidR="00727DFA" w:rsidRPr="00930E6C" w:rsidRDefault="00727DFA" w:rsidP="005460FB">
            <w:pPr>
              <w:ind w:left="7080"/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201846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82428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727DFA" w:rsidRPr="00930E6C" w14:paraId="03A791FD" w14:textId="77777777" w:rsidTr="00044CC8">
        <w:tc>
          <w:tcPr>
            <w:tcW w:w="5000" w:type="pct"/>
          </w:tcPr>
          <w:p w14:paraId="4E9859F8" w14:textId="77777777" w:rsidR="00727DFA" w:rsidRPr="00930E6C" w:rsidRDefault="00727DFA" w:rsidP="00727DFA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60754995" w14:textId="77777777" w:rsidR="005460FB" w:rsidRDefault="005460FB" w:rsidP="005460FB">
            <w:pPr>
              <w:rPr>
                <w:rFonts w:ascii="Arial" w:hAnsi="Arial" w:cs="Arial"/>
              </w:rPr>
            </w:pPr>
          </w:p>
          <w:p w14:paraId="56CE0943" w14:textId="77777777" w:rsidR="005460FB" w:rsidRDefault="005460FB" w:rsidP="005460FB">
            <w:pPr>
              <w:rPr>
                <w:rFonts w:ascii="Arial" w:hAnsi="Arial" w:cs="Arial"/>
              </w:rPr>
            </w:pPr>
          </w:p>
          <w:p w14:paraId="6C549366" w14:textId="77777777" w:rsidR="00E1722D" w:rsidRPr="005460FB" w:rsidRDefault="00E1722D" w:rsidP="005460FB">
            <w:pPr>
              <w:rPr>
                <w:rFonts w:ascii="Arial" w:hAnsi="Arial" w:cs="Arial"/>
              </w:rPr>
            </w:pPr>
          </w:p>
        </w:tc>
      </w:tr>
    </w:tbl>
    <w:p w14:paraId="1DDD08A6" w14:textId="77777777" w:rsidR="00727DFA" w:rsidRDefault="00727DFA" w:rsidP="00E729E0">
      <w:pPr>
        <w:spacing w:after="0"/>
        <w:rPr>
          <w:rFonts w:ascii="Arial" w:hAnsi="Arial" w:cs="Arial"/>
        </w:rPr>
      </w:pPr>
    </w:p>
    <w:p w14:paraId="0A047EDC" w14:textId="77777777" w:rsidR="00C2439E" w:rsidRDefault="00C2439E" w:rsidP="00E729E0">
      <w:pPr>
        <w:spacing w:after="0"/>
        <w:rPr>
          <w:rFonts w:ascii="Arial" w:hAnsi="Arial" w:cs="Arial"/>
        </w:rPr>
      </w:pPr>
    </w:p>
    <w:p w14:paraId="54E6A020" w14:textId="39899C2F" w:rsidR="006907D7" w:rsidRDefault="009456BA" w:rsidP="009456BA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9456BA">
        <w:rPr>
          <w:rFonts w:ascii="Arial" w:hAnsi="Arial" w:cs="Arial"/>
          <w:u w:val="single"/>
        </w:rPr>
        <w:t>III. Popis realizace projektu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4B1C" w:rsidRPr="00930E6C" w14:paraId="66792158" w14:textId="77777777" w:rsidTr="006907D7">
        <w:tc>
          <w:tcPr>
            <w:tcW w:w="5000" w:type="pct"/>
            <w:shd w:val="clear" w:color="auto" w:fill="E7E6E6" w:themeFill="background2"/>
          </w:tcPr>
          <w:p w14:paraId="425F8B8B" w14:textId="6259F125" w:rsidR="00D54B1C" w:rsidRDefault="00D54B1C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Popište, jak probíhalo technické a technologické řešení projektu, jaké byly způsoby ověřování dílčích výsledků, jakým způsobem probíhaly případné změny postupů nebo změny projektu, jaké byly využívány zdroje informací apod. </w:t>
            </w:r>
          </w:p>
        </w:tc>
      </w:tr>
      <w:tr w:rsidR="00D54B1C" w:rsidRPr="00930E6C" w14:paraId="58262DD6" w14:textId="77777777" w:rsidTr="00044CC8">
        <w:tc>
          <w:tcPr>
            <w:tcW w:w="5000" w:type="pct"/>
          </w:tcPr>
          <w:p w14:paraId="5001229B" w14:textId="77777777" w:rsidR="00D54B1C" w:rsidRDefault="00D54B1C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0DD82622" w14:textId="77777777" w:rsidR="00D54B1C" w:rsidRDefault="00D54B1C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69974E4" w14:textId="77777777" w:rsidR="006907D7" w:rsidRDefault="006907D7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509316F0" w14:textId="77777777" w:rsidR="00D54B1C" w:rsidRDefault="00D54B1C" w:rsidP="009456BA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4B1C" w:rsidRPr="00930E6C" w14:paraId="113A78AB" w14:textId="77777777" w:rsidTr="00044CC8">
        <w:tc>
          <w:tcPr>
            <w:tcW w:w="5000" w:type="pct"/>
          </w:tcPr>
          <w:p w14:paraId="7D00EE7D" w14:textId="6415C9F8" w:rsidR="00D54B1C" w:rsidRDefault="00D54B1C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b) Je cílem prováděných aktivit zcela nový produkt, postup či služba?</w:t>
            </w:r>
            <w:r w:rsidR="006907D7">
              <w:rPr>
                <w:rFonts w:ascii="Arial" w:hAnsi="Arial" w:cs="Arial"/>
              </w:rPr>
              <w:t xml:space="preserve"> </w:t>
            </w:r>
            <w:r w:rsidR="006907D7" w:rsidRPr="00751251">
              <w:rPr>
                <w:rFonts w:ascii="Arial" w:hAnsi="Arial" w:cs="Arial"/>
                <w:i/>
                <w:iCs/>
              </w:rPr>
              <w:t>(vyplní po</w:t>
            </w:r>
            <w:r w:rsidR="006907D7">
              <w:rPr>
                <w:rFonts w:ascii="Arial" w:hAnsi="Arial" w:cs="Arial"/>
                <w:i/>
                <w:iCs/>
              </w:rPr>
              <w:t>p</w:t>
            </w:r>
            <w:r w:rsidR="006907D7"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27CA26AD" w14:textId="77777777" w:rsidR="00D54B1C" w:rsidRDefault="00D54B1C" w:rsidP="006907D7">
            <w:pPr>
              <w:autoSpaceDE w:val="0"/>
              <w:autoSpaceDN w:val="0"/>
              <w:adjustRightInd w:val="0"/>
              <w:ind w:left="7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930E6C">
              <w:rPr>
                <w:rFonts w:ascii="Arial" w:hAnsi="Arial" w:cs="Arial"/>
              </w:rPr>
              <w:t xml:space="preserve">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161689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93752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D54B1C" w:rsidRPr="00930E6C" w14:paraId="610A87F4" w14:textId="77777777" w:rsidTr="006907D7">
        <w:tc>
          <w:tcPr>
            <w:tcW w:w="5000" w:type="pct"/>
            <w:shd w:val="clear" w:color="auto" w:fill="E7E6E6" w:themeFill="background2"/>
          </w:tcPr>
          <w:p w14:paraId="0B33E5FB" w14:textId="07E8BBC2" w:rsidR="00D54B1C" w:rsidRDefault="00D54B1C" w:rsidP="00044C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konkrétně, jakého výsledku má být dosaženo (produkt, postup, služba, technologie, materiál atd.). Uveďte a popište parametry </w:t>
            </w:r>
            <w:r w:rsidRPr="00930E6C">
              <w:rPr>
                <w:rFonts w:ascii="Arial" w:hAnsi="Arial" w:cs="Arial"/>
              </w:rPr>
              <w:t>technické a technologické podstaty</w:t>
            </w:r>
            <w:r>
              <w:rPr>
                <w:rFonts w:ascii="Arial" w:hAnsi="Arial" w:cs="Arial"/>
              </w:rPr>
              <w:t xml:space="preserve"> výsledku činnosti</w:t>
            </w:r>
            <w:r w:rsidRPr="00930E6C">
              <w:rPr>
                <w:rFonts w:ascii="Arial" w:hAnsi="Arial" w:cs="Arial"/>
              </w:rPr>
              <w:t xml:space="preserve"> (konkrétní měřitelné hodnoty</w:t>
            </w:r>
            <w:r>
              <w:rPr>
                <w:rFonts w:ascii="Arial" w:hAnsi="Arial" w:cs="Arial"/>
              </w:rPr>
              <w:t xml:space="preserve"> výsledného produktu, postupu či služby, jeho nové vlastnosti, jeho nové funkce, využití nových poznatků v porovnání s dosavadním stavem poznání</w:t>
            </w:r>
            <w:r w:rsidRPr="00930E6C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 V</w:t>
            </w:r>
            <w:r w:rsidRPr="00930E6C">
              <w:rPr>
                <w:rFonts w:ascii="Arial" w:hAnsi="Arial" w:cs="Arial"/>
              </w:rPr>
              <w:t xml:space="preserve"> čem konkrétně, dle </w:t>
            </w:r>
            <w:r w:rsidR="00372DCA">
              <w:rPr>
                <w:rFonts w:ascii="Arial" w:hAnsi="Arial" w:cs="Arial"/>
              </w:rPr>
              <w:t>poplatníka</w:t>
            </w:r>
            <w:r w:rsidRPr="00930E6C">
              <w:rPr>
                <w:rFonts w:ascii="Arial" w:hAnsi="Arial" w:cs="Arial"/>
              </w:rPr>
              <w:t>, spočívá jedinečnost a zcela unikátní řešení</w:t>
            </w:r>
            <w:r>
              <w:rPr>
                <w:rFonts w:ascii="Arial" w:hAnsi="Arial" w:cs="Arial"/>
              </w:rPr>
              <w:t xml:space="preserve"> stanoveného</w:t>
            </w:r>
            <w:r w:rsidRPr="00930E6C">
              <w:rPr>
                <w:rFonts w:ascii="Arial" w:hAnsi="Arial" w:cs="Arial"/>
              </w:rPr>
              <w:t xml:space="preserve"> cíle </w:t>
            </w:r>
            <w:r>
              <w:rPr>
                <w:rFonts w:ascii="Arial" w:hAnsi="Arial" w:cs="Arial"/>
              </w:rPr>
              <w:t>činnosti, jaké výzkumné a vývojové nejistoty byly v průběhu výzkumu a vývoje odstraňovány.</w:t>
            </w:r>
          </w:p>
        </w:tc>
      </w:tr>
      <w:tr w:rsidR="00D54B1C" w:rsidRPr="00930E6C" w14:paraId="227CB38B" w14:textId="77777777" w:rsidTr="00044CC8">
        <w:tc>
          <w:tcPr>
            <w:tcW w:w="5000" w:type="pct"/>
          </w:tcPr>
          <w:p w14:paraId="6C0E7733" w14:textId="77777777" w:rsidR="00D54B1C" w:rsidRPr="006907D7" w:rsidRDefault="00D54B1C" w:rsidP="00044C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</w:t>
            </w:r>
            <w:r w:rsidRPr="006907D7">
              <w:rPr>
                <w:rFonts w:ascii="Arial" w:hAnsi="Arial" w:cs="Arial"/>
                <w:i/>
                <w:iCs/>
              </w:rPr>
              <w:t>(vyplní poplatník)</w:t>
            </w:r>
          </w:p>
          <w:p w14:paraId="01FFDE63" w14:textId="77777777" w:rsidR="00D54B1C" w:rsidRDefault="00D54B1C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0031D02" w14:textId="77777777" w:rsidR="00D54B1C" w:rsidRDefault="00D54B1C" w:rsidP="00044C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4F9396B4" w14:textId="77777777" w:rsidR="00D54B1C" w:rsidRDefault="00D54B1C" w:rsidP="009456BA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54B1C" w:rsidRPr="00930E6C" w14:paraId="3D63A8F8" w14:textId="77777777" w:rsidTr="00044CC8">
        <w:tc>
          <w:tcPr>
            <w:tcW w:w="5000" w:type="pct"/>
          </w:tcPr>
          <w:p w14:paraId="1341B22C" w14:textId="0E49FC97" w:rsidR="00D54B1C" w:rsidRDefault="00D54B1C" w:rsidP="00044C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Pr="00930E6C">
              <w:rPr>
                <w:rFonts w:ascii="Arial" w:hAnsi="Arial" w:cs="Arial"/>
              </w:rPr>
              <w:t>Je</w:t>
            </w:r>
            <w:r>
              <w:rPr>
                <w:rFonts w:ascii="Arial" w:hAnsi="Arial" w:cs="Arial"/>
              </w:rPr>
              <w:t xml:space="preserve"> cílem prováděných aktivit </w:t>
            </w:r>
            <w:r w:rsidRPr="00930E6C">
              <w:rPr>
                <w:rFonts w:ascii="Arial" w:hAnsi="Arial" w:cs="Arial"/>
              </w:rPr>
              <w:t>podstatné zlepšení stávající</w:t>
            </w:r>
            <w:r>
              <w:rPr>
                <w:rFonts w:ascii="Arial" w:hAnsi="Arial" w:cs="Arial"/>
              </w:rPr>
              <w:t>ho produktu, postupu či služby</w:t>
            </w:r>
            <w:r w:rsidRPr="00930E6C">
              <w:rPr>
                <w:rFonts w:ascii="Arial" w:hAnsi="Arial" w:cs="Arial"/>
              </w:rPr>
              <w:t>?</w:t>
            </w:r>
            <w:r w:rsidR="006907D7">
              <w:rPr>
                <w:rFonts w:ascii="Arial" w:hAnsi="Arial" w:cs="Arial"/>
              </w:rPr>
              <w:t xml:space="preserve"> </w:t>
            </w:r>
            <w:r w:rsidR="006907D7" w:rsidRPr="00751251">
              <w:rPr>
                <w:rFonts w:ascii="Arial" w:hAnsi="Arial" w:cs="Arial"/>
                <w:i/>
                <w:iCs/>
              </w:rPr>
              <w:t>(vyplní po</w:t>
            </w:r>
            <w:r w:rsidR="006907D7">
              <w:rPr>
                <w:rFonts w:ascii="Arial" w:hAnsi="Arial" w:cs="Arial"/>
                <w:i/>
                <w:iCs/>
              </w:rPr>
              <w:t>p</w:t>
            </w:r>
            <w:r w:rsidR="006907D7"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5A5D03B2" w14:textId="77777777" w:rsidR="00D54B1C" w:rsidRDefault="00D54B1C" w:rsidP="006907D7">
            <w:pPr>
              <w:ind w:left="7080"/>
              <w:jc w:val="both"/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929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930E6C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110117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0E6C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D54B1C" w:rsidRPr="00930E6C" w14:paraId="04A7BD6F" w14:textId="77777777" w:rsidTr="006907D7">
        <w:tc>
          <w:tcPr>
            <w:tcW w:w="5000" w:type="pct"/>
            <w:shd w:val="clear" w:color="auto" w:fill="E7E6E6" w:themeFill="background2"/>
          </w:tcPr>
          <w:p w14:paraId="3355FBC0" w14:textId="0F99F830" w:rsidR="00D54B1C" w:rsidRDefault="00D54B1C" w:rsidP="00044C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a popište konkrétně, jakého výsledku má být dosaženo (produkt, postup, služba, technologie, materiál atd.). Uveďte a popište parametry </w:t>
            </w:r>
            <w:r w:rsidRPr="00930E6C">
              <w:rPr>
                <w:rFonts w:ascii="Arial" w:hAnsi="Arial" w:cs="Arial"/>
              </w:rPr>
              <w:t xml:space="preserve">technické a technologické podstaty </w:t>
            </w:r>
            <w:r>
              <w:rPr>
                <w:rFonts w:ascii="Arial" w:hAnsi="Arial" w:cs="Arial"/>
              </w:rPr>
              <w:t>výsledku činnosti</w:t>
            </w:r>
            <w:r w:rsidRPr="00930E6C">
              <w:rPr>
                <w:rFonts w:ascii="Arial" w:hAnsi="Arial" w:cs="Arial"/>
              </w:rPr>
              <w:t xml:space="preserve"> (konkrétní měřitelné hodnoty</w:t>
            </w:r>
            <w:r>
              <w:rPr>
                <w:rFonts w:ascii="Arial" w:hAnsi="Arial" w:cs="Arial"/>
              </w:rPr>
              <w:t xml:space="preserve"> výsledného produktu, postupu či služby v porovnání s existujícím produktem, postupem či službou</w:t>
            </w:r>
            <w:r w:rsidRPr="00930E6C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 v</w:t>
            </w:r>
            <w:r w:rsidRPr="00930E6C">
              <w:rPr>
                <w:rFonts w:ascii="Arial" w:hAnsi="Arial" w:cs="Arial"/>
              </w:rPr>
              <w:t xml:space="preserve"> čem konkrétně, dle </w:t>
            </w:r>
            <w:r w:rsidR="00372DCA">
              <w:rPr>
                <w:rFonts w:ascii="Arial" w:hAnsi="Arial" w:cs="Arial"/>
              </w:rPr>
              <w:t>poplatníka</w:t>
            </w:r>
            <w:r w:rsidRPr="00930E6C">
              <w:rPr>
                <w:rFonts w:ascii="Arial" w:hAnsi="Arial" w:cs="Arial"/>
              </w:rPr>
              <w:t xml:space="preserve">, spočívá </w:t>
            </w:r>
            <w:r>
              <w:rPr>
                <w:rFonts w:ascii="Arial" w:hAnsi="Arial" w:cs="Arial"/>
              </w:rPr>
              <w:t>vylepšení, resp. změna, parametrů na základě provedeného</w:t>
            </w:r>
            <w:r w:rsidRPr="00930E6C">
              <w:rPr>
                <w:rFonts w:ascii="Arial" w:hAnsi="Arial" w:cs="Arial"/>
              </w:rPr>
              <w:t xml:space="preserve"> výzkumu a vývoje</w:t>
            </w:r>
            <w:r>
              <w:rPr>
                <w:rFonts w:ascii="Arial" w:hAnsi="Arial" w:cs="Arial"/>
              </w:rPr>
              <w:t>, jaké výzkumné a vývojové nejistoty byly v průběhu výzkumu a vývoje odstraňovány.</w:t>
            </w:r>
          </w:p>
        </w:tc>
      </w:tr>
      <w:tr w:rsidR="00D54B1C" w:rsidRPr="00930E6C" w14:paraId="6E0B7E1D" w14:textId="77777777" w:rsidTr="00044CC8">
        <w:tc>
          <w:tcPr>
            <w:tcW w:w="5000" w:type="pct"/>
          </w:tcPr>
          <w:p w14:paraId="321B0625" w14:textId="77777777" w:rsidR="00D54B1C" w:rsidRDefault="00D54B1C" w:rsidP="00044C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Popis:</w:t>
            </w:r>
            <w:r w:rsidRPr="00751251">
              <w:rPr>
                <w:rFonts w:ascii="Arial" w:hAnsi="Arial" w:cs="Arial"/>
                <w:i/>
                <w:iCs/>
              </w:rPr>
              <w:t xml:space="preserve"> (vyplní po</w:t>
            </w:r>
            <w:r>
              <w:rPr>
                <w:rFonts w:ascii="Arial" w:hAnsi="Arial" w:cs="Arial"/>
                <w:i/>
                <w:iCs/>
              </w:rPr>
              <w:t>p</w:t>
            </w:r>
            <w:r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0FB25841" w14:textId="77777777" w:rsidR="00D54B1C" w:rsidRDefault="00D54B1C" w:rsidP="00044CC8">
            <w:pPr>
              <w:rPr>
                <w:rFonts w:ascii="Arial" w:hAnsi="Arial" w:cs="Arial"/>
              </w:rPr>
            </w:pPr>
          </w:p>
          <w:p w14:paraId="51C78378" w14:textId="77777777" w:rsidR="006907D7" w:rsidRPr="00930E6C" w:rsidRDefault="006907D7" w:rsidP="00044CC8">
            <w:pPr>
              <w:rPr>
                <w:rFonts w:ascii="Arial" w:hAnsi="Arial" w:cs="Arial"/>
              </w:rPr>
            </w:pPr>
          </w:p>
        </w:tc>
      </w:tr>
    </w:tbl>
    <w:p w14:paraId="53E12556" w14:textId="77777777" w:rsidR="00C2439E" w:rsidRPr="00930E6C" w:rsidRDefault="00C2439E" w:rsidP="009456B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440516E" w14:textId="7250B711" w:rsidR="009456BA" w:rsidRPr="009456BA" w:rsidRDefault="009456BA" w:rsidP="009456BA">
      <w:pPr>
        <w:jc w:val="both"/>
        <w:rPr>
          <w:rFonts w:ascii="Arial" w:hAnsi="Arial" w:cs="Arial"/>
          <w:u w:val="single"/>
        </w:rPr>
      </w:pPr>
      <w:r w:rsidRPr="009456BA">
        <w:rPr>
          <w:rFonts w:ascii="Arial" w:hAnsi="Arial" w:cs="Arial"/>
          <w:u w:val="single"/>
        </w:rPr>
        <w:t xml:space="preserve">IV. Hodnocení výsledků činnosti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465C9" w:rsidRPr="00930E6C" w14:paraId="359A5E48" w14:textId="77777777" w:rsidTr="005460FB">
        <w:tc>
          <w:tcPr>
            <w:tcW w:w="5000" w:type="pct"/>
            <w:shd w:val="clear" w:color="auto" w:fill="E7E6E6" w:themeFill="background2"/>
          </w:tcPr>
          <w:p w14:paraId="4F8B62E6" w14:textId="073FE93E" w:rsidR="00B972F8" w:rsidRDefault="006D2508" w:rsidP="00B972F8">
            <w:pPr>
              <w:jc w:val="both"/>
              <w:rPr>
                <w:rFonts w:ascii="Arial" w:hAnsi="Arial" w:cs="Arial"/>
              </w:rPr>
            </w:pPr>
            <w:bookmarkStart w:id="0" w:name="_Hlk149899953"/>
            <w:r>
              <w:rPr>
                <w:rFonts w:ascii="Arial" w:hAnsi="Arial" w:cs="Arial"/>
              </w:rPr>
              <w:t xml:space="preserve">Jak hodnotí poplatník splnění </w:t>
            </w:r>
            <w:r w:rsidR="00A465C9" w:rsidRPr="00930E6C">
              <w:rPr>
                <w:rFonts w:ascii="Arial" w:hAnsi="Arial" w:cs="Arial"/>
              </w:rPr>
              <w:t>vymezen</w:t>
            </w:r>
            <w:r>
              <w:rPr>
                <w:rFonts w:ascii="Arial" w:hAnsi="Arial" w:cs="Arial"/>
              </w:rPr>
              <w:t>ého</w:t>
            </w:r>
            <w:r w:rsidR="00A465C9" w:rsidRPr="00930E6C">
              <w:rPr>
                <w:rFonts w:ascii="Arial" w:hAnsi="Arial" w:cs="Arial"/>
              </w:rPr>
              <w:t xml:space="preserve"> cíl</w:t>
            </w:r>
            <w:r>
              <w:rPr>
                <w:rFonts w:ascii="Arial" w:hAnsi="Arial" w:cs="Arial"/>
              </w:rPr>
              <w:t>e</w:t>
            </w:r>
            <w:r w:rsidR="00A465C9" w:rsidRPr="00930E6C">
              <w:rPr>
                <w:rFonts w:ascii="Arial" w:hAnsi="Arial" w:cs="Arial"/>
              </w:rPr>
              <w:t xml:space="preserve"> v projektové dokumentaci</w:t>
            </w:r>
            <w:r>
              <w:rPr>
                <w:rFonts w:ascii="Arial" w:hAnsi="Arial" w:cs="Arial"/>
              </w:rPr>
              <w:t xml:space="preserve"> </w:t>
            </w:r>
            <w:r w:rsidR="00B972F8">
              <w:rPr>
                <w:rFonts w:ascii="Arial" w:hAnsi="Arial" w:cs="Arial"/>
              </w:rPr>
              <w:t>s ohledem na</w:t>
            </w:r>
            <w:r w:rsidR="006907D7">
              <w:rPr>
                <w:rFonts w:ascii="Arial" w:hAnsi="Arial" w:cs="Arial"/>
              </w:rPr>
              <w:t> </w:t>
            </w:r>
            <w:r w:rsidR="00B972F8">
              <w:rPr>
                <w:rFonts w:ascii="Arial" w:hAnsi="Arial" w:cs="Arial"/>
              </w:rPr>
              <w:t>produkt, postup či službu, kterých se prováděný výzkum a vývoj týkal</w:t>
            </w:r>
            <w:r w:rsidR="009456BA">
              <w:rPr>
                <w:rFonts w:ascii="Arial" w:hAnsi="Arial" w:cs="Arial"/>
              </w:rPr>
              <w:t>?</w:t>
            </w:r>
            <w:r w:rsidR="00B972F8">
              <w:rPr>
                <w:rFonts w:ascii="Arial" w:hAnsi="Arial" w:cs="Arial"/>
              </w:rPr>
              <w:t xml:space="preserve"> V případě nedosažení cíle projektu</w:t>
            </w:r>
            <w:r w:rsidR="009456BA">
              <w:rPr>
                <w:rFonts w:ascii="Arial" w:hAnsi="Arial" w:cs="Arial"/>
              </w:rPr>
              <w:t>,</w:t>
            </w:r>
            <w:r w:rsidR="00B972F8">
              <w:rPr>
                <w:rFonts w:ascii="Arial" w:hAnsi="Arial" w:cs="Arial"/>
              </w:rPr>
              <w:t xml:space="preserve"> jaké byly důvody neúspěchu.</w:t>
            </w:r>
            <w:r w:rsidR="00F87A6E">
              <w:rPr>
                <w:rFonts w:ascii="Arial" w:hAnsi="Arial" w:cs="Arial"/>
              </w:rPr>
              <w:t xml:space="preserve"> </w:t>
            </w:r>
          </w:p>
          <w:p w14:paraId="112E696D" w14:textId="77777777" w:rsidR="005460FB" w:rsidRDefault="005460FB" w:rsidP="009456BA">
            <w:pPr>
              <w:jc w:val="both"/>
              <w:rPr>
                <w:rFonts w:ascii="Arial" w:hAnsi="Arial" w:cs="Arial"/>
              </w:rPr>
            </w:pPr>
          </w:p>
          <w:p w14:paraId="04546B05" w14:textId="1F86CB35" w:rsidR="00B972F8" w:rsidRPr="00930E6C" w:rsidRDefault="003B5498" w:rsidP="009456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A465C9" w:rsidRPr="00930E6C">
              <w:rPr>
                <w:rFonts w:ascii="Arial" w:hAnsi="Arial" w:cs="Arial"/>
              </w:rPr>
              <w:t>akým způsobem byly výsledky činnosti</w:t>
            </w:r>
            <w:r w:rsidR="0081739E" w:rsidRPr="00930E6C">
              <w:rPr>
                <w:rFonts w:ascii="Arial" w:hAnsi="Arial" w:cs="Arial"/>
              </w:rPr>
              <w:t xml:space="preserve"> využity v rámci ekonomické činnosti subj</w:t>
            </w:r>
            <w:r w:rsidR="00874B32" w:rsidRPr="00930E6C">
              <w:rPr>
                <w:rFonts w:ascii="Arial" w:hAnsi="Arial" w:cs="Arial"/>
              </w:rPr>
              <w:t>ektu</w:t>
            </w:r>
            <w:r w:rsidR="0081739E" w:rsidRPr="00930E6C">
              <w:rPr>
                <w:rFonts w:ascii="Arial" w:hAnsi="Arial" w:cs="Arial"/>
              </w:rPr>
              <w:t>, zda</w:t>
            </w:r>
            <w:r w:rsidR="00874B32" w:rsidRPr="00930E6C">
              <w:rPr>
                <w:rFonts w:ascii="Arial" w:hAnsi="Arial" w:cs="Arial"/>
              </w:rPr>
              <w:t xml:space="preserve"> a jak</w:t>
            </w:r>
            <w:r w:rsidR="0081739E" w:rsidRPr="00930E6C">
              <w:rPr>
                <w:rFonts w:ascii="Arial" w:hAnsi="Arial" w:cs="Arial"/>
              </w:rPr>
              <w:t xml:space="preserve"> byly výsledky</w:t>
            </w:r>
            <w:r w:rsidR="00A465C9" w:rsidRPr="00930E6C">
              <w:rPr>
                <w:rFonts w:ascii="Arial" w:hAnsi="Arial" w:cs="Arial"/>
              </w:rPr>
              <w:t xml:space="preserve"> publikovány, zda byl výsledek činnosti předmětem právní ochrany a</w:t>
            </w:r>
            <w:r w:rsidR="006907D7">
              <w:rPr>
                <w:rFonts w:ascii="Arial" w:hAnsi="Arial" w:cs="Arial"/>
              </w:rPr>
              <w:t> </w:t>
            </w:r>
            <w:r w:rsidR="00B972F8">
              <w:rPr>
                <w:rFonts w:ascii="Arial" w:hAnsi="Arial" w:cs="Arial"/>
              </w:rPr>
              <w:t xml:space="preserve">případně </w:t>
            </w:r>
            <w:r w:rsidR="00A465C9" w:rsidRPr="00930E6C">
              <w:rPr>
                <w:rFonts w:ascii="Arial" w:hAnsi="Arial" w:cs="Arial"/>
              </w:rPr>
              <w:t>jaké. Zhodnocení využití výsledků činnosti pro firmu, daný obor, ČR, zahraničí.</w:t>
            </w:r>
            <w:bookmarkEnd w:id="0"/>
          </w:p>
        </w:tc>
      </w:tr>
      <w:tr w:rsidR="00A465C9" w:rsidRPr="00930E6C" w14:paraId="59FE8F95" w14:textId="77777777" w:rsidTr="00613703">
        <w:tc>
          <w:tcPr>
            <w:tcW w:w="5000" w:type="pct"/>
          </w:tcPr>
          <w:p w14:paraId="4994B1BE" w14:textId="6351418A" w:rsidR="003620EE" w:rsidRPr="00930E6C" w:rsidRDefault="00A465C9" w:rsidP="0043594E">
            <w:pPr>
              <w:rPr>
                <w:rFonts w:ascii="Arial" w:hAnsi="Arial" w:cs="Arial"/>
              </w:rPr>
            </w:pPr>
            <w:r w:rsidRPr="00930E6C">
              <w:rPr>
                <w:rFonts w:ascii="Arial" w:hAnsi="Arial" w:cs="Arial"/>
              </w:rPr>
              <w:t>Popis</w:t>
            </w:r>
            <w:r w:rsidR="0043594E" w:rsidRPr="00930E6C">
              <w:rPr>
                <w:rFonts w:ascii="Arial" w:hAnsi="Arial" w:cs="Arial"/>
              </w:rPr>
              <w:t>:</w:t>
            </w:r>
            <w:r w:rsidRPr="00930E6C">
              <w:rPr>
                <w:rFonts w:ascii="Arial" w:hAnsi="Arial" w:cs="Arial"/>
              </w:rPr>
              <w:t xml:space="preserve"> </w:t>
            </w:r>
            <w:r w:rsidR="00751251" w:rsidRPr="00751251">
              <w:rPr>
                <w:rFonts w:ascii="Arial" w:hAnsi="Arial" w:cs="Arial"/>
                <w:i/>
                <w:iCs/>
              </w:rPr>
              <w:t>(vyplní po</w:t>
            </w:r>
            <w:r w:rsidR="00751251">
              <w:rPr>
                <w:rFonts w:ascii="Arial" w:hAnsi="Arial" w:cs="Arial"/>
                <w:i/>
                <w:iCs/>
              </w:rPr>
              <w:t>p</w:t>
            </w:r>
            <w:r w:rsidR="00751251" w:rsidRPr="00751251">
              <w:rPr>
                <w:rFonts w:ascii="Arial" w:hAnsi="Arial" w:cs="Arial"/>
                <w:i/>
                <w:iCs/>
              </w:rPr>
              <w:t>latník)</w:t>
            </w:r>
          </w:p>
          <w:p w14:paraId="7E798E06" w14:textId="77777777" w:rsidR="00874B32" w:rsidRDefault="00874B32" w:rsidP="0043594E">
            <w:pPr>
              <w:rPr>
                <w:rFonts w:ascii="Arial" w:hAnsi="Arial" w:cs="Arial"/>
              </w:rPr>
            </w:pPr>
          </w:p>
          <w:p w14:paraId="23B7B745" w14:textId="1A79B154" w:rsidR="005460FB" w:rsidRPr="00930E6C" w:rsidRDefault="005460FB" w:rsidP="0043594E">
            <w:pPr>
              <w:rPr>
                <w:rFonts w:ascii="Arial" w:hAnsi="Arial" w:cs="Arial"/>
              </w:rPr>
            </w:pPr>
          </w:p>
        </w:tc>
      </w:tr>
    </w:tbl>
    <w:p w14:paraId="2059EAA7" w14:textId="3F72A3FA" w:rsidR="00A465C9" w:rsidRDefault="00A465C9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5196A4A3" w14:textId="1B36E9F8" w:rsidR="0043594E" w:rsidRPr="00930E6C" w:rsidRDefault="0043594E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24BA8006" w14:textId="21CE311C" w:rsidR="0043594E" w:rsidRPr="00930E6C" w:rsidRDefault="0043594E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7E3ECB38" w14:textId="65F99B8A" w:rsidR="0043594E" w:rsidRPr="00930E6C" w:rsidRDefault="0043594E" w:rsidP="00A465C9">
      <w:pPr>
        <w:spacing w:after="0" w:line="240" w:lineRule="auto"/>
        <w:rPr>
          <w:rFonts w:ascii="Arial" w:hAnsi="Arial" w:cs="Arial"/>
          <w:b/>
          <w:bCs/>
        </w:rPr>
      </w:pPr>
      <w:r w:rsidRPr="00930E6C">
        <w:rPr>
          <w:rFonts w:ascii="Arial" w:hAnsi="Arial" w:cs="Arial"/>
          <w:b/>
          <w:bCs/>
        </w:rPr>
        <w:t>Dne:</w:t>
      </w:r>
      <w:r w:rsidR="002C4F84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Arial"/>
            <w:b/>
            <w:bCs/>
          </w:rPr>
          <w:id w:val="-92483872"/>
          <w:placeholder>
            <w:docPart w:val="DefaultPlaceholder_-1854013437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Content>
          <w:r w:rsidR="0001355E" w:rsidRPr="000377B7">
            <w:rPr>
              <w:rStyle w:val="Zstupntext"/>
            </w:rPr>
            <w:t>Klikněte nebo klepněte sem a zadejte datum.</w:t>
          </w:r>
        </w:sdtContent>
      </w:sdt>
    </w:p>
    <w:p w14:paraId="78B8F4B3" w14:textId="77777777" w:rsidR="00F87A6E" w:rsidRDefault="00F87A6E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4F2E14C8" w14:textId="77777777" w:rsidR="00A02B6D" w:rsidRDefault="00A02B6D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12E96866" w14:textId="2C972C1D" w:rsidR="0042336C" w:rsidRDefault="00B16B2D" w:rsidP="00A465C9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Jméno, příjmení</w:t>
      </w:r>
    </w:p>
    <w:p w14:paraId="6B7BE985" w14:textId="77777777" w:rsidR="00B16B2D" w:rsidRDefault="00B16B2D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492F3BDB" w14:textId="3E84108E" w:rsidR="0043594E" w:rsidRPr="00930E6C" w:rsidRDefault="0043594E" w:rsidP="00A465C9">
      <w:pPr>
        <w:spacing w:after="0" w:line="240" w:lineRule="auto"/>
        <w:rPr>
          <w:rFonts w:ascii="Arial" w:hAnsi="Arial" w:cs="Arial"/>
          <w:b/>
          <w:bCs/>
        </w:rPr>
      </w:pPr>
      <w:r w:rsidRPr="00930E6C">
        <w:rPr>
          <w:rFonts w:ascii="Arial" w:hAnsi="Arial" w:cs="Arial"/>
          <w:b/>
          <w:bCs/>
        </w:rPr>
        <w:t>Podpis:</w:t>
      </w:r>
    </w:p>
    <w:p w14:paraId="348BD446" w14:textId="77777777" w:rsidR="00A465C9" w:rsidRPr="00930E6C" w:rsidRDefault="00A465C9" w:rsidP="00A465C9">
      <w:pPr>
        <w:spacing w:after="0" w:line="240" w:lineRule="auto"/>
        <w:rPr>
          <w:rFonts w:ascii="Arial" w:hAnsi="Arial" w:cs="Arial"/>
        </w:rPr>
      </w:pPr>
      <w:r w:rsidRPr="00930E6C">
        <w:rPr>
          <w:rFonts w:ascii="Arial" w:hAnsi="Arial" w:cs="Arial"/>
        </w:rPr>
        <w:t xml:space="preserve"> </w:t>
      </w:r>
    </w:p>
    <w:p w14:paraId="3D08E60E" w14:textId="77777777" w:rsidR="007D00D2" w:rsidRPr="00930E6C" w:rsidRDefault="007D00D2" w:rsidP="00A465C9">
      <w:pPr>
        <w:rPr>
          <w:rFonts w:ascii="Arial" w:hAnsi="Arial" w:cs="Arial"/>
          <w:color w:val="7030A0"/>
        </w:rPr>
      </w:pPr>
    </w:p>
    <w:sectPr w:rsidR="007D00D2" w:rsidRPr="00930E6C" w:rsidSect="00F179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5E7E1" w14:textId="77777777" w:rsidR="006D380B" w:rsidRDefault="006D380B" w:rsidP="00D57957">
      <w:pPr>
        <w:spacing w:after="0" w:line="240" w:lineRule="auto"/>
      </w:pPr>
      <w:r>
        <w:separator/>
      </w:r>
    </w:p>
  </w:endnote>
  <w:endnote w:type="continuationSeparator" w:id="0">
    <w:p w14:paraId="2A50B46B" w14:textId="77777777" w:rsidR="006D380B" w:rsidRDefault="006D380B" w:rsidP="00D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1331410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354484A" w14:textId="7F51B1A7" w:rsidR="00D57957" w:rsidRPr="0046425F" w:rsidRDefault="00D57957" w:rsidP="006907D7">
            <w:pPr>
              <w:pStyle w:val="Zpat"/>
              <w:jc w:val="center"/>
              <w:rPr>
                <w:rFonts w:ascii="Arial" w:hAnsi="Arial" w:cs="Arial"/>
              </w:rPr>
            </w:pPr>
            <w:r w:rsidRPr="0046425F">
              <w:rPr>
                <w:rFonts w:ascii="Arial" w:hAnsi="Arial" w:cs="Arial"/>
              </w:rPr>
              <w:t xml:space="preserve">Stránka </w:t>
            </w:r>
            <w:r w:rsidRPr="0046425F">
              <w:rPr>
                <w:rFonts w:ascii="Arial" w:hAnsi="Arial" w:cs="Arial"/>
                <w:b/>
                <w:bCs/>
              </w:rPr>
              <w:fldChar w:fldCharType="begin"/>
            </w:r>
            <w:r w:rsidRPr="0046425F">
              <w:rPr>
                <w:rFonts w:ascii="Arial" w:hAnsi="Arial" w:cs="Arial"/>
                <w:b/>
                <w:bCs/>
              </w:rPr>
              <w:instrText>PAGE</w:instrText>
            </w:r>
            <w:r w:rsidRPr="0046425F">
              <w:rPr>
                <w:rFonts w:ascii="Arial" w:hAnsi="Arial" w:cs="Arial"/>
                <w:b/>
                <w:bCs/>
              </w:rPr>
              <w:fldChar w:fldCharType="separate"/>
            </w:r>
            <w:r w:rsidRPr="0046425F">
              <w:rPr>
                <w:rFonts w:ascii="Arial" w:hAnsi="Arial" w:cs="Arial"/>
                <w:b/>
                <w:bCs/>
              </w:rPr>
              <w:t>2</w:t>
            </w:r>
            <w:r w:rsidRPr="0046425F">
              <w:rPr>
                <w:rFonts w:ascii="Arial" w:hAnsi="Arial" w:cs="Arial"/>
                <w:b/>
                <w:bCs/>
              </w:rPr>
              <w:fldChar w:fldCharType="end"/>
            </w:r>
            <w:r w:rsidRPr="0046425F">
              <w:rPr>
                <w:rFonts w:ascii="Arial" w:hAnsi="Arial" w:cs="Arial"/>
              </w:rPr>
              <w:t xml:space="preserve"> z </w:t>
            </w:r>
            <w:r w:rsidRPr="0046425F">
              <w:rPr>
                <w:rFonts w:ascii="Arial" w:hAnsi="Arial" w:cs="Arial"/>
                <w:b/>
                <w:bCs/>
              </w:rPr>
              <w:fldChar w:fldCharType="begin"/>
            </w:r>
            <w:r w:rsidRPr="0046425F">
              <w:rPr>
                <w:rFonts w:ascii="Arial" w:hAnsi="Arial" w:cs="Arial"/>
                <w:b/>
                <w:bCs/>
              </w:rPr>
              <w:instrText>NUMPAGES</w:instrText>
            </w:r>
            <w:r w:rsidRPr="0046425F">
              <w:rPr>
                <w:rFonts w:ascii="Arial" w:hAnsi="Arial" w:cs="Arial"/>
                <w:b/>
                <w:bCs/>
              </w:rPr>
              <w:fldChar w:fldCharType="separate"/>
            </w:r>
            <w:r w:rsidRPr="0046425F">
              <w:rPr>
                <w:rFonts w:ascii="Arial" w:hAnsi="Arial" w:cs="Arial"/>
                <w:b/>
                <w:bCs/>
              </w:rPr>
              <w:t>2</w:t>
            </w:r>
            <w:r w:rsidRPr="0046425F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60FD844" w14:textId="77777777" w:rsidR="00D57957" w:rsidRDefault="00D579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474279102"/>
      <w:docPartObj>
        <w:docPartGallery w:val="Page Numbers (Top of Page)"/>
        <w:docPartUnique/>
      </w:docPartObj>
    </w:sdtPr>
    <w:sdtContent>
      <w:p w14:paraId="55AD4AF8" w14:textId="77777777" w:rsidR="008B22BE" w:rsidRDefault="008B22BE" w:rsidP="008B22BE">
        <w:pPr>
          <w:pStyle w:val="Zpat"/>
          <w:jc w:val="center"/>
          <w:rPr>
            <w:rFonts w:ascii="Arial" w:hAnsi="Arial" w:cs="Arial"/>
          </w:rPr>
        </w:pPr>
        <w:r w:rsidRPr="0046425F">
          <w:rPr>
            <w:rFonts w:ascii="Arial" w:hAnsi="Arial" w:cs="Arial"/>
          </w:rPr>
          <w:t xml:space="preserve">Stránka </w:t>
        </w:r>
        <w:r w:rsidRPr="0046425F">
          <w:rPr>
            <w:rFonts w:ascii="Arial" w:hAnsi="Arial" w:cs="Arial"/>
            <w:b/>
            <w:bCs/>
          </w:rPr>
          <w:fldChar w:fldCharType="begin"/>
        </w:r>
        <w:r w:rsidRPr="0046425F">
          <w:rPr>
            <w:rFonts w:ascii="Arial" w:hAnsi="Arial" w:cs="Arial"/>
            <w:b/>
            <w:bCs/>
          </w:rPr>
          <w:instrText>PAGE</w:instrText>
        </w:r>
        <w:r w:rsidRPr="0046425F">
          <w:rPr>
            <w:rFonts w:ascii="Arial" w:hAnsi="Arial" w:cs="Arial"/>
            <w:b/>
            <w:bCs/>
          </w:rPr>
          <w:fldChar w:fldCharType="separate"/>
        </w:r>
        <w:r>
          <w:rPr>
            <w:rFonts w:ascii="Arial" w:hAnsi="Arial" w:cs="Arial"/>
            <w:b/>
            <w:bCs/>
          </w:rPr>
          <w:t>2</w:t>
        </w:r>
        <w:r w:rsidRPr="0046425F">
          <w:rPr>
            <w:rFonts w:ascii="Arial" w:hAnsi="Arial" w:cs="Arial"/>
            <w:b/>
            <w:bCs/>
          </w:rPr>
          <w:fldChar w:fldCharType="end"/>
        </w:r>
        <w:r w:rsidRPr="0046425F">
          <w:rPr>
            <w:rFonts w:ascii="Arial" w:hAnsi="Arial" w:cs="Arial"/>
          </w:rPr>
          <w:t xml:space="preserve"> z </w:t>
        </w:r>
        <w:r w:rsidRPr="0046425F">
          <w:rPr>
            <w:rFonts w:ascii="Arial" w:hAnsi="Arial" w:cs="Arial"/>
            <w:b/>
            <w:bCs/>
          </w:rPr>
          <w:fldChar w:fldCharType="begin"/>
        </w:r>
        <w:r w:rsidRPr="0046425F">
          <w:rPr>
            <w:rFonts w:ascii="Arial" w:hAnsi="Arial" w:cs="Arial"/>
            <w:b/>
            <w:bCs/>
          </w:rPr>
          <w:instrText>NUMPAGES</w:instrText>
        </w:r>
        <w:r w:rsidRPr="0046425F">
          <w:rPr>
            <w:rFonts w:ascii="Arial" w:hAnsi="Arial" w:cs="Arial"/>
            <w:b/>
            <w:bCs/>
          </w:rPr>
          <w:fldChar w:fldCharType="separate"/>
        </w:r>
        <w:r>
          <w:rPr>
            <w:rFonts w:ascii="Arial" w:hAnsi="Arial" w:cs="Arial"/>
            <w:b/>
            <w:bCs/>
          </w:rPr>
          <w:t>3</w:t>
        </w:r>
        <w:r w:rsidRPr="0046425F">
          <w:rPr>
            <w:rFonts w:ascii="Arial" w:hAnsi="Arial" w:cs="Arial"/>
            <w:b/>
            <w:bCs/>
          </w:rPr>
          <w:fldChar w:fldCharType="end"/>
        </w:r>
      </w:p>
    </w:sdtContent>
  </w:sdt>
  <w:p w14:paraId="0C2A7680" w14:textId="77777777" w:rsidR="008B22BE" w:rsidRDefault="008B22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7B9DE" w14:textId="77777777" w:rsidR="006D380B" w:rsidRDefault="006D380B" w:rsidP="00D57957">
      <w:pPr>
        <w:spacing w:after="0" w:line="240" w:lineRule="auto"/>
      </w:pPr>
      <w:r>
        <w:separator/>
      </w:r>
    </w:p>
  </w:footnote>
  <w:footnote w:type="continuationSeparator" w:id="0">
    <w:p w14:paraId="4561F245" w14:textId="77777777" w:rsidR="006D380B" w:rsidRDefault="006D380B" w:rsidP="00D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F5F0" w14:textId="2F9D227A" w:rsidR="00F17947" w:rsidRDefault="00F17947">
    <w:pPr>
      <w:pStyle w:val="Zhlav"/>
    </w:pPr>
    <w:r w:rsidRPr="00104FF9">
      <w:rPr>
        <w:noProof/>
      </w:rPr>
      <w:drawing>
        <wp:inline distT="0" distB="0" distL="0" distR="0" wp14:anchorId="034BD6B3" wp14:editId="4668ED61">
          <wp:extent cx="419100" cy="4191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97A5C"/>
    <w:multiLevelType w:val="hybridMultilevel"/>
    <w:tmpl w:val="593A8D46"/>
    <w:lvl w:ilvl="0" w:tplc="33768B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B25B98"/>
    <w:multiLevelType w:val="hybridMultilevel"/>
    <w:tmpl w:val="765C1DC4"/>
    <w:lvl w:ilvl="0" w:tplc="45E49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12B4F"/>
    <w:multiLevelType w:val="hybridMultilevel"/>
    <w:tmpl w:val="5BB0CD54"/>
    <w:lvl w:ilvl="0" w:tplc="5D7E32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3583B"/>
    <w:multiLevelType w:val="hybridMultilevel"/>
    <w:tmpl w:val="660690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B32A7"/>
    <w:multiLevelType w:val="hybridMultilevel"/>
    <w:tmpl w:val="854AE5E4"/>
    <w:lvl w:ilvl="0" w:tplc="ACAE2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F0579"/>
    <w:multiLevelType w:val="hybridMultilevel"/>
    <w:tmpl w:val="50C88A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B165C"/>
    <w:multiLevelType w:val="hybridMultilevel"/>
    <w:tmpl w:val="C33A07A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7493781">
    <w:abstractNumId w:val="2"/>
  </w:num>
  <w:num w:numId="2" w16cid:durableId="1546795818">
    <w:abstractNumId w:val="5"/>
  </w:num>
  <w:num w:numId="3" w16cid:durableId="1519661647">
    <w:abstractNumId w:val="3"/>
  </w:num>
  <w:num w:numId="4" w16cid:durableId="255292072">
    <w:abstractNumId w:val="6"/>
  </w:num>
  <w:num w:numId="5" w16cid:durableId="1244922516">
    <w:abstractNumId w:val="0"/>
  </w:num>
  <w:num w:numId="6" w16cid:durableId="753353939">
    <w:abstractNumId w:val="1"/>
  </w:num>
  <w:num w:numId="7" w16cid:durableId="203033050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186"/>
    <w:rsid w:val="00002F00"/>
    <w:rsid w:val="0000396E"/>
    <w:rsid w:val="0001355E"/>
    <w:rsid w:val="00023019"/>
    <w:rsid w:val="00025910"/>
    <w:rsid w:val="00045229"/>
    <w:rsid w:val="00057C20"/>
    <w:rsid w:val="00067D6B"/>
    <w:rsid w:val="000721B5"/>
    <w:rsid w:val="000776F2"/>
    <w:rsid w:val="00094B9F"/>
    <w:rsid w:val="000A3C98"/>
    <w:rsid w:val="000B5354"/>
    <w:rsid w:val="00113CD2"/>
    <w:rsid w:val="00114240"/>
    <w:rsid w:val="00167627"/>
    <w:rsid w:val="00182F67"/>
    <w:rsid w:val="00185971"/>
    <w:rsid w:val="00191EFA"/>
    <w:rsid w:val="001B588A"/>
    <w:rsid w:val="001C49F9"/>
    <w:rsid w:val="002055CA"/>
    <w:rsid w:val="002205D5"/>
    <w:rsid w:val="002219CE"/>
    <w:rsid w:val="002418B9"/>
    <w:rsid w:val="0024533E"/>
    <w:rsid w:val="00251717"/>
    <w:rsid w:val="00263CD5"/>
    <w:rsid w:val="00284150"/>
    <w:rsid w:val="00293E88"/>
    <w:rsid w:val="002A52DA"/>
    <w:rsid w:val="002B1081"/>
    <w:rsid w:val="002C4992"/>
    <w:rsid w:val="002C4F34"/>
    <w:rsid w:val="002C4F84"/>
    <w:rsid w:val="002D781C"/>
    <w:rsid w:val="00303C63"/>
    <w:rsid w:val="00313B43"/>
    <w:rsid w:val="0034649D"/>
    <w:rsid w:val="003549D2"/>
    <w:rsid w:val="003620EE"/>
    <w:rsid w:val="00372DCA"/>
    <w:rsid w:val="00376988"/>
    <w:rsid w:val="003867CC"/>
    <w:rsid w:val="003B5498"/>
    <w:rsid w:val="003B5887"/>
    <w:rsid w:val="003B5FFD"/>
    <w:rsid w:val="003C2FBC"/>
    <w:rsid w:val="003C304A"/>
    <w:rsid w:val="003E0EA5"/>
    <w:rsid w:val="00400B16"/>
    <w:rsid w:val="00401A15"/>
    <w:rsid w:val="0040613A"/>
    <w:rsid w:val="0042336C"/>
    <w:rsid w:val="0043211F"/>
    <w:rsid w:val="0043398C"/>
    <w:rsid w:val="0043594E"/>
    <w:rsid w:val="00435F70"/>
    <w:rsid w:val="0046425F"/>
    <w:rsid w:val="00470006"/>
    <w:rsid w:val="00473558"/>
    <w:rsid w:val="00496E91"/>
    <w:rsid w:val="004D1993"/>
    <w:rsid w:val="004D2543"/>
    <w:rsid w:val="004D5BA3"/>
    <w:rsid w:val="00503409"/>
    <w:rsid w:val="00513EBB"/>
    <w:rsid w:val="00531C60"/>
    <w:rsid w:val="005460FB"/>
    <w:rsid w:val="00591B9C"/>
    <w:rsid w:val="00592E2B"/>
    <w:rsid w:val="005A0A7F"/>
    <w:rsid w:val="005B65EB"/>
    <w:rsid w:val="005C077D"/>
    <w:rsid w:val="005D0F3D"/>
    <w:rsid w:val="005D1320"/>
    <w:rsid w:val="005E61A4"/>
    <w:rsid w:val="005E63F8"/>
    <w:rsid w:val="005F087B"/>
    <w:rsid w:val="005F3B55"/>
    <w:rsid w:val="006116CD"/>
    <w:rsid w:val="00613703"/>
    <w:rsid w:val="00614838"/>
    <w:rsid w:val="00625574"/>
    <w:rsid w:val="006613FD"/>
    <w:rsid w:val="006657C3"/>
    <w:rsid w:val="00671653"/>
    <w:rsid w:val="0067234D"/>
    <w:rsid w:val="0067247A"/>
    <w:rsid w:val="006907D7"/>
    <w:rsid w:val="00696B12"/>
    <w:rsid w:val="006A0229"/>
    <w:rsid w:val="006A3700"/>
    <w:rsid w:val="006A4BEF"/>
    <w:rsid w:val="006A6D84"/>
    <w:rsid w:val="006B35E8"/>
    <w:rsid w:val="006B4A3A"/>
    <w:rsid w:val="006D2508"/>
    <w:rsid w:val="006D380B"/>
    <w:rsid w:val="006D59C8"/>
    <w:rsid w:val="006F4A5B"/>
    <w:rsid w:val="006F5E28"/>
    <w:rsid w:val="00727DFA"/>
    <w:rsid w:val="00750328"/>
    <w:rsid w:val="00751251"/>
    <w:rsid w:val="00753572"/>
    <w:rsid w:val="00773290"/>
    <w:rsid w:val="007761B5"/>
    <w:rsid w:val="00793746"/>
    <w:rsid w:val="007B70A6"/>
    <w:rsid w:val="007B745A"/>
    <w:rsid w:val="007D00D2"/>
    <w:rsid w:val="007D02AC"/>
    <w:rsid w:val="0081524D"/>
    <w:rsid w:val="0081739E"/>
    <w:rsid w:val="008230A1"/>
    <w:rsid w:val="00823FE0"/>
    <w:rsid w:val="00851174"/>
    <w:rsid w:val="00865452"/>
    <w:rsid w:val="00874B32"/>
    <w:rsid w:val="00883A13"/>
    <w:rsid w:val="0088587C"/>
    <w:rsid w:val="00885DCA"/>
    <w:rsid w:val="00892888"/>
    <w:rsid w:val="008A020A"/>
    <w:rsid w:val="008A3E7C"/>
    <w:rsid w:val="008B22BE"/>
    <w:rsid w:val="008D07D9"/>
    <w:rsid w:val="008E0186"/>
    <w:rsid w:val="008E61FE"/>
    <w:rsid w:val="008F200E"/>
    <w:rsid w:val="008F7A5B"/>
    <w:rsid w:val="00904525"/>
    <w:rsid w:val="0092729E"/>
    <w:rsid w:val="00930E2C"/>
    <w:rsid w:val="00930E6C"/>
    <w:rsid w:val="009456BA"/>
    <w:rsid w:val="00995931"/>
    <w:rsid w:val="009C0484"/>
    <w:rsid w:val="009C7585"/>
    <w:rsid w:val="009D3FAE"/>
    <w:rsid w:val="009D5005"/>
    <w:rsid w:val="009D63C5"/>
    <w:rsid w:val="009D68B9"/>
    <w:rsid w:val="009E1F1F"/>
    <w:rsid w:val="009F07BF"/>
    <w:rsid w:val="009F0D1F"/>
    <w:rsid w:val="00A003D6"/>
    <w:rsid w:val="00A02B6D"/>
    <w:rsid w:val="00A03349"/>
    <w:rsid w:val="00A05C2E"/>
    <w:rsid w:val="00A17A7B"/>
    <w:rsid w:val="00A206C6"/>
    <w:rsid w:val="00A22934"/>
    <w:rsid w:val="00A370EF"/>
    <w:rsid w:val="00A401F6"/>
    <w:rsid w:val="00A465C9"/>
    <w:rsid w:val="00A53D94"/>
    <w:rsid w:val="00A60264"/>
    <w:rsid w:val="00A80D59"/>
    <w:rsid w:val="00A82C4F"/>
    <w:rsid w:val="00A94E96"/>
    <w:rsid w:val="00AB050B"/>
    <w:rsid w:val="00AB40E3"/>
    <w:rsid w:val="00AD7353"/>
    <w:rsid w:val="00AE03F4"/>
    <w:rsid w:val="00B07196"/>
    <w:rsid w:val="00B16B2D"/>
    <w:rsid w:val="00B242A2"/>
    <w:rsid w:val="00B35A54"/>
    <w:rsid w:val="00B56374"/>
    <w:rsid w:val="00B66BA4"/>
    <w:rsid w:val="00B76C9B"/>
    <w:rsid w:val="00B972F8"/>
    <w:rsid w:val="00BB07AD"/>
    <w:rsid w:val="00BB2FEE"/>
    <w:rsid w:val="00BB4295"/>
    <w:rsid w:val="00BC0C85"/>
    <w:rsid w:val="00C00707"/>
    <w:rsid w:val="00C05A4C"/>
    <w:rsid w:val="00C2439E"/>
    <w:rsid w:val="00C45171"/>
    <w:rsid w:val="00C724DE"/>
    <w:rsid w:val="00C743BE"/>
    <w:rsid w:val="00C976C6"/>
    <w:rsid w:val="00CB677B"/>
    <w:rsid w:val="00CC6AF7"/>
    <w:rsid w:val="00CD3968"/>
    <w:rsid w:val="00CF6392"/>
    <w:rsid w:val="00D02860"/>
    <w:rsid w:val="00D0474E"/>
    <w:rsid w:val="00D06EBD"/>
    <w:rsid w:val="00D213B2"/>
    <w:rsid w:val="00D2436D"/>
    <w:rsid w:val="00D41C05"/>
    <w:rsid w:val="00D51296"/>
    <w:rsid w:val="00D54B1C"/>
    <w:rsid w:val="00D57957"/>
    <w:rsid w:val="00D9114F"/>
    <w:rsid w:val="00DA1324"/>
    <w:rsid w:val="00DB69A2"/>
    <w:rsid w:val="00DD490E"/>
    <w:rsid w:val="00DF72C9"/>
    <w:rsid w:val="00E04D0F"/>
    <w:rsid w:val="00E14C0F"/>
    <w:rsid w:val="00E1722D"/>
    <w:rsid w:val="00E329D4"/>
    <w:rsid w:val="00E433F3"/>
    <w:rsid w:val="00E50751"/>
    <w:rsid w:val="00E66B06"/>
    <w:rsid w:val="00E729E0"/>
    <w:rsid w:val="00E76E60"/>
    <w:rsid w:val="00E801F1"/>
    <w:rsid w:val="00E811A6"/>
    <w:rsid w:val="00E84372"/>
    <w:rsid w:val="00E928D6"/>
    <w:rsid w:val="00E970A4"/>
    <w:rsid w:val="00EA24BF"/>
    <w:rsid w:val="00EA32C7"/>
    <w:rsid w:val="00EA40FE"/>
    <w:rsid w:val="00EB1EFC"/>
    <w:rsid w:val="00F03DDF"/>
    <w:rsid w:val="00F04648"/>
    <w:rsid w:val="00F17947"/>
    <w:rsid w:val="00F27FB1"/>
    <w:rsid w:val="00F660E2"/>
    <w:rsid w:val="00F87A6E"/>
    <w:rsid w:val="00FB39B5"/>
    <w:rsid w:val="00FC44B6"/>
    <w:rsid w:val="00FC4FBF"/>
    <w:rsid w:val="00FC6D47"/>
    <w:rsid w:val="00FD1194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73C68"/>
  <w15:chartTrackingRefBased/>
  <w15:docId w15:val="{520213EC-8374-4E03-ADAB-3C8BA649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45BF"/>
    <w:pPr>
      <w:ind w:left="720"/>
      <w:contextualSpacing/>
    </w:pPr>
  </w:style>
  <w:style w:type="table" w:styleId="Mkatabulky">
    <w:name w:val="Table Grid"/>
    <w:basedOn w:val="Normlntabulka"/>
    <w:uiPriority w:val="39"/>
    <w:rsid w:val="00A4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ky">
    <w:name w:val="Popisky"/>
    <w:rsid w:val="00A4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customStyle="1" w:styleId="Default">
    <w:name w:val="Default"/>
    <w:rsid w:val="00A465C9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465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65C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65C9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65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65C9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A465C9"/>
    <w:pPr>
      <w:spacing w:after="0" w:line="240" w:lineRule="auto"/>
    </w:pPr>
    <w:rPr>
      <w:kern w:val="0"/>
      <w14:ligatures w14:val="none"/>
    </w:rPr>
  </w:style>
  <w:style w:type="character" w:customStyle="1" w:styleId="Zkladntext">
    <w:name w:val="Základní text_"/>
    <w:basedOn w:val="Standardnpsmoodstavce"/>
    <w:link w:val="Zkladntext1"/>
    <w:locked/>
    <w:rsid w:val="00A465C9"/>
    <w:rPr>
      <w:rFonts w:ascii="Calibri" w:eastAsia="Calibri" w:hAnsi="Calibri" w:cs="Calibri"/>
      <w:sz w:val="20"/>
      <w:szCs w:val="20"/>
    </w:rPr>
  </w:style>
  <w:style w:type="paragraph" w:customStyle="1" w:styleId="Zkladntext1">
    <w:name w:val="Základní text1"/>
    <w:basedOn w:val="Normln"/>
    <w:link w:val="Zkladntext"/>
    <w:rsid w:val="00A465C9"/>
    <w:pPr>
      <w:widowControl w:val="0"/>
      <w:spacing w:after="0" w:line="300" w:lineRule="auto"/>
    </w:pPr>
    <w:rPr>
      <w:rFonts w:ascii="Calibri" w:eastAsia="Calibri" w:hAnsi="Calibri" w:cs="Calibri"/>
      <w:sz w:val="20"/>
      <w:szCs w:val="20"/>
    </w:rPr>
  </w:style>
  <w:style w:type="paragraph" w:styleId="Zhlav">
    <w:name w:val="header"/>
    <w:basedOn w:val="Normln"/>
    <w:link w:val="ZhlavChar"/>
    <w:unhideWhenUsed/>
    <w:rsid w:val="00D5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57957"/>
  </w:style>
  <w:style w:type="paragraph" w:styleId="Zpat">
    <w:name w:val="footer"/>
    <w:basedOn w:val="Normln"/>
    <w:link w:val="ZpatChar"/>
    <w:uiPriority w:val="99"/>
    <w:unhideWhenUsed/>
    <w:rsid w:val="00D5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957"/>
  </w:style>
  <w:style w:type="character" w:styleId="Zdraznn">
    <w:name w:val="Emphasis"/>
    <w:basedOn w:val="Standardnpsmoodstavce"/>
    <w:uiPriority w:val="20"/>
    <w:qFormat/>
    <w:rsid w:val="00F17947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A02B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003D6-BA7F-4BB4-B32E-F3E4517953C0}"/>
      </w:docPartPr>
      <w:docPartBody>
        <w:p w:rsidR="007961E7" w:rsidRDefault="001461DC">
          <w:r w:rsidRPr="000377B7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1DC"/>
    <w:rsid w:val="000C4C9A"/>
    <w:rsid w:val="000D0452"/>
    <w:rsid w:val="000E2C58"/>
    <w:rsid w:val="001461DC"/>
    <w:rsid w:val="002557AF"/>
    <w:rsid w:val="007961E7"/>
    <w:rsid w:val="008153BC"/>
    <w:rsid w:val="00A93D1A"/>
    <w:rsid w:val="00E4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1D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DFB01-0A7D-4E67-8FA3-EF29CFC1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Kouřil</dc:creator>
  <cp:keywords/>
  <dc:description/>
  <cp:lastModifiedBy>Svoboda Jan Ing. (GFŘ)</cp:lastModifiedBy>
  <cp:revision>6</cp:revision>
  <cp:lastPrinted>2024-01-30T10:21:00Z</cp:lastPrinted>
  <dcterms:created xsi:type="dcterms:W3CDTF">2024-02-02T10:18:00Z</dcterms:created>
  <dcterms:modified xsi:type="dcterms:W3CDTF">2024-02-02T11:47:00Z</dcterms:modified>
</cp:coreProperties>
</file>