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C737C" w14:textId="34E4A048" w:rsidR="006266E7" w:rsidRPr="00A2082E" w:rsidRDefault="001B31A3" w:rsidP="00511EAB">
      <w:pPr>
        <w:pStyle w:val="Zkladntext"/>
        <w:spacing w:after="600"/>
        <w:ind w:right="283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bCs/>
          <w:sz w:val="22"/>
          <w:szCs w:val="22"/>
        </w:rPr>
        <w:t>I</w:t>
      </w:r>
      <w:r w:rsidR="00905AFE" w:rsidRPr="00A2082E">
        <w:rPr>
          <w:rFonts w:asciiTheme="minorHAnsi" w:eastAsia="Arial" w:hAnsiTheme="minorHAnsi" w:cstheme="minorHAnsi"/>
          <w:bCs/>
          <w:sz w:val="22"/>
          <w:szCs w:val="22"/>
        </w:rPr>
        <w:t>V.</w:t>
      </w:r>
    </w:p>
    <w:p w14:paraId="26172B3F" w14:textId="77777777" w:rsidR="006266E7" w:rsidRDefault="00E67164" w:rsidP="00511EAB">
      <w:pPr>
        <w:pStyle w:val="Zkladntext"/>
        <w:spacing w:before="240" w:after="600"/>
        <w:ind w:righ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caps/>
          <w:sz w:val="22"/>
          <w:szCs w:val="22"/>
        </w:rPr>
        <w:t>Vypořádání připomínek k materiálu s názvem:</w:t>
      </w:r>
    </w:p>
    <w:p w14:paraId="61E2E980" w14:textId="17B1D548" w:rsidR="006266E7" w:rsidRDefault="00C86833" w:rsidP="00511EAB">
      <w:pPr>
        <w:spacing w:before="240" w:after="240"/>
        <w:ind w:right="283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Národní strategie pro kvantové technologie</w:t>
      </w:r>
    </w:p>
    <w:p w14:paraId="5924B6A1" w14:textId="398541EE" w:rsidR="006266E7" w:rsidRPr="007366F9" w:rsidRDefault="00E67164" w:rsidP="00511EAB">
      <w:pPr>
        <w:spacing w:before="240" w:after="240"/>
        <w:ind w:right="283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Dle Jednacího řádu vlády byl materiál rozeslán do meziresortního připomínkového řízení dopisem 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ministra </w:t>
      </w:r>
      <w:r w:rsidR="000619EB">
        <w:rPr>
          <w:rFonts w:asciiTheme="minorHAnsi" w:eastAsia="Arial" w:hAnsiTheme="minorHAnsi" w:cstheme="minorHAnsi"/>
          <w:bCs/>
          <w:sz w:val="22"/>
          <w:szCs w:val="22"/>
        </w:rPr>
        <w:t>pro vědu, výzkum a inovace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dne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 xml:space="preserve">, s termínem dodání stanovisek do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>. Vyhodnocení tohoto řízení je uvedeno v následující tabulce: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5"/>
        <w:gridCol w:w="5726"/>
        <w:gridCol w:w="5871"/>
      </w:tblGrid>
      <w:tr w:rsidR="000619EB" w:rsidRPr="000619EB" w14:paraId="30CB0919" w14:textId="77777777" w:rsidTr="000619EB">
        <w:trPr>
          <w:trHeight w:val="340"/>
        </w:trPr>
        <w:tc>
          <w:tcPr>
            <w:tcW w:w="856" w:type="pct"/>
          </w:tcPr>
          <w:p w14:paraId="707F243D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2046" w:type="pct"/>
          </w:tcPr>
          <w:p w14:paraId="5D4F055A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2098" w:type="pct"/>
          </w:tcPr>
          <w:p w14:paraId="3B8D24D6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Vypořádání</w:t>
            </w:r>
          </w:p>
        </w:tc>
      </w:tr>
      <w:tr w:rsidR="000619EB" w:rsidRPr="000619EB" w14:paraId="6DADD2DC" w14:textId="77777777" w:rsidTr="000619EB">
        <w:trPr>
          <w:trHeight w:val="340"/>
        </w:trPr>
        <w:tc>
          <w:tcPr>
            <w:tcW w:w="8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8D860" w14:textId="726B1725" w:rsidR="000619EB" w:rsidRPr="000619EB" w:rsidRDefault="000619EB" w:rsidP="00511EAB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2F11" w14:textId="1163CE4C" w:rsidR="000619EB" w:rsidRPr="000619EB" w:rsidRDefault="000619EB" w:rsidP="00511EAB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A9805A" w14:textId="77777777" w:rsidR="000619EB" w:rsidRPr="000619EB" w:rsidRDefault="000619EB" w:rsidP="00B30714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45EFF0" w14:textId="77777777" w:rsidR="006266E7" w:rsidRDefault="006266E7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</w:p>
    <w:p w14:paraId="5A12962A" w14:textId="3B67E26D" w:rsidR="006266E7" w:rsidRPr="007366F9" w:rsidRDefault="00E67164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V 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begin"/>
      </w:r>
      <w:r>
        <w:rPr>
          <w:rFonts w:asciiTheme="minorHAnsi" w:eastAsia="Arial" w:hAnsiTheme="minorHAnsi" w:cstheme="minorHAnsi"/>
          <w:bCs/>
          <w:sz w:val="22"/>
          <w:szCs w:val="22"/>
        </w:rPr>
        <w:instrText xml:space="preserve"> FORMTEXT </w:instrTex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separate"/>
      </w:r>
      <w:r>
        <w:rPr>
          <w:rFonts w:asciiTheme="minorHAnsi" w:eastAsia="Arial" w:hAnsiTheme="minorHAnsi" w:cstheme="minorHAnsi"/>
          <w:bCs/>
          <w:sz w:val="22"/>
          <w:szCs w:val="22"/>
        </w:rPr>
        <w:t>Praze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end"/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30714" w:rsidRPr="007366F9">
        <w:rPr>
          <w:rFonts w:asciiTheme="minorHAnsi" w:eastAsia="Arial" w:hAnsiTheme="minorHAnsi" w:cstheme="minorHAnsi"/>
          <w:sz w:val="22"/>
          <w:szCs w:val="22"/>
        </w:rPr>
        <w:t>XXXX</w:t>
      </w:r>
    </w:p>
    <w:p w14:paraId="1617AA25" w14:textId="7DAEFF48" w:rsidR="006266E7" w:rsidRDefault="00E67164" w:rsidP="00511EAB">
      <w:pPr>
        <w:tabs>
          <w:tab w:val="left" w:pos="9498"/>
        </w:tabs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Vypracoval: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>
        <w:rPr>
          <w:rFonts w:asciiTheme="minorHAnsi" w:eastAsia="Arial" w:hAnsiTheme="minorHAnsi" w:cstheme="minorHAnsi"/>
          <w:sz w:val="22"/>
          <w:szCs w:val="22"/>
        </w:rPr>
        <w:tab/>
      </w:r>
    </w:p>
    <w:sectPr w:rsidR="006266E7" w:rsidSect="00977065">
      <w:footerReference w:type="default" r:id="rId7"/>
      <w:pgSz w:w="16838" w:h="11906" w:orient="landscape" w:code="9"/>
      <w:pgMar w:top="1258" w:right="1418" w:bottom="1135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B8EAE" w14:textId="77777777" w:rsidR="00CF5B3F" w:rsidRDefault="00CF5B3F">
      <w:r>
        <w:separator/>
      </w:r>
    </w:p>
  </w:endnote>
  <w:endnote w:type="continuationSeparator" w:id="0">
    <w:p w14:paraId="17F3AC36" w14:textId="77777777" w:rsidR="00CF5B3F" w:rsidRDefault="00CF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E9F1" w14:textId="77777777" w:rsidR="00C51BFE" w:rsidRDefault="00E67164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E8543" w14:textId="77777777" w:rsidR="00CF5B3F" w:rsidRDefault="00CF5B3F">
      <w:r>
        <w:separator/>
      </w:r>
    </w:p>
  </w:footnote>
  <w:footnote w:type="continuationSeparator" w:id="0">
    <w:p w14:paraId="296E92EA" w14:textId="77777777" w:rsidR="00CF5B3F" w:rsidRDefault="00CF5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72E"/>
    <w:multiLevelType w:val="multilevel"/>
    <w:tmpl w:val="D3D04BB2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" w15:restartNumberingAfterBreak="0">
    <w:nsid w:val="0D506414"/>
    <w:multiLevelType w:val="multilevel"/>
    <w:tmpl w:val="1FC6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D8768C6"/>
    <w:multiLevelType w:val="multilevel"/>
    <w:tmpl w:val="67A2432E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360"/>
      </w:pPr>
    </w:lvl>
    <w:lvl w:ilvl="2">
      <w:start w:val="1"/>
      <w:numFmt w:val="decimal"/>
      <w:lvlText w:val="%3."/>
      <w:lvlJc w:val="left"/>
      <w:pPr>
        <w:tabs>
          <w:tab w:val="num" w:pos="2136"/>
        </w:tabs>
        <w:ind w:left="2136" w:hanging="360"/>
      </w:pPr>
    </w:lvl>
    <w:lvl w:ilvl="3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</w:lvl>
    <w:lvl w:ilvl="5">
      <w:start w:val="1"/>
      <w:numFmt w:val="decimal"/>
      <w:lvlText w:val="%6."/>
      <w:lvlJc w:val="left"/>
      <w:pPr>
        <w:tabs>
          <w:tab w:val="num" w:pos="4296"/>
        </w:tabs>
        <w:ind w:left="4296" w:hanging="360"/>
      </w:pPr>
    </w:lvl>
    <w:lvl w:ilvl="6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>
      <w:start w:val="1"/>
      <w:numFmt w:val="decimal"/>
      <w:lvlText w:val="%8."/>
      <w:lvlJc w:val="left"/>
      <w:pPr>
        <w:tabs>
          <w:tab w:val="num" w:pos="5736"/>
        </w:tabs>
        <w:ind w:left="5736" w:hanging="360"/>
      </w:pPr>
    </w:lvl>
    <w:lvl w:ilvl="8">
      <w:start w:val="1"/>
      <w:numFmt w:val="decimal"/>
      <w:lvlText w:val="%9."/>
      <w:lvlJc w:val="left"/>
      <w:pPr>
        <w:tabs>
          <w:tab w:val="num" w:pos="6456"/>
        </w:tabs>
        <w:ind w:left="6456" w:hanging="360"/>
      </w:pPr>
    </w:lvl>
  </w:abstractNum>
  <w:abstractNum w:abstractNumId="3" w15:restartNumberingAfterBreak="0">
    <w:nsid w:val="24086D5F"/>
    <w:multiLevelType w:val="multilevel"/>
    <w:tmpl w:val="44FE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6A95333"/>
    <w:multiLevelType w:val="multilevel"/>
    <w:tmpl w:val="09C8799C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5" w15:restartNumberingAfterBreak="0">
    <w:nsid w:val="27F525D9"/>
    <w:multiLevelType w:val="multilevel"/>
    <w:tmpl w:val="508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AEE190E"/>
    <w:multiLevelType w:val="multilevel"/>
    <w:tmpl w:val="DE3A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30630A5F"/>
    <w:multiLevelType w:val="multilevel"/>
    <w:tmpl w:val="3AEE400E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A7F5159"/>
    <w:multiLevelType w:val="multilevel"/>
    <w:tmpl w:val="153C1212"/>
    <w:lvl w:ilvl="0">
      <w:start w:val="10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4687DB0"/>
    <w:multiLevelType w:val="multilevel"/>
    <w:tmpl w:val="513E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BF3E83"/>
    <w:multiLevelType w:val="multilevel"/>
    <w:tmpl w:val="D9066D1E"/>
    <w:lvl w:ilvl="0">
      <w:start w:val="1"/>
      <w:numFmt w:val="decimal"/>
      <w:suff w:val="space"/>
      <w:lvlText w:val="%1."/>
      <w:lvlJc w:val="left"/>
      <w:pPr>
        <w:ind w:left="1353" w:hanging="360"/>
      </w:pPr>
    </w:lvl>
    <w:lvl w:ilvl="1">
      <w:start w:val="1"/>
      <w:numFmt w:val="decimal"/>
      <w:suff w:val="space"/>
      <w:lvlText w:val="%1.%2"/>
      <w:lvlJc w:val="left"/>
      <w:pPr>
        <w:ind w:left="792" w:hanging="432"/>
      </w:p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DD4173"/>
    <w:multiLevelType w:val="multilevel"/>
    <w:tmpl w:val="252C7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A41986"/>
    <w:multiLevelType w:val="multilevel"/>
    <w:tmpl w:val="DDD6EE46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F243864"/>
    <w:multiLevelType w:val="multilevel"/>
    <w:tmpl w:val="353C99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337A62"/>
    <w:multiLevelType w:val="multilevel"/>
    <w:tmpl w:val="A08ED7B8"/>
    <w:lvl w:ilvl="0">
      <w:start w:val="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08B6406"/>
    <w:multiLevelType w:val="multilevel"/>
    <w:tmpl w:val="0E3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4B1B78"/>
    <w:multiLevelType w:val="multilevel"/>
    <w:tmpl w:val="F072E8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534D71"/>
    <w:multiLevelType w:val="multilevel"/>
    <w:tmpl w:val="67FCB6FC"/>
    <w:lvl w:ilvl="0">
      <w:start w:val="7"/>
      <w:numFmt w:val="decimal"/>
      <w:suff w:val="space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spacing w:val="0"/>
        <w:sz w:val="22"/>
      </w:r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D42A96"/>
    <w:multiLevelType w:val="multilevel"/>
    <w:tmpl w:val="0A7A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1902671071">
    <w:abstractNumId w:val="2"/>
  </w:num>
  <w:num w:numId="2" w16cid:durableId="503325447">
    <w:abstractNumId w:val="9"/>
  </w:num>
  <w:num w:numId="3" w16cid:durableId="1656252332">
    <w:abstractNumId w:val="6"/>
  </w:num>
  <w:num w:numId="4" w16cid:durableId="1325818987">
    <w:abstractNumId w:val="5"/>
  </w:num>
  <w:num w:numId="5" w16cid:durableId="1905986007">
    <w:abstractNumId w:val="15"/>
  </w:num>
  <w:num w:numId="6" w16cid:durableId="1886022543">
    <w:abstractNumId w:val="16"/>
  </w:num>
  <w:num w:numId="7" w16cid:durableId="1552157189">
    <w:abstractNumId w:val="13"/>
  </w:num>
  <w:num w:numId="8" w16cid:durableId="566888472">
    <w:abstractNumId w:val="11"/>
  </w:num>
  <w:num w:numId="9" w16cid:durableId="1509177431">
    <w:abstractNumId w:val="3"/>
  </w:num>
  <w:num w:numId="10" w16cid:durableId="1051536082">
    <w:abstractNumId w:val="1"/>
  </w:num>
  <w:num w:numId="11" w16cid:durableId="636420290">
    <w:abstractNumId w:val="18"/>
  </w:num>
  <w:num w:numId="12" w16cid:durableId="1891112072">
    <w:abstractNumId w:val="0"/>
  </w:num>
  <w:num w:numId="13" w16cid:durableId="1843617911">
    <w:abstractNumId w:val="4"/>
  </w:num>
  <w:num w:numId="14" w16cid:durableId="480201038">
    <w:abstractNumId w:val="17"/>
  </w:num>
  <w:num w:numId="15" w16cid:durableId="1535117375">
    <w:abstractNumId w:val="7"/>
  </w:num>
  <w:num w:numId="16" w16cid:durableId="1178040171">
    <w:abstractNumId w:val="12"/>
  </w:num>
  <w:num w:numId="17" w16cid:durableId="1701466101">
    <w:abstractNumId w:val="10"/>
  </w:num>
  <w:num w:numId="18" w16cid:durableId="173419783">
    <w:abstractNumId w:val="8"/>
  </w:num>
  <w:num w:numId="19" w16cid:durableId="2718662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6E7"/>
    <w:rsid w:val="00016630"/>
    <w:rsid w:val="000619EB"/>
    <w:rsid w:val="00131AB7"/>
    <w:rsid w:val="001B31A3"/>
    <w:rsid w:val="003E0985"/>
    <w:rsid w:val="00504ECE"/>
    <w:rsid w:val="00511EAB"/>
    <w:rsid w:val="00614FD3"/>
    <w:rsid w:val="006266E7"/>
    <w:rsid w:val="0065648B"/>
    <w:rsid w:val="006E76E6"/>
    <w:rsid w:val="007366F9"/>
    <w:rsid w:val="008853F8"/>
    <w:rsid w:val="00905AFE"/>
    <w:rsid w:val="00977065"/>
    <w:rsid w:val="009F74A9"/>
    <w:rsid w:val="00A2082E"/>
    <w:rsid w:val="00B155EB"/>
    <w:rsid w:val="00B30714"/>
    <w:rsid w:val="00BB139A"/>
    <w:rsid w:val="00C51BFE"/>
    <w:rsid w:val="00C6595B"/>
    <w:rsid w:val="00C86833"/>
    <w:rsid w:val="00CC3F9B"/>
    <w:rsid w:val="00CD538B"/>
    <w:rsid w:val="00CF5B3F"/>
    <w:rsid w:val="00E67164"/>
    <w:rsid w:val="00F1245B"/>
    <w:rsid w:val="00F27F02"/>
    <w:rsid w:val="00F349B9"/>
    <w:rsid w:val="00F3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E28D"/>
  <w15:docId w15:val="{D9B90EAA-A88F-4180-8E24-429E377C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uiPriority w:val="59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uiPriority w:val="99"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paragraph" w:styleId="Zkladntext">
    <w:name w:val="Body Text"/>
    <w:basedOn w:val="Normln"/>
    <w:pPr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styleId="slostrnky">
    <w:name w:val="page number"/>
    <w:basedOn w:val="Standardnpsmoodstavce"/>
  </w:style>
  <w:style w:type="paragraph" w:customStyle="1" w:styleId="Podtitul">
    <w:name w:val="Podtitul"/>
    <w:basedOn w:val="Normln"/>
    <w:next w:val="Normln"/>
    <w:link w:val="PodtitulChar"/>
    <w:uiPriority w:val="11"/>
    <w:qFormat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Pr>
      <w:rFonts w:ascii="Cambria" w:hAnsi="Cambria"/>
      <w:sz w:val="24"/>
      <w:szCs w:val="24"/>
    </w:rPr>
  </w:style>
  <w:style w:type="character" w:customStyle="1" w:styleId="docdatadocyv51031bqiaagaaeyqcaaagiaiaaaokawaabbidaaaaaaaaaaaaaaaaaaaaaaaaaaaaaaaaaaaaaaaaaaaaaaaaaaaaaaaaaaaaaaaaaaaaaaaaaaaaaaaaaaaaaaaaaaaaaaaaaaaaaaaaaaaaaaaaaaaaaaaaaaaaaaaaaaaaaaaaaaaaaaaaaaaaaaaaaaaaaaaaaaaaaaaaaaaaaaaaaaaaaaaaaaaaaaaaaaaaaaaa">
    <w:name w:val="docdata;docy;v5;1031;bqiaagaaeyqcaaagiaiaaaokawaabbidaaaaaaaaaaaaaaaaaaaaaaaaaaaaaaaaaaaaaaaaaaaaaaaaaaaaaaaaaaaaaaaaaaaaaaaaaaaaaaaaaaaaaaaaaaaaaaaaaaaaaaaaaaaaaaaaaaaaaaaaaaaaaaaaaaaaaaaaaaaaaaaaaaaaaaaaaaaaaaaaaaaaaaaaaaaaaaaaaaaaaaaaaaaaaaaaaaaaaaaa"/>
  </w:style>
  <w:style w:type="paragraph" w:customStyle="1" w:styleId="1010bqiaagaaeyqcaaagiaiaaaopawaabz0daaaaaaaaaaaaaaaaaaaaaaaaaaaaaaaaaaaaaaaaaaaaaaaaaaaaaaaaaaaaaaaaaaaaaaaaaaaaaaaaaaaaaaaaaaaaaaaaaaaaaaaaaaaaaaaaaaaaaaaaaaaaaaaaaaaaaaaaaaaaaaaaaaaaaaaaaaaaaaaaaaaaaaaaaaaaaaaaaaaaaaaaaaaaaaaaaaaaaaaa">
    <w:name w:val="1010;bqiaagaaeyqcaaagiaiaaaopawaabz0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44bqiaagaaeyqcaaagiaiaaapzdqaabecnaaaaaaaaaaaaaaaaaaaaaaaaaaaaaaaaaaaaaaaaaaaaaaaaaaaaaaaaaaaaaaaaaaaaaaaaaaaaaaaaaaaaaaaaaaaaaaaaaaaaaaaaaaaaaaaaaaaaaaaaaaaaaaaaaaaaaaaaaaaaaaaaaaaaaaaaaaaaaaaaaaaaaaaaaaaaaaaaaaaaaaaaaaaaaaaaaaaaaaaa">
    <w:name w:val="3644;bqiaagaaeyqcaaagiaiaaapzdqaabec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8bqiaagaaeyqcaaagiaiaaanrawaabxkdaaaaaaaaaaaaaaaaaaaaaaaaaaaaaaaaaaaaaaaaaaaaaaaaaaaaaaaaaaaaaaaaaaaaaaaaaaaaaaaaaaaaaaaaaaaaaaaaaaaaaaaaaaaaaaaaaaaaaaaaaaaaaaaaaaaaaaaaaaaaaaaaaaaaaaaaaaaaaaaaaaaaaaaaaaaaaaaaaaaaaaaaaaaaaaaaaaaaaaaa">
    <w:name w:val="1028;bqiaagaaeyqcaaagiaiaaanrawaabxk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9865bgiaagaaeyqcaaagiaiaaaryhaaaaiiaaaf8ciaaaaaaaaaaaaaaaaaaaaaaaaaaaaaaaaaaaaaaaaaaaaaaaaaaaaaaaaaaaaaaaaaaaaaaaaaaaaaaaaaaaaaaaaaaaaaaaaaaaaaaaaaaaaaaaaaaaaaaaaaaaaaaaaaaaaaaaaaaaaaaaaaaaaaaaaaaaaaaaaaaaaaaaaaaaaaaaaaaaaaaaaaaaaaaaaa">
    <w:name w:val="9865;bgiaagaaeyqcaaagiaiaaaryhaaaa+iiaaaf8ci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extpoznpodarouChar">
    <w:name w:val="Text pozn. pod čarou Char"/>
    <w:link w:val="Textpoznpodarou"/>
    <w:uiPriority w:val="99"/>
    <w:rPr>
      <w:sz w:val="24"/>
      <w:szCs w:val="24"/>
    </w:rPr>
  </w:style>
  <w:style w:type="paragraph" w:customStyle="1" w:styleId="1613bqiaagaaeyqcaaagiaiaaapnawaabfudaaaaaaaaaaaaaaaaaaaaaaaaaaaaaaaaaaaaaaaaaaaaaaaaaaaaaaaaaaaaaaaaaaaaaaaaaaaaaaaaaaaaaaaaaaaaaaaaaaaaaaaaaaaaaaaaaaaaaaaaaaaaaaaaaaaaaaaaaaaaaaaaaaaaaaaaaaaaaaaaaaaaaaaaaaaaaaaaaaaaaaaaaaaaaaaaaaaaaaaa">
    <w:name w:val="1613;bqiaagaaeyqcaaagiaiaaapnawaabfu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78bqiaagaaeyqcaaagiaiaaammeqaabroraaaaaaaaaaaaaaaaaaaaaaaaaaaaaaaaaaaaaaaaaaaaaaaaaaaaaaaaaaaaaaaaaaaaaaaaaaaaaaaaaaaaaaaaaaaaaaaaaaaaaaaaaaaaaaaaaaaaaaaaaaaaaaaaaaaaaaaaaaaaaaaaaaaaaaaaaaaaaaaaaaaaaaaaaaaaaaaaaaaaaaaaaaaaaaaaaaaaaaaa">
    <w:name w:val="4978;bqiaagaaeyqcaaagiaiaaammeqaabro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8861bqiaagaaeyqcaaagiaiaaantggaabqkgaaaaaaaaaaaaaaaaaaaaaaaaaaaaaaaaaaaaaaaaaaaaaaaaaaaaaaaaaaaaaaaaaaaaaaaaaaaaaaaaaaaaaaaaaaaaaaaaaaaaaaaaaaaaaaaaaaaaaaaaaaaaaaaaaaaaaaaaaaaaaaaaaaaaaaaaaaaaaaaaaaaaaaaaaaaaaaaaaaaaaaaaaaaaaaaaaaaaaaaa">
    <w:name w:val="8861;bqiaagaaeyqcaaagiaiaaantggaabqk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094bqiaagaaeyqcaaagiaiaaapkcgaabakpaaaaaaaaaaaaaaaaaaaaaaaaaaaaaaaaaaaaaaaaaaaaaaaaaaaaaaaaaaaaaaaaaaaaaaaaaaaaaaaaaaaaaaaaaaaaaaaaaaaaaaaaaaaaaaaaaaaaaaaaaaaaaaaaaaaaaaaaaaaaaaaaaaaaaaaaaaaaaaaaaaaaaaaaaaaaaaaaaaaaaaaaaaaaaaaaaaaaaaaa">
    <w:name w:val="4094;bqiaagaaeyqcaaagiaiaaapkcgaabak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152bqiaagaaeyqcaaagiaiaaamcbwaabfslaaaaaaaaaaaaaaaaaaaaaaaaaaaaaaaaaaaaaaaaaaaaaaaaaaaaaaaaaaaaaaaaaaaaaaaaaaaaaaaaaaaaaaaaaaaaaaaaaaaaaaaaaaaaaaaaaaaaaaaaaaaaaaaaaaaaaaaaaaaaaaaaaaaaaaaaaaaaaaaaaaaaaaaaaaaaaaaaaaaaaaaaaaaaaaaaaaaaaaaa">
    <w:name w:val="3152;bqiaagaaeyqcaaagiaiaaamcbwaabfs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560bqiaagaaeyqcaaagiaiaaanpdqaabv0naaaaaaaaaaaaaaaaaaaaaaaaaaaaaaaaaaaaaaaaaaaaaaaaaaaaaaaaaaaaaaaaaaaaaaaaaaaaaaaaaaaaaaaaaaaaaaaaaaaaaaaaaaaaaaaaaaaaaaaaaaaaaaaaaaaaaaaaaaaaaaaaaaaaaaaaaaaaaaaaaaaaaaaaaaaaaaaaaaaaaaaaaaaaaaaaaaaaaaaa">
    <w:name w:val="3560;bqiaagaaeyqcaaagiaiaaanpdqaabv0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00bqiaagaaeyqcaaagiaiaaamxbaaabsueaaaaaaaaaaaaaaaaaaaaaaaaaaaaaaaaaaaaaaaaaaaaaaaaaaaaaaaaaaaaaaaaaaaaaaaaaaaaaaaaaaaaaaaaaaaaaaaaaaaaaaaaaaaaaaaaaaaaaaaaaaaaaaaaaaaaaaaaaaaaaaaaaaaaaaaaaaaaaaaaaaaaaaaaaaaaaaaaaaaaaaaaaaaaaaaaaaaaaaaa">
    <w:name w:val="1200;bqiaagaaeyqcaaagiaiaaamxbaaabs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312bqiaagaaeyqcaaagiaiaaaohbaaabzueaaaaaaaaaaaaaaaaaaaaaaaaaaaaaaaaaaaaaaaaaaaaaaaaaaaaaaaaaaaaaaaaaaaaaaaaaaaaaaaaaaaaaaaaaaaaaaaaaaaaaaaaaaaaaaaaaaaaaaaaaaaaaaaaaaaaaaaaaaaaaaaaaaaaaaaaaaaaaaaaaaaaaaaaaaaaaaaaaaaaaaaaaaaaaaaaaaaaaaaa">
    <w:name w:val="1312;bqiaagaaeyqcaaagiaiaaaohbaaabz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23bqiaagaaeyqcaaagiaiaaaprdqaabd8naaaaaaaaaaaaaaaaaaaaaaaaaaaaaaaaaaaaaaaaaaaaaaaaaaaaaaaaaaaaaaaaaaaaaaaaaaaaaaaaaaaaaaaaaaaaaaaaaaaaaaaaaaaaaaaaaaaaaaaaaaaaaaaaaaaaaaaaaaaaaaaaaaaaaaaaaaaaaaaaaaaaaaaaaaaaaaaaaaaaaaaaaaaaaaaaaaaaaaaa3715">
    <w:name w:val="4723;bqiaagaaeyqcaaagiaiaaaprdqaabd8naaaaaaaaaaaaaaaaaaaaaaaaaaaaaaaaaaaaaaaaaaaaaaaaaaaaaaaaaaaaaaaaaaaaaaaaaaaaaaaaaaaaaaaaaaaaaaaaaaaaaaaaaaaaaaaaaaaaaaaaaaaaaaaaaaaaaaaaaaaaaaaaaaaaaaaaaaaaaaaaaaaaaaaaaaaaaaaaaaaaaaaaaaaaaaaaaaaaaaaa;3715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102bqiaagaaeyqcaaagiaiaaankcwaabxilaaaaaaaaaaaaaaaaaaaaaaaaaaaaaaaaaaaaaaaaaaaaaaaaaaaaaaaaaaaaaaaaaaaaaaaaaaaaaaaaaaaaaaaaaaaaaaaaaaaaaaaaaaaaaaaaaaaaaaaaaaaaaaaaaaaaaaaaaaaaaaaaaaaaaaaaaaaaaaaaaaaaaaaaaaaaaaaaaaaaaaaaaaaaaaaaaaaaaaaa">
    <w:name w:val="4102;bqiaagaaeyqcaaagiaiaaankcwaabx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785bqiaagaaeyqcaaagiaiaaamedaaabswmaaaaaaaaaaaaaaaaaaaaaaaaaaaaaaaaaaaaaaaaaaaaaaaaaaaaaaaaaaaaaaaaaaaaaaaaaaaaaaaaaaaaaaaaaaaaaaaaaaaaaaaaaaaaaaaaaaaaaaaaaaaaaaaaaaaaaaaaaaaaaaaaaaaaaaaaaaaaaaaaaaaaaaaaaaaaaaaaaaaaaaaaaaaaaaaaaaaaaaaa">
    <w:name w:val="3785;bqiaagaaeyqcaaagiaiaaamedaaabs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69bqiaagaaeyqcaaagiaiaaaoicwaabbalaaaaaaaaaaaaaaaaaaaaaaaaaaaaaaaaaaaaaaaaaaaaaaaaaaaaaaaaaaaaaaaaaaaaaaaaaaaaaaaaaaaaaaaaaaaaaaaaaaaaaaaaaaaaaaaaaaaaaaaaaaaaaaaaaaaaaaaaaaaaaaaaaaaaaaaaaaaaaaaaaaaaaaaaaaaaaaaaaaaaaaaaaaaaaaaaaaaaaaaa">
    <w:name w:val="3669;bqiaagaaeyqcaaagiaiaaaoicwaabba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4bqiaagaaeyqcaaagiaiaaamgeaaabrqqaaaaaaaaaaaaaaaaaaaaaaaaaaaaaaaaaaaaaaaaaaaaaaaaaaaaaaaaaaaaaaaaaaaaaaaaaaaaaaaaaaaaaaaaaaaaaaaaaaaaaaaaaaaaaaaaaaaaaaaaaaaaaaaaaaaaaaaaaaaaaaaaaaaaaaaaaaaaaaaaaaaaaaaaaaaaaaaaaaaaaaaaaaaaaaaaaaaaaaaa">
    <w:name w:val="4754;bqiaagaaeyqcaaagiaiaaamgeaaabrq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86bqiaagaaeyqcaaagiaiaaaohdaaaba8maaaaaaaaaaaaaaaaaaaaaaaaaaaaaaaaaaaaaaaaaaaaaaaaaaaaaaaaaaaaaaaaaaaaaaaaaaaaaaaaaaaaaaaaaaaaaaaaaaaaaaaaaaaaaaaaaaaaaaaaaaaaaaaaaaaaaaaaaaaaaaaaaaaaaaaaaaaaaaaaaaaaaaaaaaaaaaaaaaaaaaaaaaaaaaaaaaaaaaaa">
    <w:name w:val="3386;bqiaagaaeyqcaaagiaiaaaohdaaaba8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432bqiaagaaeyqcaaagiaiaaao3eaaabcuqaaaaaaaaaaaaaaaaaaaaaaaaaaaaaaaaaaaaaaaaaaaaaaaaaaaaaaaaaaaaaaaaaaaaaaaaaaaaaaaaaaaaaaaaaaaaaaaaaaaaaaaaaaaaaaaaaaaaaaaaaaaaaaaaaaaaaaaaaaaaaaaaaaaaaaaaaaaaaaaaaaaaaaaaaaaaaaaaaaaaaaaaaaaaaaaaaaaaaaaa">
    <w:name w:val="4432;bqiaagaaeyqcaaagiaiaaao3eaaabcu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88bqiaagaaeyqcaaagiaiaaampfaaabr0uaaaaaaaaaaaaaaaaaaaaaaaaaaaaaaaaaaaaaaaaaaaaaaaaaaaaaaaaaaaaaaaaaaaaaaaaaaaaaaaaaaaaaaaaaaaaaaaaaaaaaaaaaaaaaaaaaaaaaaaaaaaaaaaaaaaaaaaaaaaaaaaaaaaaaaaaaaaaaaaaaaaaaaaaaaaaaaaaaaaaaaaaaaaaaaaaaaaaaaaa">
    <w:name w:val="5288;bqiaagaaeyqcaaagiaiaaampfaaabr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51bqiaagaaeyqcaaagiaiaaamiewaabtataaaaaaaaaaaaaaaaaaaaaaaaaaaaaaaaaaaaaaaaaaaaaaaaaaaaaaaaaaaaaaaaaaaaaaaaaaaaaaaaaaaaaaaaaaaaaaaaaaaaaaaaaaaaaaaaaaaaaaaaaaaaaaaaaaaaaaaaaaaaaaaaaaaaaaaaaaaaaaaaaaaaaaaaaaaaaaaaaaaaaaaaaaaaaaaaaaaaaaaa">
    <w:name w:val="5051;bqiaagaaeyqcaaagiaiaaamiewaabta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03bqiaagaaeyqcaaagiaiaaanybgaabyagaaaaaaaaaaaaaaaaaaaaaaaaaaaaaaaaaaaaaaaaaaaaaaaaaaaaaaaaaaaaaaaaaaaaaaaaaaaaaaaaaaaaaaaaaaaaaaaaaaaaaaaaaaaaaaaaaaaaaaaaaaaaaaaaaaaaaaaaaaaaaaaaaaaaaaaaaaaaaaaaaaaaaaaaaaaaaaaaaaaaaaaaaaaaaaaaaaaaaaaa">
    <w:name w:val="1803;bqiaagaaeyqcaaagiaiaaanybgaabya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90bqiaagaaeyqcaaagiaiaaanzcaaabwciaaaaaaaaaaaaaaaaaaaaaaaaaaaaaaaaaaaaaaaaaaaaaaaaaaaaaaaaaaaaaaaaaaaaaaaaaaaaaaaaaaaaaaaaaaaaaaaaaaaaaaaaaaaaaaaaaaaaaaaaaaaaaaaaaaaaaaaaaaaaaaaaaaaaaaaaaaaaaaaaaaaaaaaaaaaaaaaaaaaaaaaaaaaaaaaaaaaaaaaa">
    <w:name w:val="2290;bqiaagaaeyqcaaagiaiaaanzcaaabwci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5bqiaagaaeyqcaaagiaiaaamobwaabtyhaaaaaaaaaaaaaaaaaaaaaaaaaaaaaaaaaaaaaaaaaaaaaaaaaaaaaaaaaaaaaaaaaaaaaaaaaaaaaaaaaaaaaaaaaaaaaaaaaaaaaaaaaaaaaaaaaaaaaaaaaaaaaaaaaaaaaaaaaaaaaaaaaaaaaaaaaaaaaaaaaaaaaaaaaaaaaaaaaaaaaaaaaaaaaaaaaaaaaaaa">
    <w:name w:val="1985;bqiaagaaeyqcaaagiaiaaamobwaabty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5bqiaagaaeyqcaaagiaiaaamqcgaabtgkaaaaaaaaaaaaaaaaaaaaaaaaaaaaaaaaaaaaaaaaaaaaaaaaaaaaaaaaaaaaaaaaaaaaaaaaaaaaaaaaaaaaaaaaaaaaaaaaaaaaaaaaaaaaaaaaaaaaaaaaaaaaaaaaaaaaaaaaaaaaaaaaaaaaaaaaaaaaaaaaaaaaaaaaaaaaaaaaaaaaaaaaaaaaaaaaaaaaaaaa">
    <w:name w:val="2755;bqiaagaaeyqcaaagiaiaaamqcgaabtg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6055bqiaagaaeyqcaaagiaiaaamofwaabrwxaaaaaaaaaaaaaaaaaaaaaaaaaaaaaaaaaaaaaaaaaaaaaaaaaaaaaaaaaaaaaaaaaaaaaaaaaaaaaaaaaaaaaaaaaaaaaaaaaaaaaaaaaaaaaaaaaaaaaaaaaaaaaaaaaaaaaaaaaaaaaaaaaaaaaaaaaaaaaaaaaaaaaaaaaaaaaaaaaaaaaaaaaaaaaaaaaaaaaaaa">
    <w:name w:val="6055;bqiaagaaeyqcaaagiaiaaamofwaabrwx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55bqiaagaaeyqcaaagiaiaaapsbwaabeahaaaaaaaaaaaaaaaaaaaaaaaaaaaaaaaaaaaaaaaaaaaaaaaaaaaaaaaaaaaaaaaaaaaaaaaaaaaaaaaaaaaaaaaaaaaaaaaaaaaaaaaaaaaaaaaaaaaaaaaaaaaaaaaaaaaaaaaaaaaaaaaaaaaaaaaaaaaaaaaaaaaaaaaaaaaaaaaaaaaaaaaaaaaaaaaaaaaaaaaa">
    <w:name w:val="2155;bqiaagaaeyqcaaagiaiaaapsbwaabea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7bqiaagaaeyqcaaagiaiaaamscgaabtokaaaaaaaaaaaaaaaaaaaaaaaaaaaaaaaaaaaaaaaaaaaaaaaaaaaaaaaaaaaaaaaaaaaaaaaaaaaaaaaaaaaaaaaaaaaaaaaaaaaaaaaaaaaaaaaaaaaaaaaaaaaaaaaaaaaaaaaaaaaaaaaaaaaaaaaaaaaaaaaaaaaaaaaaaaaaaaaaaaaaaaaaaaaaaaaaaaaaaaaa">
    <w:name w:val="2757;bqiaagaaeyqcaaagiaiaaamscgaabto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3bqiaagaaeyqcaaagiaiaaapscgaabeakaaaaaaaaaaaaaaaaaaaaaaaaaaaaaaaaaaaaaaaaaaaaaaaaaaaaaaaaaaaaaaaaaaaaaaaaaaaaaaaaaaaaaaaaaaaaaaaaaaaaaaaaaaaaaaaaaaaaaaaaaaaaaaaaaaaaaaaaaaaaaaaaaaaaaaaaaaaaaaaaaaaaaaaaaaaaaaaaaaaaaaaaaaaaaaaaaaaaaaaa">
    <w:name w:val="2923;bqiaagaaeyqcaaagiaiaaapscgaabea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7bqiaagaaeyqcaaagiaiaaanubaaabxweaaaaaaaaaaaaaaaaaaaaaaaaaaaaaaaaaaaaaaaaaaaaaaaaaaaaaaaaaaaaaaaaaaaaaaaaaaaaaaaaaaaaaaaaaaaaaaaaaaaaaaaaaaaaaaaaaaaaaaaaaaaaaaaaaaaaaaaaaaaaaaaaaaaaaaaaaaaaaaaaaaaaaaaaaaaaaaaaaaaaaaaaaaaaaaaaaaaaaaaa">
    <w:name w:val="1287;bqiaagaaeyqcaaagiaiaaanubaaabxw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2bqiaagaaeyqcaaagiaiaaaprcgaabd8kaaaaaaaaaaaaaaaaaaaaaaaaaaaaaaaaaaaaaaaaaaaaaaaaaaaaaaaaaaaaaaaaaaaaaaaaaaaaaaaaaaaaaaaaaaaaaaaaaaaaaaaaaaaaaaaaaaaaaaaaaaaaaaaaaaaaaaaaaaaaaaaaaaaaaaaaaaaaaaaaaaaaaaaaaaaaaaaaaaaaaaaaaaaaaaaaaaaaaaaa">
    <w:name w:val="2922;bqiaagaaeyqcaaagiaiaaaprcgaabd8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73bqiaagaaeyqcaaagiaiaaao4bgaabcygaaaaaaaaaaaaaaaaaaaaaaaaaaaaaaaaaaaaaaaaaaaaaaaaaaaaaaaaaaaaaaaaaaaaaaaaaaaaaaaaaaaaaaaaaaaaaaaaaaaaaaaaaaaaaaaaaaaaaaaaaaaaaaaaaaaaaaaaaaaaaaaaaaaaaaaaaaaaaaaaaaaaaaaaaaaaaaaaaaaaaaaaaaaaaaaaaaaaaaaa">
    <w:name w:val="1873;bqiaagaaeyqcaaagiaiaaao4bgaabcy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21bqiaagaaeyqcaaagiaiaaangdaaabw4maaaaaaaaaaaaaaaaaaaaaaaaaaaaaaaaaaaaaaaaaaaaaaaaaaaaaaaaaaaaaaaaaaaaaaaaaaaaaaaaaaaaaaaaaaaaaaaaaaaaaaaaaaaaaaaaaaaaaaaaaaaaaaaaaaaaaaaaaaaaaaaaaaaaaaaaaaaaaaaaaaaaaaaaaaaaaaaaaaaaaaaaaaaaaaaaaaaaaaaa">
    <w:name w:val="3321;bqiaagaaeyqcaaagiaiaaangdaaabw4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303bqiaagaaeyqcaaagiaiaaanzegaabwcsaaaaaaaaaaaaaaaaaaaaaaaaaaaaaaaaaaaaaaaaaaaaaaaaaaaaaaaaaaaaaaaaaaaaaaaaaaaaaaaaaaaaaaaaaaaaaaaaaaaaaaaaaaaaaaaaaaaaaaaaaaaaaaaaaaaaaaaaaaaaaaaaaaaaaaaaaaaaaaaaaaaaaaaaaaaaaaaaaaaaaaaaaaaaaaaaaaaaaaaa">
    <w:name w:val="5303;bqiaagaaeyqcaaagiaiaaanzegaabwc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775bqiaagaaeyqcaaagiaiaaanwbgaabwqgaaaaaaaaaaaaaaaaaaaaaaaaaaaaaaaaaaaaaaaaaaaaaaaaaaaaaaaaaaaaaaaaaaaaaaaaaaaaaaaaaaaaaaaaaaaaaaaaaaaaaaaaaaaaaaaaaaaaaaaaaaaaaaaaaaaaaaaaaaaaaaaaaaaaaaaaaaaaaaaaaaaaaaaaaaaaaaaaaaaaaaaaaaaaaaaaaaaaaaaa">
    <w:name w:val="1775;bqiaagaaeyqcaaagiaiaaanwbgaabwq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41bqiaagaaeyqcaaagiaiaaan0daaabyimaaaaaaaaaaaaaaaaaaaaaaaaaaaaaaaaaaaaaaaaaaaaaaaaaaaaaaaaaaaaaaaaaaaaaaaaaaaaaaaaaaaaaaaaaaaaaaaaaaaaaaaaaaaaaaaaaaaaaaaaaaaaaaaaaaaaaaaaaaaaaaaaaaaaaaaaaaaaaaaaaaaaaaaaaaaaaaaaaaaaaaaaaaaaaaaaaaaaaaaa">
    <w:name w:val="3341;bqiaagaaeyqcaaagiaiaaan0daaabyi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10bqiaagaaeyqcaaagiaiaaap0cgaabqilaaaaaaaaaaaaaaaaaaaaaaaaaaaaaaaaaaaaaaaaaaaaaaaaaaaaaaaaaaaaaaaaaaaaaaaaaaaaaaaaaaaaaaaaaaaaaaaaaaaaaaaaaaaaaaaaaaaaaaaaaaaaaaaaaaaaaaaaaaaaaaaaaaaaaaaaaaaaaaaaaaaaaaaaaaaaaaaaaaaaaaaaaaaaaaaaaaaaaaaa">
    <w:name w:val="3410;bqiaagaaeyqcaaagiaiaaap0cgaabq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1bqiaagaaeyqcaaagiaiaaanobaaabxyeaaaaaaaaaaaaaaaaaaaaaaaaaaaaaaaaaaaaaaaaaaaaaaaaaaaaaaaaaaaaaaaaaaaaaaaaaaaaaaaaaaaaaaaaaaaaaaaaaaaaaaaaaaaaaaaaaaaaaaaaaaaaaaaaaaaaaaaaaaaaaaaaaaaaaaaaaaaaaaaaaaaaaaaaaaaaaaaaaaaaaaaaaaaaaaaaaaaaaaaa">
    <w:name w:val="1281;bqiaagaaeyqcaaagiaiaaanobaaabxy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19bqiaagaaeyqcaaagiaiaaamgcgaabrqkaaaaaaaaaaaaaaaaaaaaaaaaaaaaaaaaaaaaaaaaaaaaaaaaaaaaaaaaaaaaaaaaaaaaaaaaaaaaaaaaaaaaaaaaaaaaaaaaaaaaaaaaaaaaaaaaaaaaaaaaaaaaaaaaaaaaaaaaaaaaaaaaaaaaaaaaaaaaaaaaaaaaaaaaaaaaaaaaaaaaaaaaaaaaaaaaaaaaaaaa">
    <w:name w:val="2719;bqiaagaaeyqcaaagiaiaaamgcgaabrq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0bqiaagaaeyqcaaagiaiaaamlcgaabtmkaaaaaaaaaaaaaaaaaaaaaaaaaaaaaaaaaaaaaaaaaaaaaaaaaaaaaaaaaaaaaaaaaaaaaaaaaaaaaaaaaaaaaaaaaaaaaaaaaaaaaaaaaaaaaaaaaaaaaaaaaaaaaaaaaaaaaaaaaaaaaaaaaaaaaaaaaaaaaaaaaaaaaaaaaaaaaaaaaaaaaaaaaaaaaaaaaaaaaaaa">
    <w:name w:val="2750;bqiaagaaeyqcaaagiaiaaamlcgaabtm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97bqiaagaaebqkaaaguaoaaapufgaabeiwaaaaaaaaaaaaaaaaaaaaaaaaaaaaaaaaaaaaaaaaaaaaaaaaaaaaaaaaaaaaaaaaaaaaaaaaaaaaaaaaaaaaaaaaaaaaaaaaaaaaaaaaaaaaaaaaaaaaaaaaaaaaaaaaaaaaaaaaaaaaaaaaaaaaaaaaaaaaaaaaaaaaaaaaaaaaaaaaaaaaaaaaaaaaaaaaaaaaaaaa">
    <w:name w:val="5997;bqiaagaaebqkaaaguaoaaapufgaabeiw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581bqiaagaaebqkaaaguaoaaamehqaabridaaaaaaaaaaaaaaaaaaaaaaaaaaaaaaaaaaaaaaaaaaaaaaaaaaaaaaaaaaaaaaaaaaaaaaaaaaaaaaaaaaaaaaaaaaaaaaaaaaaaaaaaaaaaaaaaaaaaaaaaaaaaaaaaaaaaaaaaaaaaaaaaaaaaaaaaaaaaaaaaaaaaaaaaaaaaaaaaaaaaaaaaaaaaaaaaaaaaaaaa">
    <w:name w:val="7581;bqiaagaaebqkaaaguaoaaamehqaabri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489bqiaagaaebqkaaaguaoaaaoohaaabbycaaaaaaaaaaaaaaaaaaaaaaaaaaaaaaaaaaaaaaaaaaaaaaaaaaaaaaaaaaaaaaaaaaaaaaaaaaaaaaaaaaaaaaaaaaaaaaaaaaaaaaaaaaaaaaaaaaaaaaaaaaaaaaaaaaaaaaaaaaaaaaaaaaaaaaaaaaaaaaaaaaaaaaaaaaaaaaaaaaaaaaaaaaaaaaaaaaaaaaaa">
    <w:name w:val="7489;bqiaagaaebqkaaaguaoaaaoohaaabbyc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74bqiaagaaebqkaaaguaoaaaojjwaabzcnaaaaaaaaaaaaaaaaaaaaaaaaaaaaaaaaaaaaaaaaaaaaaaaaaaaaaaaaaaaaaaaaaaaaaaaaaaaaaaaaaaaaaaaaaaaaaaaaaaaaaaaaaaaaaaaaaaaaaaaaaaaaaaaaaaaaaaaaaaaaaaaaaaaaaaaaaaaaaaaaaaaaaaaaaaaaaaaaaaaaaaaaaaaaaaaaaaaaaaa">
    <w:name w:val="10274;bqiaagaaebqkaaaguaoaaaojjwaabzcn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456bqiaagaaevqfaaagwauaaao0egaabcisaaaaaaaaaaaaaaaaaaaaaaaaaaaaaaaaaaaaaaaaaaaaaaaaaaaaaaaaaaaaaaaaaaaaaaaaaaaaaaaaaaaaaaaaaaaaaaaaaaaaaaaaaaaaaaaaaaaaaaaaaaaaaaaaaaaaaaaaaaaaaaaaaaaaaaaaaaaaaaaaaaaaaaaaaaaaaaaaaaaaaaaaaaaaaaaaaaaaaaaa">
    <w:name w:val="5456;bqiaagaaevqfaaagwauaaao0egaabci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39bqiaagaaevqfaaagwauaaanleaaabvkqaaaaaaaaaaaaaaaaaaaaaaaaaaaaaaaaaaaaaaaaaaaaaaaaaaaaaaaaaaaaaaaaaaaaaaaaaaaaaaaaaaaaaaaaaaaaaaaaaaaaaaaaaaaaaaaaaaaaaaaaaaaaaaaaaaaaaaaaaaaaaaaaaaaaaaaaaaaaaaaaaaaaaaaaaaaaaaaaaaaaaaaaaaaaaaaaaaaaaaaa">
    <w:name w:val="4839;bqiaagaaevqfaaagwauaaanleaaabvk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665bqiaagaaevqfaaagwauaaaoddwaabaspaaaaaaaaaaaaaaaaaaaaaaaaaaaaaaaaaaaaaaaaaaaaaaaaaaaaaaaaaaaaaaaaaaaaaaaaaaaaaaaaaaaaaaaaaaaaaaaaaaaaaaaaaaaaaaaaaaaaaaaaaaaaaaaaaaaaaaaaaaaaaaaaaaaaaaaaaaaaaaaaaaaaaaaaaaaaaaaaaaaaaaaaaaaaaaaaaaaaaaaa">
    <w:name w:val="4665;bqiaagaaevqfaaagwauaaaoddwaabas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85bqiaagaaevqfaaagwauaaan5eaaabycqaaaaaaaaaaaaaaaaaaaaaaaaaaaaaaaaaaaaaaaaaaaaaaaaaaaaaaaaaaaaaaaaaaaaaaaaaaaaaaaaaaaaaaaaaaaaaaaaaaaaaaaaaaaaaaaaaaaaaaaaaaaaaaaaaaaaaaaaaaaaaaaaaaaaaaaaaaaaaaaaaaaaaaaaaaaaaaaaaaaaaaaaaaaaaaaaaaaaaaaa">
    <w:name w:val="4885;bqiaagaaevqfaaagwauaaan5eaaabyc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79bqiaagaaevqfaaagwauaaaofaaabc0uaaaaaaaaaaaaaaaaaaaaaaaaaaaaaaaaaaaaaaaaaaaaaaaaaaaaaaaaaaaaaaaaaaaaaaaaaaaaaaaaaaaaaaaaaaaaaaaaaaaaaaaaaaaaaaaaaaaaaaaaaaaaaaaaaaaaaaaaaaaaaaaaaaaaaaaaaaaaaaaaaaaaaaaaaaaaaaaaaaaaaaaaaaaaaaaaaaaaaaaa">
    <w:name w:val="5979;bqiaagaaevqfaaagwauaaao/faaabc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51bqiaagaaevqfaaagwauaaapneqaabfuraaaaaaaaaaaaaaaaaaaaaaaaaaaaaaaaaaaaaaaaaaaaaaaaaaaaaaaaaaaaaaaaaaaaaaaaaaaaaaaaaaaaaaaaaaaaaaaaaaaaaaaaaaaaaaaaaaaaaaaaaaaaaaaaaaaaaaaaaaaaaaaaaaaaaaaaaaaaaaaaaaaaaaaaaaaaaaaaaaaaaaaaaaaaaaaaaaaaaaaa">
    <w:name w:val="5251;bqiaagaaevqfaaagwauaaapneqaabfu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79bqiaagaaevqfaaagwauaaampeaaabr0qaaaaaaaaaaaaaaaaaaaaaaaaaaaaaaaaaaaaaaaaaaaaaaaaaaaaaaaaaaaaaaaaaaaaaaaaaaaaaaaaaaaaaaaaaaaaaaaaaaaaaaaaaaaaaaaaaaaaaaaaaaaaaaaaaaaaaaaaaaaaaaaaaaaaaaaaaaaaaaaaaaaaaaaaaaaaaaaaaaaaaaaaaaaaaaaaaaaaaaaa">
    <w:name w:val="4779;bqiaagaaevqfaaagwauaaampeaaabr0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43bqiaagaaevqfaaagwauaaaozeaaabceqaaaaaaaaaaaaaaaaaaaaaaaaaaaaaaaaaaaaaaaaaaaaaaaaaaaaaaaaaaaaaaaaaaaaaaaaaaaaaaaaaaaaaaaaaaaaaaaaaaaaaaaaaaaaaaaaaaaaaaaaaaaaaaaaaaaaaaaaaaaaaaaaaaaaaaaaaaaaaaaaaaaaaaaaaaaaaaaaaaaaaaaaaaaaaaaaaaaaaaaa">
    <w:name w:val="4943;bqiaagaaevqfaaagwauaaaozeaaabce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97bqiaagaaevqfaaagwauaaanneqaabvsraaaaaaaaaaaaaaaaaaaaaaaaaaaaaaaaaaaaaaaaaaaaaaaaaaaaaaaaaaaaaaaaaaaaaaaaaaaaaaaaaaaaaaaaaaaaaaaaaaaaaaaaaaaaaaaaaaaaaaaaaaaaaaaaaaaaaaaaaaaaaaaaaaaaaaaaaaaaaaaaaaaaaaaaaaaaaaaaaaaaaaaaaaaaaaaaaaaaaaaa">
    <w:name w:val="5097;bqiaagaaevqfaaagwauaaanneqaabvs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66bqiaagaaevqfaaagwauaaaogewaabzqtaaaaaaaaaaaaaaaaaaaaaaaaaaaaaaaaaaaaaaaaaaaaaaaaaaaaaaaaaaaaaaaaaaaaaaaaaaaaaaaaaaaaaaaaaaaaaaaaaaaaaaaaaaaaaaaaaaaaaaaaaaaaaaaaaaaaaaaaaaaaaaaaaaaaaaaaaaaaaaaaaaaaaaaaaaaaaaaaaaaaaaaaaaaaaaaaaaaaaaaa">
    <w:name w:val="5666;bqiaagaaevqfaaagwauaaaogewaabzq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63bqiaagaaeyqcaaagiaiaaapvdaaabemmaaaaaaaaaaaaaaaaaaaaaaaaaaaaaaaaaaaaaaaaaaaaaaaaaaaaaaaaaaaaaaaaaaaaaaaaaaaaaaaaaaaaaaaaaaaaaaaaaaaaaaaaaaaaaaaaaaaaaaaaaaaaaaaaaaaaaaaaaaaaaaaaaaaaaaaaaaaaaaaaaaaaaaaaaaaaaaaaaaaaaaaaaaaaaaaaaaaaaaaa">
    <w:name w:val="3463;bqiaagaaeyqcaaagiaiaaapvdaaabem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04bqiaagaaeyqcaaagiaiaaamkbgaabqmlaaaaaaaaaaaaaaaaaaaaaaaaaaaaaaaaaaaaaaaaaaaaaaaaaaaaaaaaaaaaaaaaaaaaaaaaaaaaaaaaaaaaaaaaaaaaaaaaaaaaaaaaaaaaaaaaaaaaaaaaaaaaaaaaaaaaaaaaaaaaaaaaaaaaaaaaaaaaaaaaaaaaaaaaaaaaaaaaaaaaaaaaaaaaaaaaaaaaaaaa">
    <w:name w:val="2904;bqiaagaaeyqcaaagiaiaaamkbgaabqm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8bqiaagaaeyqcaaagiaiaaap4cwaabqiqaaaaaaaaaaaaaaaaaaaaaaaaaaaaaaaaaaaaaaaaaaaaaaaaaaaaaaaaaaaaaaaaaaaaaaaaaaaaaaaaaaaaaaaaaaaaaaaaaaaaaaaaaaaaaaaaaaaaaaaaaaaaaaaaaaaaaaaaaaaaaaaaaaaaaaaaaaaaaaaaaaaaaaaaaaaaaaaaaaaaaaaaaaaaaaaaaaaaaaaa">
    <w:name w:val="4758;bqiaagaaeyqcaaagiaiaaap4cwaabqi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75bqiaagaaeyqcaaagiaiaaaojewaabzctaaaaaaaaaaaaaaaaaaaaaaaaaaaaaaaaaaaaaaaaaaaaaaaaaaaaaaaaaaaaaaaaaaaaaaaaaaaaaaaaaaaaaaaaaaaaaaaaaaaaaaaaaaaaaaaaaaaaaaaaaaaaaaaaaaaaaaaaaaaaaaaaaaaaaaaaaaaaaaaaaaaaaaaaaaaaaaaaaaaaaaaaaaaaaaaaaaaaaaaa">
    <w:name w:val="5675;bqiaagaaeyqcaaagiaiaaaojewaabzc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587bqiaagaaeyqcaaagiaiaaan5bwaabychaaaaaaaaaaaaaaaaaaaaaaaaaaaaaaaaaaaaaaaaaaaaaaaaaaaaaaaaaaaaaaaaaaaaaaaaaaaaaaaaaaaaaaaaaaaaaaaaaaaaaaaaaaaaaaaaaaaaaaaaaaaaaaaaaaaaaaaaaaaaaaaaaaaaaaaaaaaaaaaaaaaaaaaaaaaaaaaaaaaaaaaaaaaaaaaaaaaaaaaa">
    <w:name w:val="2587;bqiaagaaeyqcaaagiaiaaan5bwaabyc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79bqiaagaaeyqcaaagiaiaaanfbgaabvmgaaaaaaaaaaaaaaaaaaaaaaaaaaaaaaaaaaaaaaaaaaaaaaaaaaaaaaaaaaaaaaaaaaaaaaaaaaaaaaaaaaaaaaaaaaaaaaaaaaaaaaaaaaaaaaaaaaaaaaaaaaaaaaaaaaaaaaaaaaaaaaaaaaaaaaaaaaaaaaaaaaaaaaaaaaaaaaaaaaaaaaaaaaaaaaaaaaaaaaaa">
    <w:name w:val="2279;bqiaagaaeyqcaaagiaiaaanfbgaabvm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19bqiaagaaeyqcaaagiaiaaapdbaaabeseaaaaaaaaaaaaaaaaaaaaaaaaaaaaaaaaaaaaaaaaaaaaaaaaaaaaaaaaaaaaaaaaaaaaaaaaaaaaaaaaaaaaaaaaaaaaaaaaaaaaaaaaaaaaaaaaaaaaaaaaaaaaaaaaaaaaaaaaaaaaaaaaaaaaaaaaaaaaaaaaaaaaaaaaaaaaaaaaaaaaaaaaaaaaaaaaaaaaaaaa">
    <w:name w:val="1919;bqiaagaaeyqcaaagiaiaaapdbaaabes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25bqiaagaaeyqcaaagiaiaaanhbqaabvufaaaaaaaaaaaaaaaaaaaaaaaaaaaaaaaaaaaaaaaaaaaaaaaaaaaaaaaaaaaaaaaaaaaaaaaaaaaaaaaaaaaaaaaaaaaaaaaaaaaaaaaaaaaaaaaaaaaaaaaaaaaaaaaaaaaaaaaaaaaaaaaaaaaaaaaaaaaaaaaaaaaaaaaaaaaaaaaaaaaaaaaaaaaaaaaaaaaaaaaa">
    <w:name w:val="2025;bqiaagaaeyqcaaagiaiaaanhbqaabv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07bqiaagaaeyqcaaagiaiaaam1bqaabumfaaaaaaaaaaaaaaaaaaaaaaaaaaaaaaaaaaaaaaaaaaaaaaaaaaaaaaaaaaaaaaaaaaaaaaaaaaaaaaaaaaaaaaaaaaaaaaaaaaaaaaaaaaaaaaaaaaaaaaaaaaaaaaaaaaaaaaaaaaaaaaaaaaaaaaaaaaaaaaaaaaaaaaaaaaaaaaaaaaaaaaaaaaaaaaaaaaaaaaaa">
    <w:name w:val="2007;bqiaagaaeyqcaaagiaiaaam1bqaabum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89bqiaagaaeyqcaaagiaiaaaohbqaabzufaaaaaaaaaaaaaaaaaaaaaaaaaaaaaaaaaaaaaaaaaaaaaaaaaaaaaaaaaaaaaaaaaaaaaaaaaaaaaaaaaaaaaaaaaaaaaaaaaaaaaaaaaaaaaaaaaaaaaaaaaaaaaaaaaaaaaaaaaaaaaaaaaaaaaaaaaaaaaaaaaaaaaaaaaaaaaaaaaaaaaaaaaaaaaaaaaaaaaaaa">
    <w:name w:val="2089;bqiaagaaeyqcaaagiaiaaaohbqaabz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316bqiaagaaeyqcaaagiaiaaanqbgaabxggaaaaaaaaaaaaaaaaaaaaaaaaaaaaaaaaaaaaaaaaaaaaaaaaaaaaaaaaaaaaaaaaaaaaaaaaaaaaaaaaaaaaaaaaaaaaaaaaaaaaaaaaaaaaaaaaaaaaaaaaaaaaaaaaaaaaaaaaaaaaaaaaaaaaaaaaaaaaaaaaaaaaaaaaaaaaaaaaaaaaaaaaaaaaaaaaaaaaaaaa">
    <w:name w:val="2316;bqiaagaaeyqcaaagiaiaaanqbgaabxg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33bqiaagaaeyqcaaagiaiaaaozbqaabcefaaaaaaaaaaaaaaaaaaaaaaaaaaaaaaaaaaaaaaaaaaaaaaaaaaaaaaaaaaaaaaaaaaaaaaaaaaaaaaaaaaaaaaaaaaaaaaaaaaaaaaaaaaaaaaaaaaaaaaaaaaaaaaaaaaaaaaaaaaaaaaaaaaaaaaaaaaaaaaaaaaaaaaaaaaaaaaaaaaaaaaaaaaaaaaaaaaaaaaaa">
    <w:name w:val="2133;bqiaagaaeyqcaaagiaiaaaozbqaabce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09bqiaagaaeyqcaaagiaiaaapbqaabq0gaaaaaaaaaaaaaaaaaaaaaaaaaaaaaaaaaaaaaaaaaaaaaaaaaaaaaaaaaaaaaaaaaaaaaaaaaaaaaaaaaaaaaaaaaaaaaaaaaaaaaaaaaaaaaaaaaaaaaaaaaaaaaaaaaaaaaaaaaaaaaaaaaaaaaaaaaaaaaaaaaaaaaaaaaaaaaaaaaaaaaaaaaaaaaaaaaaaaaaaa">
    <w:name w:val="2209;bqiaagaaeyqcaaagiaiaaap/bqaabq0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95bqiaagaaeyqcaaagiaiaaampbqaabtcfaaaaaaaaaaaaaaaaaaaaaaaaaaaaaaaaaaaaaaaaaaaaaaaaaaaaaaaaaaaaaaaaaaaaaaaaaaaaaaaaaaaaaaaaaaaaaaaaaaaaaaaaaaaaaaaaaaaaaaaaaaaaaaaaaaaaaaaaaaaaaaaaaaaaaaaaaaaaaaaaaaaaaaaaaaaaaaaaaaaaaaaaaaaaaaaaaaaaaaaa">
    <w:name w:val="1995;bqiaagaaeyqcaaagiaiaaampbqaabtc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7bqiaagaaeyqcaaagiaiaaamhbqaabs8faaaaaaaaaaaaaaaaaaaaaaaaaaaaaaaaaaaaaaaaaaaaaaaaaaaaaaaaaaaaaaaaaaaaaaaaaaaaaaaaaaaaaaaaaaaaaaaaaaaaaaaaaaaaaaaaaaaaaaaaaaaaaaaaaaaaaaaaaaaaaaaaaaaaaaaaaaaaaaaaaaaaaaaaaaaaaaaaaaaaaaaaaaaaaaaaaaaaaaaa">
    <w:name w:val="1987;bqiaagaaeyqcaaagiaiaaamhbqaabs8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97bqiaagaaeyqcaaagiaiaaaphbaaabdueaaaaaaaaaaaaaaaaaaaaaaaaaaaaaaaaaaaaaaaaaaaaaaaaaaaaaaaaaaaaaaaaaaaaaaaaaaaaaaaaaaaaaaaaaaaaaaaaaaaaaaaaaaaaaaaaaaaaaaaaaaaaaaaaaaaaaaaaaaaaaaaaaaaaaaaaaaaaaaaaaaaaaaaaaaaaaaaaaaaaaaaaaaaaaaaaaaaaaaaa">
    <w:name w:val="1897;bqiaagaaeyqcaaagiaiaaaphbaaabd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824bqiaagaaeyqcaaagiaiaaanodaaabvwmaaaaaaaaaaaaaaaaaaaaaaaaaaaaaaaaaaaaaaaaaaaaaaaaaaaaaaaaaaaaaaaaaaaaaaaaaaaaaaaaaaaaaaaaaaaaaaaaaaaaaaaaaaaaaaaaaaaaaaaaaaaaaaaaaaaaaaaaaaaaaaaaaaaaaaaaaaaaaaaaaaaaaaaaaaaaaaaaaaaaaaaaaaaaaaaaaaaaaaaa">
    <w:name w:val="3824;bqiaagaaeyqcaaagiaiaaanodaaabv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90bqiaagaaeyqcaaagiaiaaapsbqaabfofaaaaaaaaaaaaaaaaaaaaaaaaaaaaaaaaaaaaaaaaaaaaaaaaaaaaaaaaaaaaaaaaaaaaaaaaaaaaaaaaaaaaaaaaaaaaaaaaaaaaaaaaaaaaaaaaaaaaaaaaaaaaaaaaaaaaaaaaaaaaaaaaaaaaaaaaaaaaaaaaaaaaaaaaaaaaaaaaaaaaaaaaaaaaaaaaaaaaaaaa">
    <w:name w:val="2190;bqiaagaaeyqcaaagiaiaaapsbqaabfo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tn-slot">
    <w:name w:val="btn-slot"/>
  </w:style>
  <w:style w:type="character" w:customStyle="1" w:styleId="input-group">
    <w:name w:val="input-grou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Novotná Marie</cp:lastModifiedBy>
  <cp:revision>9</cp:revision>
  <cp:lastPrinted>2024-08-16T10:28:00Z</cp:lastPrinted>
  <dcterms:created xsi:type="dcterms:W3CDTF">2024-08-16T10:28:00Z</dcterms:created>
  <dcterms:modified xsi:type="dcterms:W3CDTF">2025-05-14T07:00:00Z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MZP/2024/840/36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MZP/2024/840/36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23.1.2024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&lt;TABLE&gt;&lt;TR&gt;&lt;TD&gt;Č.j.:&lt;/TD&gt;&lt;TD&gt;MZP/2024/840/36&lt;/TD&gt;&lt;/TR&gt;&lt;TR&gt;&lt;TD&gt;&lt;/TD&gt;&lt;TD&gt;&lt;/TD&gt;&lt;/TR&gt;&lt;/TABLE&gt;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politiky životního prostředí a udržitelného rozvoje 840</vt:lpwstr>
  </property>
  <property fmtid="{D5CDD505-2E9C-101B-9397-08002B2CF9AE}" pid="16" name="DisplayName_UserPoriz_Pisemnost">
    <vt:lpwstr>PhDr. Martin Polášek, Ph.D.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ENV/2024/48969</vt:lpwstr>
  </property>
  <property fmtid="{D5CDD505-2E9C-101B-9397-08002B2CF9AE}" pid="19" name="Key_BarCode_Pisemnost">
    <vt:lpwstr>*B002304465*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ENV/2024/48969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ZN/MZP/2024/840/15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aktualizovaný strategický rámec ČR 2030 s výhledem do roku 2050 - vláda</vt:lpwstr>
  </property>
  <property fmtid="{D5CDD505-2E9C-101B-9397-08002B2CF9AE}" pid="41" name="Zkratka_SpisovyUzel_PoziceZodpo_Pisemnost">
    <vt:lpwstr>840</vt:lpwstr>
  </property>
</Properties>
</file>