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44A59BBD" w:rsidR="005241A2" w:rsidRPr="00BF1C46" w:rsidRDefault="00C96A61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C96A61">
              <w:rPr>
                <w:b/>
                <w:color w:val="0070C0"/>
                <w:sz w:val="28"/>
                <w:szCs w:val="28"/>
              </w:rPr>
              <w:t>Témata pro veřejnou soutěž v programu SIGMA: dílčí cíl 5 - dlouhodobé výzkumné záměry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079BE56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770D44">
              <w:rPr>
                <w:b/>
                <w:color w:val="0070C0"/>
                <w:sz w:val="28"/>
                <w:szCs w:val="28"/>
              </w:rPr>
              <w:t>1</w:t>
            </w:r>
            <w:r w:rsidR="00AD2DCE">
              <w:rPr>
                <w:b/>
                <w:color w:val="0070C0"/>
                <w:sz w:val="28"/>
                <w:szCs w:val="28"/>
              </w:rPr>
              <w:t>2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C96A61">
              <w:rPr>
                <w:b/>
                <w:color w:val="0070C0"/>
                <w:sz w:val="28"/>
                <w:szCs w:val="28"/>
              </w:rPr>
              <w:t>7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78E28A7C" w:rsidR="005241A2" w:rsidRPr="002D3C4B" w:rsidRDefault="00AD2DCE" w:rsidP="00AD2DCE">
            <w:pPr>
              <w:spacing w:before="120" w:after="120"/>
              <w:jc w:val="left"/>
              <w:rPr>
                <w:bCs/>
                <w:i/>
              </w:rPr>
            </w:pPr>
            <w:r w:rsidRPr="00AD2DCE">
              <w:rPr>
                <w:bCs/>
                <w:i/>
              </w:rPr>
              <w:t xml:space="preserve">prof. </w:t>
            </w:r>
            <w:r w:rsidR="00203688">
              <w:rPr>
                <w:bCs/>
                <w:i/>
              </w:rPr>
              <w:t>Mařík</w:t>
            </w:r>
            <w:r>
              <w:rPr>
                <w:bCs/>
                <w:i/>
              </w:rPr>
              <w:t xml:space="preserve">, </w:t>
            </w:r>
            <w:r w:rsidR="00203688">
              <w:rPr>
                <w:bCs/>
                <w:i/>
              </w:rPr>
              <w:t>doc</w:t>
            </w:r>
            <w:r w:rsidRPr="00AD2DCE">
              <w:rPr>
                <w:bCs/>
                <w:i/>
              </w:rPr>
              <w:t xml:space="preserve">. </w:t>
            </w:r>
            <w:r w:rsidR="00203688">
              <w:rPr>
                <w:bCs/>
                <w:i/>
              </w:rPr>
              <w:t>Kouřil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470611A2" w:rsidR="005241A2" w:rsidRPr="002D3C4B" w:rsidRDefault="005241A2" w:rsidP="002D3C4B">
            <w:pPr>
              <w:spacing w:before="120" w:after="120"/>
              <w:jc w:val="left"/>
              <w:rPr>
                <w:bCs/>
                <w:i/>
              </w:rPr>
            </w:pPr>
            <w:r w:rsidRPr="002D3C4B">
              <w:rPr>
                <w:bCs/>
                <w:i/>
                <w:noProof/>
              </w:rPr>
              <w:t>Odbor</w:t>
            </w:r>
            <w:r w:rsidR="00770D44">
              <w:rPr>
                <w:bCs/>
                <w:i/>
                <w:noProof/>
              </w:rPr>
              <w:t xml:space="preserve"> koordinace výzkumu, vývoje a inovací</w:t>
            </w:r>
            <w:r w:rsidRPr="002D3C4B">
              <w:rPr>
                <w:bCs/>
                <w:i/>
                <w:noProof/>
              </w:rPr>
              <w:t xml:space="preserve">, </w:t>
            </w:r>
            <w:r w:rsidR="00AD2DCE">
              <w:rPr>
                <w:bCs/>
                <w:i/>
                <w:noProof/>
              </w:rPr>
              <w:t>1</w:t>
            </w:r>
            <w:r w:rsidR="00203688">
              <w:rPr>
                <w:bCs/>
                <w:i/>
                <w:noProof/>
              </w:rPr>
              <w:t>6</w:t>
            </w:r>
            <w:r w:rsidRPr="002D3C4B">
              <w:rPr>
                <w:bCs/>
                <w:i/>
                <w:noProof/>
              </w:rPr>
              <w:t>.</w:t>
            </w:r>
            <w:r w:rsidR="00C635EA">
              <w:rPr>
                <w:bCs/>
                <w:i/>
                <w:noProof/>
              </w:rPr>
              <w:t> </w:t>
            </w:r>
            <w:r w:rsidR="00AD2DCE">
              <w:rPr>
                <w:bCs/>
                <w:i/>
                <w:noProof/>
              </w:rPr>
              <w:t>května</w:t>
            </w:r>
            <w:r w:rsidR="00C635EA">
              <w:rPr>
                <w:bCs/>
                <w:i/>
                <w:noProof/>
              </w:rPr>
              <w:t> </w:t>
            </w:r>
            <w:r w:rsidRPr="002D3C4B">
              <w:rPr>
                <w:bCs/>
                <w:i/>
                <w:noProof/>
              </w:rPr>
              <w:t>202</w:t>
            </w:r>
            <w:r w:rsidR="00770D44">
              <w:rPr>
                <w:bCs/>
                <w:i/>
                <w:noProof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6DB8F19" w14:textId="3E2B3DB2" w:rsidR="00C96A61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Radě pro výzkum, vývoj a inovace (dále jen „Rada“) </w:t>
            </w:r>
            <w:r w:rsidR="00770D44">
              <w:t>se předklád</w:t>
            </w:r>
            <w:r w:rsidR="00C96A61">
              <w:t>ají t</w:t>
            </w:r>
            <w:r w:rsidR="00C96A61" w:rsidRPr="00C96A61">
              <w:t>émata pro veřejnou soutěž v</w:t>
            </w:r>
            <w:r w:rsidR="00C96A61">
              <w:t> </w:t>
            </w:r>
            <w:r w:rsidR="00C96A61" w:rsidRPr="00C96A61">
              <w:t>programu SIGMA: dílčí cíl 5 - dlouhodobé výzkumné záměry</w:t>
            </w:r>
            <w:r w:rsidR="00C96A61">
              <w:t>, které zaslal svým dopisem předseda Technologické agentury České republiky (dále jen „TA</w:t>
            </w:r>
            <w:r w:rsidR="00D0479F">
              <w:t xml:space="preserve"> </w:t>
            </w:r>
            <w:r w:rsidR="00C96A61">
              <w:t>ČR“) dne 5. května 2025 č.</w:t>
            </w:r>
            <w:r w:rsidR="00C96A61" w:rsidRPr="00C96A61">
              <w:t>j.</w:t>
            </w:r>
            <w:r w:rsidR="00C96A61">
              <w:t> </w:t>
            </w:r>
            <w:r w:rsidR="00C96A61" w:rsidRPr="00C96A61">
              <w:t>TACR/2-106/2025</w:t>
            </w:r>
            <w:r w:rsidR="00C96A61">
              <w:t>, a to na základě</w:t>
            </w:r>
            <w:r w:rsidR="00C96A61" w:rsidRPr="00C96A61">
              <w:t xml:space="preserve"> změn</w:t>
            </w:r>
            <w:r w:rsidR="00C069E1">
              <w:t>y</w:t>
            </w:r>
            <w:r w:rsidR="00C96A61" w:rsidRPr="00C96A61">
              <w:t xml:space="preserve"> programu SIGMA, jež byl</w:t>
            </w:r>
            <w:r w:rsidR="00C96A61">
              <w:t>a</w:t>
            </w:r>
            <w:r w:rsidR="00C96A61" w:rsidRPr="00C96A61">
              <w:t xml:space="preserve"> </w:t>
            </w:r>
            <w:r w:rsidR="00C96A61">
              <w:t>schválena</w:t>
            </w:r>
            <w:r w:rsidR="00C96A61" w:rsidRPr="00C96A61">
              <w:t xml:space="preserve"> </w:t>
            </w:r>
            <w:r w:rsidR="00C96A61">
              <w:t xml:space="preserve">usnesením vlády </w:t>
            </w:r>
            <w:r w:rsidR="00C96A61" w:rsidRPr="00C96A61">
              <w:t>ze dne 7. května 2025 č. 328</w:t>
            </w:r>
            <w:r w:rsidR="00C96A61">
              <w:t>.</w:t>
            </w:r>
            <w:r w:rsidR="00C96A61" w:rsidRPr="00C96A61">
              <w:t xml:space="preserve"> Z upraveného znění programu vyplývá, že je zapotřebí předložit výzkumná témata pro předmětnou veřejnou soutěž ke schválení R</w:t>
            </w:r>
            <w:r w:rsidR="00C96A61">
              <w:t>adě.</w:t>
            </w:r>
          </w:p>
          <w:p w14:paraId="47971B6E" w14:textId="10594422" w:rsidR="00D0479F" w:rsidRDefault="00C96A61" w:rsidP="00C96A61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Navržená témata jsou průnikem návrhů členů Koordinační skupiny SIGMA a výzkumn</w:t>
            </w:r>
            <w:r w:rsidR="00C069E1">
              <w:t>é</w:t>
            </w:r>
            <w:r>
              <w:t xml:space="preserve"> rad</w:t>
            </w:r>
            <w:r w:rsidR="00C069E1">
              <w:t>y</w:t>
            </w:r>
            <w:r>
              <w:t xml:space="preserve"> TA</w:t>
            </w:r>
            <w:r w:rsidR="00D0479F">
              <w:t> </w:t>
            </w:r>
            <w:r>
              <w:t xml:space="preserve">ČR a priorit plynoucích z národních strategií (polovodičové a umělé inteligence). </w:t>
            </w:r>
          </w:p>
          <w:p w14:paraId="41E54128" w14:textId="753A3C0D" w:rsidR="00C96A61" w:rsidRDefault="00D0479F" w:rsidP="00C96A61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Témata jsou blíže charakterizována v příloze č. 1 a zde je jejich výčet:</w:t>
            </w:r>
          </w:p>
          <w:p w14:paraId="13016FE8" w14:textId="512FEDEB" w:rsidR="00C96A61" w:rsidRDefault="00C96A61" w:rsidP="00D0479F">
            <w:pPr>
              <w:pStyle w:val="Odstavecseseznamem"/>
              <w:keepNext/>
              <w:numPr>
                <w:ilvl w:val="0"/>
                <w:numId w:val="15"/>
              </w:numPr>
              <w:tabs>
                <w:tab w:val="left" w:pos="-26"/>
                <w:tab w:val="left" w:pos="900"/>
              </w:tabs>
              <w:spacing w:after="120"/>
              <w:ind w:left="875" w:hanging="231"/>
            </w:pPr>
            <w:r>
              <w:t>AI4CZ – Umělá inteligence ve výzkumu, vývoji a inovacích</w:t>
            </w:r>
          </w:p>
          <w:p w14:paraId="392EC417" w14:textId="131B1ABD" w:rsidR="00C96A61" w:rsidRDefault="00C96A61" w:rsidP="00D0479F">
            <w:pPr>
              <w:pStyle w:val="Odstavecseseznamem"/>
              <w:keepNext/>
              <w:numPr>
                <w:ilvl w:val="0"/>
                <w:numId w:val="15"/>
              </w:numPr>
              <w:tabs>
                <w:tab w:val="left" w:pos="-26"/>
                <w:tab w:val="left" w:pos="900"/>
              </w:tabs>
              <w:spacing w:after="120"/>
              <w:ind w:left="875" w:hanging="231"/>
            </w:pPr>
            <w:r>
              <w:t>Polovodiče</w:t>
            </w:r>
          </w:p>
          <w:p w14:paraId="522571A8" w14:textId="79B5589B" w:rsidR="00C96A61" w:rsidRDefault="00C96A61" w:rsidP="00D0479F">
            <w:pPr>
              <w:pStyle w:val="Odstavecseseznamem"/>
              <w:keepNext/>
              <w:numPr>
                <w:ilvl w:val="0"/>
                <w:numId w:val="15"/>
              </w:numPr>
              <w:tabs>
                <w:tab w:val="left" w:pos="-26"/>
                <w:tab w:val="left" w:pos="900"/>
              </w:tabs>
              <w:spacing w:after="120"/>
              <w:ind w:left="875" w:hanging="231"/>
            </w:pPr>
            <w:r>
              <w:t>Cirkulární ekonomika a surovinová bezpečnost</w:t>
            </w:r>
          </w:p>
          <w:p w14:paraId="2BF12765" w14:textId="70932518" w:rsidR="00276B76" w:rsidRDefault="00C96A61" w:rsidP="00D0479F">
            <w:pPr>
              <w:pStyle w:val="Odstavecseseznamem"/>
              <w:keepNext/>
              <w:numPr>
                <w:ilvl w:val="0"/>
                <w:numId w:val="15"/>
              </w:numPr>
              <w:tabs>
                <w:tab w:val="left" w:pos="-26"/>
                <w:tab w:val="left" w:pos="900"/>
              </w:tabs>
              <w:spacing w:after="120"/>
              <w:ind w:left="875" w:hanging="231"/>
            </w:pPr>
            <w:r>
              <w:t>Dostupná, odolná a propojená doprava pro bezpečnost České republiky v multipolárním prostředí.</w:t>
            </w:r>
          </w:p>
          <w:p w14:paraId="56C91166" w14:textId="3BC4C08F" w:rsidR="005241A2" w:rsidRPr="009719F6" w:rsidRDefault="00D0479F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V příloze č. 2 jsou uvedeny r</w:t>
            </w:r>
            <w:r w:rsidRPr="00D0479F">
              <w:t>ámcové předběžné parametry veřejné soutěže</w:t>
            </w:r>
            <w:r>
              <w:t>, ve které budou navržená témata vyhlášena.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66664E4B" w14:textId="77777777" w:rsidR="000672D8" w:rsidRDefault="00203688" w:rsidP="00203688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Témata pro veřejnou soutěž v programu SIGMA: dílčí cíl 5 - dlouhodobé výzkumné záměry</w:t>
            </w:r>
          </w:p>
          <w:p w14:paraId="3A9E05E0" w14:textId="77777777" w:rsidR="00203688" w:rsidRDefault="00203688" w:rsidP="00203688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203688">
              <w:t>Rámcové předběžné parametry veřejné soutěže programu SIGMA</w:t>
            </w:r>
            <w:r>
              <w:t xml:space="preserve"> pro dílčí cíl 5</w:t>
            </w:r>
          </w:p>
          <w:p w14:paraId="133F1304" w14:textId="77A95945" w:rsidR="00203688" w:rsidRPr="00F54DDF" w:rsidRDefault="00203688" w:rsidP="00203688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Dopis předsedy TA ČR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2C1FD" w14:textId="77777777" w:rsidR="00FC3226" w:rsidRDefault="00FC3226" w:rsidP="00604B45">
      <w:r>
        <w:separator/>
      </w:r>
    </w:p>
  </w:endnote>
  <w:endnote w:type="continuationSeparator" w:id="0">
    <w:p w14:paraId="0B1DBA37" w14:textId="77777777" w:rsidR="00FC3226" w:rsidRDefault="00FC3226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2D00BFDA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3D38BB">
              <w:rPr>
                <w:sz w:val="16"/>
                <w:szCs w:val="16"/>
              </w:rPr>
              <w:t>12</w:t>
            </w:r>
            <w:r w:rsidR="00144F5B" w:rsidRPr="00144F5B">
              <w:rPr>
                <w:sz w:val="16"/>
                <w:szCs w:val="16"/>
              </w:rPr>
              <w:t>/A</w:t>
            </w:r>
            <w:r w:rsidR="00C96A61">
              <w:rPr>
                <w:sz w:val="16"/>
                <w:szCs w:val="16"/>
              </w:rPr>
              <w:t>7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1EFD8" w14:textId="77777777" w:rsidR="00FC3226" w:rsidRDefault="00FC3226" w:rsidP="00604B45">
      <w:r>
        <w:separator/>
      </w:r>
    </w:p>
  </w:footnote>
  <w:footnote w:type="continuationSeparator" w:id="0">
    <w:p w14:paraId="585AD80E" w14:textId="77777777" w:rsidR="00FC3226" w:rsidRDefault="00FC3226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E2688"/>
    <w:multiLevelType w:val="hybridMultilevel"/>
    <w:tmpl w:val="7248CFE0"/>
    <w:lvl w:ilvl="0" w:tplc="97D8D6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916C5"/>
    <w:multiLevelType w:val="hybridMultilevel"/>
    <w:tmpl w:val="5FC0E094"/>
    <w:lvl w:ilvl="0" w:tplc="97D8D6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A0902"/>
    <w:multiLevelType w:val="hybridMultilevel"/>
    <w:tmpl w:val="630AD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2"/>
  </w:num>
  <w:num w:numId="3" w16cid:durableId="1893038338">
    <w:abstractNumId w:val="4"/>
  </w:num>
  <w:num w:numId="4" w16cid:durableId="1786805665">
    <w:abstractNumId w:val="8"/>
  </w:num>
  <w:num w:numId="5" w16cid:durableId="1264728757">
    <w:abstractNumId w:val="13"/>
  </w:num>
  <w:num w:numId="6" w16cid:durableId="1901821760">
    <w:abstractNumId w:val="10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4"/>
  </w:num>
  <w:num w:numId="10" w16cid:durableId="1837643966">
    <w:abstractNumId w:val="11"/>
  </w:num>
  <w:num w:numId="11" w16cid:durableId="796532185">
    <w:abstractNumId w:val="0"/>
  </w:num>
  <w:num w:numId="12" w16cid:durableId="2033064661">
    <w:abstractNumId w:val="7"/>
  </w:num>
  <w:num w:numId="13" w16cid:durableId="796992195">
    <w:abstractNumId w:val="5"/>
  </w:num>
  <w:num w:numId="14" w16cid:durableId="1148938184">
    <w:abstractNumId w:val="6"/>
  </w:num>
  <w:num w:numId="15" w16cid:durableId="7346214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36F2"/>
    <w:rsid w:val="0002007D"/>
    <w:rsid w:val="00025617"/>
    <w:rsid w:val="00035ED7"/>
    <w:rsid w:val="000467DA"/>
    <w:rsid w:val="000511C2"/>
    <w:rsid w:val="000672D8"/>
    <w:rsid w:val="00075C1E"/>
    <w:rsid w:val="00076BEB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0E7ECD"/>
    <w:rsid w:val="001044CD"/>
    <w:rsid w:val="00126D7E"/>
    <w:rsid w:val="00133C49"/>
    <w:rsid w:val="00141482"/>
    <w:rsid w:val="00144F5B"/>
    <w:rsid w:val="00163B03"/>
    <w:rsid w:val="00163CAE"/>
    <w:rsid w:val="00171EF3"/>
    <w:rsid w:val="00191B49"/>
    <w:rsid w:val="001A03D6"/>
    <w:rsid w:val="001A6A82"/>
    <w:rsid w:val="001C1526"/>
    <w:rsid w:val="001C2E95"/>
    <w:rsid w:val="001C5AB5"/>
    <w:rsid w:val="001C6179"/>
    <w:rsid w:val="001D5F3B"/>
    <w:rsid w:val="001E1924"/>
    <w:rsid w:val="001F517B"/>
    <w:rsid w:val="00203688"/>
    <w:rsid w:val="002107E9"/>
    <w:rsid w:val="002241CF"/>
    <w:rsid w:val="00235856"/>
    <w:rsid w:val="00242E30"/>
    <w:rsid w:val="00251D54"/>
    <w:rsid w:val="0026594C"/>
    <w:rsid w:val="00276B76"/>
    <w:rsid w:val="00282845"/>
    <w:rsid w:val="00293AEA"/>
    <w:rsid w:val="00295657"/>
    <w:rsid w:val="002A22B0"/>
    <w:rsid w:val="002A2FD0"/>
    <w:rsid w:val="002C0726"/>
    <w:rsid w:val="002C5775"/>
    <w:rsid w:val="002D3C4B"/>
    <w:rsid w:val="002F19C4"/>
    <w:rsid w:val="002F4F5C"/>
    <w:rsid w:val="00342659"/>
    <w:rsid w:val="00352CA6"/>
    <w:rsid w:val="00352DD8"/>
    <w:rsid w:val="00362F82"/>
    <w:rsid w:val="00371035"/>
    <w:rsid w:val="0038141B"/>
    <w:rsid w:val="00383A75"/>
    <w:rsid w:val="003870AA"/>
    <w:rsid w:val="003906D0"/>
    <w:rsid w:val="003976A0"/>
    <w:rsid w:val="003C04E9"/>
    <w:rsid w:val="003C6885"/>
    <w:rsid w:val="003D38BB"/>
    <w:rsid w:val="003D64A2"/>
    <w:rsid w:val="003E4F9E"/>
    <w:rsid w:val="00420B23"/>
    <w:rsid w:val="00423662"/>
    <w:rsid w:val="00424552"/>
    <w:rsid w:val="0042761D"/>
    <w:rsid w:val="00432F8A"/>
    <w:rsid w:val="004354D5"/>
    <w:rsid w:val="00441B47"/>
    <w:rsid w:val="00443E48"/>
    <w:rsid w:val="00444127"/>
    <w:rsid w:val="0044552A"/>
    <w:rsid w:val="00447ABC"/>
    <w:rsid w:val="00456550"/>
    <w:rsid w:val="00486CA7"/>
    <w:rsid w:val="004970B3"/>
    <w:rsid w:val="004A66A1"/>
    <w:rsid w:val="004E4548"/>
    <w:rsid w:val="004E6BE1"/>
    <w:rsid w:val="004F1D48"/>
    <w:rsid w:val="00510EA4"/>
    <w:rsid w:val="00512253"/>
    <w:rsid w:val="00512835"/>
    <w:rsid w:val="00515555"/>
    <w:rsid w:val="00515B2F"/>
    <w:rsid w:val="005241A2"/>
    <w:rsid w:val="00524CE5"/>
    <w:rsid w:val="005277F3"/>
    <w:rsid w:val="00537022"/>
    <w:rsid w:val="005628A2"/>
    <w:rsid w:val="00564B89"/>
    <w:rsid w:val="0057409A"/>
    <w:rsid w:val="005821A3"/>
    <w:rsid w:val="005964E0"/>
    <w:rsid w:val="005A4C59"/>
    <w:rsid w:val="005C4D50"/>
    <w:rsid w:val="005C5B19"/>
    <w:rsid w:val="005D1635"/>
    <w:rsid w:val="005D3434"/>
    <w:rsid w:val="00602F23"/>
    <w:rsid w:val="00604B45"/>
    <w:rsid w:val="006079D1"/>
    <w:rsid w:val="0061165B"/>
    <w:rsid w:val="006255C0"/>
    <w:rsid w:val="00627E3D"/>
    <w:rsid w:val="00635765"/>
    <w:rsid w:val="0066338C"/>
    <w:rsid w:val="0066766D"/>
    <w:rsid w:val="006878F0"/>
    <w:rsid w:val="00690533"/>
    <w:rsid w:val="006A1871"/>
    <w:rsid w:val="006A2356"/>
    <w:rsid w:val="006B2B00"/>
    <w:rsid w:val="006B77FC"/>
    <w:rsid w:val="006C3F7F"/>
    <w:rsid w:val="006F1181"/>
    <w:rsid w:val="007007A8"/>
    <w:rsid w:val="0070637D"/>
    <w:rsid w:val="0071047A"/>
    <w:rsid w:val="00717076"/>
    <w:rsid w:val="00722063"/>
    <w:rsid w:val="0072266C"/>
    <w:rsid w:val="00733976"/>
    <w:rsid w:val="00735DE8"/>
    <w:rsid w:val="00741D89"/>
    <w:rsid w:val="007439F1"/>
    <w:rsid w:val="00753C51"/>
    <w:rsid w:val="00766AC5"/>
    <w:rsid w:val="00770D44"/>
    <w:rsid w:val="00793E54"/>
    <w:rsid w:val="007A407A"/>
    <w:rsid w:val="007E2572"/>
    <w:rsid w:val="007E5BD4"/>
    <w:rsid w:val="007E6CA2"/>
    <w:rsid w:val="0080171F"/>
    <w:rsid w:val="008017A4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447D"/>
    <w:rsid w:val="008863A6"/>
    <w:rsid w:val="00887F71"/>
    <w:rsid w:val="008900E8"/>
    <w:rsid w:val="00890204"/>
    <w:rsid w:val="0089638D"/>
    <w:rsid w:val="008A3DC7"/>
    <w:rsid w:val="008A6944"/>
    <w:rsid w:val="008B1728"/>
    <w:rsid w:val="008B31E8"/>
    <w:rsid w:val="008B60F3"/>
    <w:rsid w:val="008E557D"/>
    <w:rsid w:val="008F0140"/>
    <w:rsid w:val="008F6521"/>
    <w:rsid w:val="0090230E"/>
    <w:rsid w:val="0090323E"/>
    <w:rsid w:val="0090482F"/>
    <w:rsid w:val="0090637C"/>
    <w:rsid w:val="0091473F"/>
    <w:rsid w:val="00915B70"/>
    <w:rsid w:val="009202D9"/>
    <w:rsid w:val="00945CB2"/>
    <w:rsid w:val="0095235B"/>
    <w:rsid w:val="0095565E"/>
    <w:rsid w:val="00956C0B"/>
    <w:rsid w:val="00986BA6"/>
    <w:rsid w:val="00990B90"/>
    <w:rsid w:val="009922C8"/>
    <w:rsid w:val="009B0370"/>
    <w:rsid w:val="009B4A4C"/>
    <w:rsid w:val="009C3648"/>
    <w:rsid w:val="009E228F"/>
    <w:rsid w:val="009F673B"/>
    <w:rsid w:val="00A640A5"/>
    <w:rsid w:val="00A65C3C"/>
    <w:rsid w:val="00A67237"/>
    <w:rsid w:val="00A75A40"/>
    <w:rsid w:val="00A7760C"/>
    <w:rsid w:val="00A822FF"/>
    <w:rsid w:val="00A84F49"/>
    <w:rsid w:val="00AA35D6"/>
    <w:rsid w:val="00AA5C0F"/>
    <w:rsid w:val="00AB5597"/>
    <w:rsid w:val="00AC5DC9"/>
    <w:rsid w:val="00AD2DCE"/>
    <w:rsid w:val="00AD451B"/>
    <w:rsid w:val="00AE1069"/>
    <w:rsid w:val="00AE7303"/>
    <w:rsid w:val="00AF01A5"/>
    <w:rsid w:val="00AF502C"/>
    <w:rsid w:val="00AF5DE4"/>
    <w:rsid w:val="00B0174B"/>
    <w:rsid w:val="00B01CFE"/>
    <w:rsid w:val="00B20ED5"/>
    <w:rsid w:val="00B24765"/>
    <w:rsid w:val="00B33F61"/>
    <w:rsid w:val="00B410C9"/>
    <w:rsid w:val="00B415B3"/>
    <w:rsid w:val="00B445C0"/>
    <w:rsid w:val="00B45E88"/>
    <w:rsid w:val="00B6005B"/>
    <w:rsid w:val="00B67680"/>
    <w:rsid w:val="00B73C81"/>
    <w:rsid w:val="00B80711"/>
    <w:rsid w:val="00BB2FAC"/>
    <w:rsid w:val="00BC1D89"/>
    <w:rsid w:val="00BC5C1F"/>
    <w:rsid w:val="00BC7F94"/>
    <w:rsid w:val="00BD17A6"/>
    <w:rsid w:val="00BD5B2B"/>
    <w:rsid w:val="00BE4E17"/>
    <w:rsid w:val="00C0180B"/>
    <w:rsid w:val="00C05BAF"/>
    <w:rsid w:val="00C069E1"/>
    <w:rsid w:val="00C27666"/>
    <w:rsid w:val="00C4014E"/>
    <w:rsid w:val="00C54A7F"/>
    <w:rsid w:val="00C635EA"/>
    <w:rsid w:val="00C641E1"/>
    <w:rsid w:val="00C674B4"/>
    <w:rsid w:val="00C71728"/>
    <w:rsid w:val="00C7658A"/>
    <w:rsid w:val="00C77162"/>
    <w:rsid w:val="00C84197"/>
    <w:rsid w:val="00C910BF"/>
    <w:rsid w:val="00C91565"/>
    <w:rsid w:val="00C92FC9"/>
    <w:rsid w:val="00C96A61"/>
    <w:rsid w:val="00CA58A0"/>
    <w:rsid w:val="00CC1FD9"/>
    <w:rsid w:val="00CD5D12"/>
    <w:rsid w:val="00CE2C4E"/>
    <w:rsid w:val="00CE70B9"/>
    <w:rsid w:val="00D0212E"/>
    <w:rsid w:val="00D0479F"/>
    <w:rsid w:val="00D061BA"/>
    <w:rsid w:val="00D266C9"/>
    <w:rsid w:val="00D26EA4"/>
    <w:rsid w:val="00D321D6"/>
    <w:rsid w:val="00D35C60"/>
    <w:rsid w:val="00D36218"/>
    <w:rsid w:val="00D37F9F"/>
    <w:rsid w:val="00D43F7D"/>
    <w:rsid w:val="00D53021"/>
    <w:rsid w:val="00D74354"/>
    <w:rsid w:val="00D85AA0"/>
    <w:rsid w:val="00D86AA3"/>
    <w:rsid w:val="00D94221"/>
    <w:rsid w:val="00D95865"/>
    <w:rsid w:val="00DA045F"/>
    <w:rsid w:val="00DC2129"/>
    <w:rsid w:val="00DC5C64"/>
    <w:rsid w:val="00DD0CB0"/>
    <w:rsid w:val="00DD3E78"/>
    <w:rsid w:val="00DE4F80"/>
    <w:rsid w:val="00DF22B5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0734"/>
    <w:rsid w:val="00ED0AF2"/>
    <w:rsid w:val="00ED2ED3"/>
    <w:rsid w:val="00ED7E4C"/>
    <w:rsid w:val="00EE66EE"/>
    <w:rsid w:val="00EE745A"/>
    <w:rsid w:val="00EF4F64"/>
    <w:rsid w:val="00F145AB"/>
    <w:rsid w:val="00F341EF"/>
    <w:rsid w:val="00F3487E"/>
    <w:rsid w:val="00F47E34"/>
    <w:rsid w:val="00F54DDF"/>
    <w:rsid w:val="00F67976"/>
    <w:rsid w:val="00F70093"/>
    <w:rsid w:val="00F72B15"/>
    <w:rsid w:val="00F84D65"/>
    <w:rsid w:val="00F86F06"/>
    <w:rsid w:val="00FA009E"/>
    <w:rsid w:val="00FB668D"/>
    <w:rsid w:val="00FC3226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6676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5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Lysý</dc:creator>
  <cp:keywords/>
  <dc:description/>
  <cp:lastModifiedBy>Lenka Schäfer</cp:lastModifiedBy>
  <cp:revision>5</cp:revision>
  <cp:lastPrinted>2025-02-25T12:21:00Z</cp:lastPrinted>
  <dcterms:created xsi:type="dcterms:W3CDTF">2025-05-19T08:00:00Z</dcterms:created>
  <dcterms:modified xsi:type="dcterms:W3CDTF">2025-06-03T12:30:00Z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