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279"/>
        <w:gridCol w:w="2391"/>
      </w:tblGrid>
      <w:tr w:rsidR="005241A2" w:rsidRPr="00DE2BC0" w14:paraId="4804DF3D" w14:textId="77777777" w:rsidTr="00D713DA">
        <w:trPr>
          <w:trHeight w:val="1105"/>
        </w:trPr>
        <w:tc>
          <w:tcPr>
            <w:tcW w:w="72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35D1FA75" w:rsidR="005241A2" w:rsidRPr="00BF1C46" w:rsidRDefault="00CB781D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Informace o </w:t>
            </w:r>
            <w:r w:rsidR="00940E2F">
              <w:rPr>
                <w:b/>
                <w:color w:val="0070C0"/>
                <w:sz w:val="28"/>
                <w:szCs w:val="28"/>
              </w:rPr>
              <w:t>materiálu „</w:t>
            </w:r>
            <w:r w:rsidR="00D713DA" w:rsidRPr="00275958">
              <w:rPr>
                <w:b/>
                <w:color w:val="0070C0"/>
                <w:sz w:val="28"/>
                <w:szCs w:val="28"/>
              </w:rPr>
              <w:t>Návrh výdajů státního rozpočtu Č</w:t>
            </w:r>
            <w:r w:rsidR="00D713DA">
              <w:rPr>
                <w:b/>
                <w:color w:val="0070C0"/>
                <w:sz w:val="28"/>
                <w:szCs w:val="28"/>
              </w:rPr>
              <w:t>R</w:t>
            </w:r>
            <w:r w:rsidR="00D713DA" w:rsidRPr="00275958">
              <w:rPr>
                <w:b/>
                <w:color w:val="0070C0"/>
                <w:sz w:val="28"/>
                <w:szCs w:val="28"/>
              </w:rPr>
              <w:t xml:space="preserve"> na </w:t>
            </w:r>
            <w:r w:rsidR="00D713DA">
              <w:rPr>
                <w:b/>
                <w:color w:val="0070C0"/>
                <w:sz w:val="28"/>
                <w:szCs w:val="28"/>
              </w:rPr>
              <w:t>VaVaI</w:t>
            </w:r>
            <w:r w:rsidR="00D713DA" w:rsidRPr="00275958">
              <w:rPr>
                <w:b/>
                <w:color w:val="0070C0"/>
                <w:sz w:val="28"/>
                <w:szCs w:val="28"/>
              </w:rPr>
              <w:t xml:space="preserve"> </w:t>
            </w:r>
            <w:r w:rsidR="00D713DA">
              <w:rPr>
                <w:b/>
                <w:color w:val="0070C0"/>
                <w:sz w:val="28"/>
                <w:szCs w:val="28"/>
              </w:rPr>
              <w:t xml:space="preserve">na rok 2026 se střednědobým výhledem na léta 2027 a 2028 a dlouhodobým výhledem do roku </w:t>
            </w:r>
            <w:r w:rsidR="00D713DA" w:rsidRPr="00275958">
              <w:rPr>
                <w:b/>
                <w:color w:val="0070C0"/>
                <w:sz w:val="28"/>
                <w:szCs w:val="28"/>
              </w:rPr>
              <w:t>20</w:t>
            </w:r>
            <w:r w:rsidR="00D713DA">
              <w:rPr>
                <w:b/>
                <w:color w:val="0070C0"/>
                <w:sz w:val="28"/>
                <w:szCs w:val="28"/>
              </w:rPr>
              <w:t>32</w:t>
            </w:r>
            <w:r w:rsidR="00940E2F">
              <w:rPr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39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11D73762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D713DA">
              <w:rPr>
                <w:b/>
                <w:color w:val="0070C0"/>
                <w:sz w:val="28"/>
                <w:szCs w:val="28"/>
              </w:rPr>
              <w:t>1</w:t>
            </w:r>
            <w:r w:rsidR="00CB781D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CB781D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58C05670" w:rsidR="005241A2" w:rsidRPr="002D3C4B" w:rsidRDefault="00D713DA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dr. Ženíšek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4B5ED450" w:rsidR="005241A2" w:rsidRPr="002D3C4B" w:rsidRDefault="00CB781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Mgr. Palucha,</w:t>
            </w:r>
            <w:r w:rsidR="00D713DA">
              <w:rPr>
                <w:i/>
              </w:rPr>
              <w:t xml:space="preserve"> Ing. Špičková, Odbor VVI, </w:t>
            </w:r>
            <w:r>
              <w:rPr>
                <w:i/>
              </w:rPr>
              <w:t>červ</w:t>
            </w:r>
            <w:r w:rsidR="00D713DA">
              <w:rPr>
                <w:i/>
              </w:rPr>
              <w:t>en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56A9CB06" w14:textId="16F6EB7B" w:rsidR="00221414" w:rsidRDefault="00221414" w:rsidP="00221414">
            <w:pPr>
              <w:spacing w:after="120"/>
            </w:pPr>
            <w:r w:rsidRPr="00087262">
              <w:t xml:space="preserve">Rada pro výzkum, vývoj a inovace (dále jen „Rada“) zpracovává podle </w:t>
            </w:r>
            <w:hyperlink r:id="rId11" w:history="1">
              <w:r w:rsidRPr="00087262">
                <w:t>§ 35 odst. 2 písm. k) a l) zákona č. 130/2002 Sb.</w:t>
              </w:r>
            </w:hyperlink>
            <w:r w:rsidRPr="00087262">
              <w:t xml:space="preserve"> návrh střednědobého výhledu podpory výzkumu, vývoje a inovací a návrh výše celkových výdajů na výzkum, vývoj a inovace jednotlivých rozpočtových kapitol a návrh jejich rozdělení. Termín předložení návrhu rozpočtu na VaVaI 202</w:t>
            </w:r>
            <w:r w:rsidR="00CB781D">
              <w:t>6</w:t>
            </w:r>
            <w:r w:rsidRPr="00087262">
              <w:t xml:space="preserve">+ vládě </w:t>
            </w:r>
            <w:r w:rsidR="00CB781D">
              <w:t>byl</w:t>
            </w:r>
            <w:r w:rsidRPr="00087262">
              <w:t xml:space="preserve"> dle § 5a odst. 5 zákona č. 130/2002 Sb. </w:t>
            </w:r>
            <w:r w:rsidRPr="00AA0A03">
              <w:t>do 31. května 202</w:t>
            </w:r>
            <w:r>
              <w:t>5</w:t>
            </w:r>
            <w:r w:rsidRPr="00AA0A03">
              <w:t>.</w:t>
            </w:r>
          </w:p>
          <w:p w14:paraId="5BADF16A" w14:textId="2368C3C1" w:rsidR="00F2749B" w:rsidRDefault="00221414" w:rsidP="00F2749B">
            <w:pPr>
              <w:spacing w:after="120"/>
            </w:pPr>
            <w:r>
              <w:t xml:space="preserve">Na </w:t>
            </w:r>
            <w:r w:rsidR="00DB29ED">
              <w:t>41</w:t>
            </w:r>
            <w:r w:rsidR="004B3194">
              <w:t>2</w:t>
            </w:r>
            <w:r w:rsidR="00DB29ED">
              <w:t>.</w:t>
            </w:r>
            <w:r>
              <w:t xml:space="preserve"> zasedání Rady dne </w:t>
            </w:r>
            <w:r w:rsidR="004B3194">
              <w:t>30</w:t>
            </w:r>
            <w:r>
              <w:t xml:space="preserve">. </w:t>
            </w:r>
            <w:r w:rsidR="004B3194">
              <w:t>květ</w:t>
            </w:r>
            <w:r>
              <w:t>na 202</w:t>
            </w:r>
            <w:r w:rsidR="00DB29ED">
              <w:t>5</w:t>
            </w:r>
            <w:r>
              <w:t xml:space="preserve"> byl </w:t>
            </w:r>
            <w:r w:rsidR="004B3194">
              <w:t xml:space="preserve">schválen finální </w:t>
            </w:r>
            <w:r w:rsidR="00F2749B">
              <w:t xml:space="preserve">materiál </w:t>
            </w:r>
            <w:r w:rsidRPr="008E23A9">
              <w:t xml:space="preserve">„Návrh výdajů státního rozpočtu České republiky </w:t>
            </w:r>
            <w:r w:rsidR="00DC0B34">
              <w:t xml:space="preserve">(ČR) </w:t>
            </w:r>
            <w:r w:rsidRPr="008E23A9">
              <w:t>na výzkum, experimentální vývoj a inovace na rok 20</w:t>
            </w:r>
            <w:r>
              <w:t>2</w:t>
            </w:r>
            <w:r w:rsidR="00DB29ED">
              <w:t>6</w:t>
            </w:r>
            <w:r w:rsidRPr="008E23A9">
              <w:t xml:space="preserve"> s</w:t>
            </w:r>
            <w:r>
              <w:t>e</w:t>
            </w:r>
            <w:r w:rsidR="00DC0B34">
              <w:t> </w:t>
            </w:r>
            <w:r>
              <w:t>střednědobým</w:t>
            </w:r>
            <w:r w:rsidRPr="008E23A9">
              <w:t> výhledem na léta 20</w:t>
            </w:r>
            <w:r>
              <w:t>2</w:t>
            </w:r>
            <w:r w:rsidR="00DB29ED">
              <w:t>7</w:t>
            </w:r>
            <w:r>
              <w:t xml:space="preserve"> a 202</w:t>
            </w:r>
            <w:r w:rsidR="00DB29ED">
              <w:t>8</w:t>
            </w:r>
            <w:r>
              <w:t xml:space="preserve"> a dlouhodobým výhledem do roku 203</w:t>
            </w:r>
            <w:r w:rsidR="00DB29ED">
              <w:t>2</w:t>
            </w:r>
            <w:r w:rsidRPr="008E23A9">
              <w:t>“</w:t>
            </w:r>
            <w:r>
              <w:t xml:space="preserve"> </w:t>
            </w:r>
            <w:r w:rsidR="004B3194">
              <w:t xml:space="preserve">včetně vypořádání mezirezortního připomínkového řízení </w:t>
            </w:r>
            <w:r>
              <w:t>a Rada</w:t>
            </w:r>
            <w:r w:rsidR="00F2749B">
              <w:t xml:space="preserve"> </w:t>
            </w:r>
            <w:r w:rsidR="004B3194">
              <w:t xml:space="preserve">požádala svého </w:t>
            </w:r>
            <w:r w:rsidR="00F2749B" w:rsidRPr="00E556CA">
              <w:t>předsedu</w:t>
            </w:r>
            <w:r w:rsidR="004B3194">
              <w:t xml:space="preserve"> o</w:t>
            </w:r>
            <w:r w:rsidR="00F2749B" w:rsidRPr="00E556CA">
              <w:t xml:space="preserve"> předložení </w:t>
            </w:r>
            <w:r w:rsidR="007911B1">
              <w:t>m</w:t>
            </w:r>
            <w:r w:rsidR="00F2749B" w:rsidRPr="00E556CA">
              <w:t xml:space="preserve">ateriálu </w:t>
            </w:r>
            <w:r w:rsidR="004B3194">
              <w:t>na jednání vlády.</w:t>
            </w:r>
          </w:p>
          <w:p w14:paraId="69332514" w14:textId="1E10699E" w:rsidR="004B3194" w:rsidRPr="00237BE6" w:rsidRDefault="004B3194" w:rsidP="00CD3675">
            <w:pPr>
              <w:spacing w:after="120"/>
            </w:pPr>
            <w:r w:rsidRPr="00BA14CF">
              <w:rPr>
                <w:b/>
              </w:rPr>
              <w:t>Vláda ČR</w:t>
            </w:r>
            <w:r>
              <w:t xml:space="preserve"> Materiál projednala na svém zasedání dne 11. června 2025 a přijala k němu usnesení č. </w:t>
            </w:r>
            <w:r w:rsidR="00CD3675">
              <w:t>416</w:t>
            </w:r>
            <w:r w:rsidRPr="00B26DC9">
              <w:t xml:space="preserve">, kterým </w:t>
            </w:r>
            <w:r w:rsidRPr="00B26DC9">
              <w:rPr>
                <w:b/>
              </w:rPr>
              <w:t>vzala na vědomí</w:t>
            </w:r>
            <w:r w:rsidRPr="00B26DC9">
              <w:t xml:space="preserve"> návrh výdajů státního rozpočtu České republiky na výzkum, experimentální vývoj a inovace (bez výdajů krytých příjmy z programů EU a finančních mechanismů) na rok 2026 s výhledem na léta 2027 a 2028. Tímto usnesením současně v </w:t>
            </w:r>
            <w:r w:rsidR="007911B1" w:rsidRPr="00B26DC9">
              <w:t xml:space="preserve">bodě </w:t>
            </w:r>
            <w:r w:rsidR="007911B1">
              <w:t>II</w:t>
            </w:r>
            <w:r w:rsidR="00CD3675">
              <w:t xml:space="preserve">. </w:t>
            </w:r>
            <w:r w:rsidR="00CD3675" w:rsidRPr="00BA14CF">
              <w:rPr>
                <w:b/>
              </w:rPr>
              <w:t>uložila ministru financí: „aby v návrhu státního rozpočtu na rok 202</w:t>
            </w:r>
            <w:r w:rsidR="00CD3675">
              <w:rPr>
                <w:b/>
              </w:rPr>
              <w:t>6</w:t>
            </w:r>
            <w:r w:rsidR="00CD3675" w:rsidRPr="00BA14CF">
              <w:rPr>
                <w:b/>
              </w:rPr>
              <w:t xml:space="preserve"> </w:t>
            </w:r>
            <w:r w:rsidR="00CD3675">
              <w:rPr>
                <w:b/>
              </w:rPr>
              <w:t xml:space="preserve">a střednědobém výhledu na léta 2027 a 2028 </w:t>
            </w:r>
            <w:r w:rsidR="00CD3675" w:rsidRPr="00BA14CF">
              <w:rPr>
                <w:b/>
              </w:rPr>
              <w:t>byly navýšeny výdaje na v</w:t>
            </w:r>
            <w:r w:rsidR="00CD3675">
              <w:rPr>
                <w:b/>
              </w:rPr>
              <w:t>ýzkum</w:t>
            </w:r>
            <w:r w:rsidR="00CD3675" w:rsidRPr="00BA14CF">
              <w:rPr>
                <w:b/>
              </w:rPr>
              <w:t xml:space="preserve">, </w:t>
            </w:r>
            <w:r w:rsidR="00CD3675">
              <w:rPr>
                <w:b/>
              </w:rPr>
              <w:t xml:space="preserve">experimentální </w:t>
            </w:r>
            <w:r w:rsidR="00CD3675" w:rsidRPr="00BA14CF">
              <w:rPr>
                <w:b/>
              </w:rPr>
              <w:t>vý</w:t>
            </w:r>
            <w:r w:rsidR="00CD3675">
              <w:rPr>
                <w:b/>
              </w:rPr>
              <w:t>voj</w:t>
            </w:r>
            <w:r w:rsidR="00CD3675" w:rsidRPr="00BA14CF">
              <w:rPr>
                <w:b/>
              </w:rPr>
              <w:t xml:space="preserve"> a</w:t>
            </w:r>
            <w:r w:rsidR="007911B1">
              <w:rPr>
                <w:b/>
              </w:rPr>
              <w:t> </w:t>
            </w:r>
            <w:r w:rsidR="00CD3675" w:rsidRPr="00BA14CF">
              <w:rPr>
                <w:b/>
              </w:rPr>
              <w:t>inovace</w:t>
            </w:r>
            <w:r w:rsidR="00CD3675">
              <w:rPr>
                <w:b/>
              </w:rPr>
              <w:t xml:space="preserve"> oproti výdajům schváleným na rok 2025</w:t>
            </w:r>
            <w:r w:rsidR="00CD3675" w:rsidRPr="00BA14CF">
              <w:rPr>
                <w:b/>
              </w:rPr>
              <w:t>.</w:t>
            </w:r>
            <w:r w:rsidR="00CD3675">
              <w:rPr>
                <w:b/>
              </w:rPr>
              <w:t>“</w:t>
            </w:r>
          </w:p>
          <w:p w14:paraId="6A2258DD" w14:textId="77777777" w:rsidR="004B3194" w:rsidRPr="00BA14CF" w:rsidRDefault="004B3194" w:rsidP="004B3194">
            <w:pPr>
              <w:spacing w:after="120"/>
            </w:pPr>
            <w:r w:rsidRPr="00BA14CF">
              <w:t>Rada navrhla schválit celkové objemy výdajů takto:</w:t>
            </w:r>
          </w:p>
          <w:p w14:paraId="41B8E935" w14:textId="76AB96E3" w:rsidR="00DB29ED" w:rsidRPr="0070146B" w:rsidRDefault="00DB29ED" w:rsidP="00DB29ED">
            <w:pPr>
              <w:pStyle w:val="Odstavecseseznamem"/>
              <w:numPr>
                <w:ilvl w:val="0"/>
                <w:numId w:val="14"/>
              </w:numPr>
              <w:spacing w:after="120" w:line="240" w:lineRule="auto"/>
              <w:rPr>
                <w:b/>
              </w:rPr>
            </w:pPr>
            <w:r w:rsidRPr="00087262">
              <w:rPr>
                <w:b/>
              </w:rPr>
              <w:t>na r. 202</w:t>
            </w:r>
            <w:r>
              <w:rPr>
                <w:b/>
              </w:rPr>
              <w:t>6</w:t>
            </w:r>
            <w:r w:rsidRPr="00087262">
              <w:rPr>
                <w:b/>
              </w:rPr>
              <w:t xml:space="preserve"> </w:t>
            </w:r>
            <w:r w:rsidRPr="0070146B">
              <w:rPr>
                <w:b/>
              </w:rPr>
              <w:t>celkem 46</w:t>
            </w:r>
            <w:r w:rsidR="00333529" w:rsidRPr="0070146B">
              <w:rPr>
                <w:b/>
              </w:rPr>
              <w:t> 7</w:t>
            </w:r>
            <w:r w:rsidR="009C035A">
              <w:rPr>
                <w:b/>
              </w:rPr>
              <w:t>7</w:t>
            </w:r>
            <w:r w:rsidR="00333529" w:rsidRPr="0070146B">
              <w:rPr>
                <w:b/>
              </w:rPr>
              <w:t>0 224,5</w:t>
            </w:r>
            <w:r w:rsidRPr="0070146B">
              <w:rPr>
                <w:b/>
              </w:rPr>
              <w:t xml:space="preserve"> tis. Kč,</w:t>
            </w:r>
          </w:p>
          <w:p w14:paraId="6DD7648D" w14:textId="374D0E45" w:rsidR="00DB29ED" w:rsidRPr="0070146B" w:rsidRDefault="00DB29ED" w:rsidP="00DB29ED">
            <w:pPr>
              <w:pStyle w:val="Odstavecseseznamem"/>
              <w:numPr>
                <w:ilvl w:val="0"/>
                <w:numId w:val="14"/>
              </w:numPr>
              <w:spacing w:after="120" w:line="240" w:lineRule="auto"/>
              <w:rPr>
                <w:b/>
              </w:rPr>
            </w:pPr>
            <w:r w:rsidRPr="0070146B">
              <w:rPr>
                <w:b/>
              </w:rPr>
              <w:t xml:space="preserve">na r. 2027 celkem </w:t>
            </w:r>
            <w:r w:rsidR="0070146B">
              <w:rPr>
                <w:b/>
              </w:rPr>
              <w:t>50 0</w:t>
            </w:r>
            <w:r w:rsidR="009C035A">
              <w:rPr>
                <w:b/>
              </w:rPr>
              <w:t>8</w:t>
            </w:r>
            <w:r w:rsidR="0070146B">
              <w:rPr>
                <w:b/>
              </w:rPr>
              <w:t>4 569,9</w:t>
            </w:r>
            <w:r w:rsidRPr="0070146B">
              <w:rPr>
                <w:b/>
              </w:rPr>
              <w:t xml:space="preserve"> tis. Kč,</w:t>
            </w:r>
          </w:p>
          <w:p w14:paraId="1F545CFD" w14:textId="231974E6" w:rsidR="00221414" w:rsidRPr="0070146B" w:rsidRDefault="00DB29ED" w:rsidP="00DB29ED">
            <w:pPr>
              <w:pStyle w:val="Odstavecseseznamem"/>
              <w:numPr>
                <w:ilvl w:val="0"/>
                <w:numId w:val="14"/>
              </w:numPr>
              <w:spacing w:after="120" w:line="240" w:lineRule="auto"/>
              <w:rPr>
                <w:b/>
              </w:rPr>
            </w:pPr>
            <w:r w:rsidRPr="0070146B">
              <w:rPr>
                <w:b/>
              </w:rPr>
              <w:t xml:space="preserve">na r. 2028 celkem </w:t>
            </w:r>
            <w:r w:rsidR="0070146B">
              <w:rPr>
                <w:b/>
              </w:rPr>
              <w:t>50 3</w:t>
            </w:r>
            <w:r w:rsidR="009C035A">
              <w:rPr>
                <w:b/>
              </w:rPr>
              <w:t>4</w:t>
            </w:r>
            <w:r w:rsidR="0070146B">
              <w:rPr>
                <w:b/>
              </w:rPr>
              <w:t>4 037,5</w:t>
            </w:r>
            <w:r w:rsidRPr="0070146B">
              <w:rPr>
                <w:b/>
              </w:rPr>
              <w:t xml:space="preserve"> tis. Kč</w:t>
            </w:r>
            <w:r w:rsidR="00221414" w:rsidRPr="0070146B">
              <w:rPr>
                <w:b/>
              </w:rPr>
              <w:t>,</w:t>
            </w:r>
          </w:p>
          <w:p w14:paraId="56C91166" w14:textId="6729F768" w:rsidR="00B26DC9" w:rsidRPr="009719F6" w:rsidRDefault="00CD3675" w:rsidP="00DC0B34">
            <w:pPr>
              <w:spacing w:after="120"/>
            </w:pPr>
            <w:r>
              <w:t xml:space="preserve">V návaznosti na uvedené usnesení vlády tak bude jednáno o navýšení výdajů na roky </w:t>
            </w:r>
            <w:r w:rsidRPr="00087262">
              <w:t>202</w:t>
            </w:r>
            <w:r>
              <w:t xml:space="preserve">6-2028 nad výši výdajů schválenou pro rok 2025 (podle zákona č. 434/2024 Sb., o státním rozpočtu ČR na r. 2025), tj. nad výši </w:t>
            </w:r>
            <w:r w:rsidRPr="00507010">
              <w:rPr>
                <w:b/>
              </w:rPr>
              <w:t>4</w:t>
            </w:r>
            <w:r>
              <w:rPr>
                <w:b/>
              </w:rPr>
              <w:t>3 305 157</w:t>
            </w:r>
            <w:r w:rsidRPr="00507010">
              <w:rPr>
                <w:b/>
              </w:rPr>
              <w:t>,</w:t>
            </w:r>
            <w:r>
              <w:rPr>
                <w:b/>
              </w:rPr>
              <w:t>5</w:t>
            </w:r>
            <w:r w:rsidRPr="00507010">
              <w:rPr>
                <w:b/>
              </w:rPr>
              <w:t xml:space="preserve"> tis. Kč</w:t>
            </w:r>
            <w:r>
              <w:t>.</w:t>
            </w:r>
          </w:p>
        </w:tc>
      </w:tr>
      <w:tr w:rsidR="005241A2" w:rsidRPr="00DE2BC0" w14:paraId="75C92EC1" w14:textId="77777777" w:rsidTr="00221414">
        <w:trPr>
          <w:trHeight w:val="1483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039B30AE" w:rsidR="005241A2" w:rsidRPr="00826B2F" w:rsidRDefault="00B26DC9" w:rsidP="005241A2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Usnesení vlády ČR ze dne 11. června 2025 č. </w:t>
            </w:r>
            <w:r w:rsidR="00CD3675">
              <w:t xml:space="preserve">416, </w:t>
            </w:r>
            <w:r>
              <w:t>o návrhu výdajů SR ČR na VaVaI na rok 2026 se střednědobým výhledem na léta 2027 a 2028 a dlouhodobým výhledem do roku 2032</w:t>
            </w:r>
          </w:p>
        </w:tc>
      </w:tr>
    </w:tbl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8D9FC" w14:textId="77777777" w:rsidR="00BB350A" w:rsidRDefault="00BB350A" w:rsidP="00604B45">
      <w:r>
        <w:separator/>
      </w:r>
    </w:p>
  </w:endnote>
  <w:endnote w:type="continuationSeparator" w:id="0">
    <w:p w14:paraId="59B836E2" w14:textId="77777777" w:rsidR="00BB350A" w:rsidRDefault="00BB350A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85D06" w14:textId="77777777" w:rsidR="00DF0DC3" w:rsidRDefault="00DF0D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5A355035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DC0B34">
              <w:rPr>
                <w:sz w:val="16"/>
                <w:szCs w:val="16"/>
              </w:rPr>
              <w:t>13</w:t>
            </w:r>
            <w:r w:rsidR="00144F5B" w:rsidRPr="00144F5B">
              <w:rPr>
                <w:sz w:val="16"/>
                <w:szCs w:val="16"/>
              </w:rPr>
              <w:t>/A</w:t>
            </w:r>
            <w:r w:rsidR="00DC0B34">
              <w:rPr>
                <w:sz w:val="16"/>
                <w:szCs w:val="16"/>
              </w:rPr>
              <w:t>1</w:t>
            </w:r>
            <w:r w:rsidR="00144F5B">
              <w:t xml:space="preserve"> </w:t>
            </w:r>
            <w:r w:rsidR="00DC0B34">
              <w:rPr>
                <w:sz w:val="16"/>
                <w:szCs w:val="16"/>
              </w:rPr>
              <w:t>Návrh výdajů VaVaI 2026+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F247D" w14:textId="77777777" w:rsidR="00BB350A" w:rsidRDefault="00BB350A" w:rsidP="00604B45">
      <w:r>
        <w:separator/>
      </w:r>
    </w:p>
  </w:footnote>
  <w:footnote w:type="continuationSeparator" w:id="0">
    <w:p w14:paraId="1D26A8E3" w14:textId="77777777" w:rsidR="00BB350A" w:rsidRDefault="00BB350A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A37C1" w14:textId="77777777" w:rsidR="00DF0DC3" w:rsidRDefault="00DF0D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71931" w14:textId="77777777" w:rsidR="00DF0DC3" w:rsidRDefault="00DF0D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AD81394"/>
    <w:multiLevelType w:val="hybridMultilevel"/>
    <w:tmpl w:val="F3B2800E"/>
    <w:lvl w:ilvl="0" w:tplc="DD1AC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14A30"/>
    <w:multiLevelType w:val="hybridMultilevel"/>
    <w:tmpl w:val="D65E62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2"/>
  </w:num>
  <w:num w:numId="3" w16cid:durableId="1893038338">
    <w:abstractNumId w:val="5"/>
  </w:num>
  <w:num w:numId="4" w16cid:durableId="1786805665">
    <w:abstractNumId w:val="8"/>
  </w:num>
  <w:num w:numId="5" w16cid:durableId="1264728757">
    <w:abstractNumId w:val="13"/>
  </w:num>
  <w:num w:numId="6" w16cid:durableId="1901821760">
    <w:abstractNumId w:val="9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4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6"/>
  </w:num>
  <w:num w:numId="13" w16cid:durableId="1310793065">
    <w:abstractNumId w:val="3"/>
  </w:num>
  <w:num w:numId="14" w16cid:durableId="1648516087">
    <w:abstractNumId w:val="7"/>
  </w:num>
  <w:num w:numId="15" w16cid:durableId="12095357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6DD3"/>
    <w:rsid w:val="0002007D"/>
    <w:rsid w:val="00025617"/>
    <w:rsid w:val="0003054C"/>
    <w:rsid w:val="00035ED7"/>
    <w:rsid w:val="000467DA"/>
    <w:rsid w:val="000511C2"/>
    <w:rsid w:val="00057CEF"/>
    <w:rsid w:val="00075C1E"/>
    <w:rsid w:val="0008087D"/>
    <w:rsid w:val="000859E4"/>
    <w:rsid w:val="0009458F"/>
    <w:rsid w:val="000A6385"/>
    <w:rsid w:val="000B42D4"/>
    <w:rsid w:val="000C609C"/>
    <w:rsid w:val="000C6A0C"/>
    <w:rsid w:val="000D7556"/>
    <w:rsid w:val="000E1B1B"/>
    <w:rsid w:val="000E7A12"/>
    <w:rsid w:val="001044CD"/>
    <w:rsid w:val="00107BDD"/>
    <w:rsid w:val="00126D7E"/>
    <w:rsid w:val="00133C49"/>
    <w:rsid w:val="00144F5B"/>
    <w:rsid w:val="00163B03"/>
    <w:rsid w:val="00171EF3"/>
    <w:rsid w:val="0018482C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024C6"/>
    <w:rsid w:val="002107E9"/>
    <w:rsid w:val="00221414"/>
    <w:rsid w:val="002241CF"/>
    <w:rsid w:val="00242E30"/>
    <w:rsid w:val="002739BD"/>
    <w:rsid w:val="00282845"/>
    <w:rsid w:val="00293AEA"/>
    <w:rsid w:val="002A2FD0"/>
    <w:rsid w:val="002C0726"/>
    <w:rsid w:val="002C38CD"/>
    <w:rsid w:val="002D3C4B"/>
    <w:rsid w:val="002E271D"/>
    <w:rsid w:val="002F19C4"/>
    <w:rsid w:val="002F4F5C"/>
    <w:rsid w:val="00333529"/>
    <w:rsid w:val="00352CA6"/>
    <w:rsid w:val="00352DD8"/>
    <w:rsid w:val="00362F82"/>
    <w:rsid w:val="00372D92"/>
    <w:rsid w:val="00383A75"/>
    <w:rsid w:val="003870AA"/>
    <w:rsid w:val="003906D0"/>
    <w:rsid w:val="003976A0"/>
    <w:rsid w:val="003C04E9"/>
    <w:rsid w:val="003C6885"/>
    <w:rsid w:val="003D64A2"/>
    <w:rsid w:val="0040024D"/>
    <w:rsid w:val="00420B23"/>
    <w:rsid w:val="00423662"/>
    <w:rsid w:val="0042761D"/>
    <w:rsid w:val="004354D5"/>
    <w:rsid w:val="00441B47"/>
    <w:rsid w:val="00444127"/>
    <w:rsid w:val="00447ABC"/>
    <w:rsid w:val="00456550"/>
    <w:rsid w:val="00484B2E"/>
    <w:rsid w:val="00486CA7"/>
    <w:rsid w:val="00487528"/>
    <w:rsid w:val="004970B3"/>
    <w:rsid w:val="004A499A"/>
    <w:rsid w:val="004B3194"/>
    <w:rsid w:val="004E6BE1"/>
    <w:rsid w:val="00510EA4"/>
    <w:rsid w:val="00512835"/>
    <w:rsid w:val="00515555"/>
    <w:rsid w:val="005241A2"/>
    <w:rsid w:val="00524CE5"/>
    <w:rsid w:val="0052744C"/>
    <w:rsid w:val="00537022"/>
    <w:rsid w:val="00550B48"/>
    <w:rsid w:val="0056272E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88"/>
    <w:rsid w:val="006079D1"/>
    <w:rsid w:val="0061475A"/>
    <w:rsid w:val="006255C0"/>
    <w:rsid w:val="00627E3D"/>
    <w:rsid w:val="00635765"/>
    <w:rsid w:val="00651235"/>
    <w:rsid w:val="006878F0"/>
    <w:rsid w:val="006B2B00"/>
    <w:rsid w:val="006C3F7F"/>
    <w:rsid w:val="006F1181"/>
    <w:rsid w:val="007007A8"/>
    <w:rsid w:val="0070146B"/>
    <w:rsid w:val="0070637D"/>
    <w:rsid w:val="0071047A"/>
    <w:rsid w:val="00722063"/>
    <w:rsid w:val="0072266C"/>
    <w:rsid w:val="00733976"/>
    <w:rsid w:val="00735DE8"/>
    <w:rsid w:val="00741D89"/>
    <w:rsid w:val="007439F1"/>
    <w:rsid w:val="00766AC5"/>
    <w:rsid w:val="007911B1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46F6B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0E2F"/>
    <w:rsid w:val="00945CB2"/>
    <w:rsid w:val="0095235B"/>
    <w:rsid w:val="0095565E"/>
    <w:rsid w:val="009678B9"/>
    <w:rsid w:val="0097211B"/>
    <w:rsid w:val="00990B90"/>
    <w:rsid w:val="00991336"/>
    <w:rsid w:val="009922C8"/>
    <w:rsid w:val="009A50BE"/>
    <w:rsid w:val="009B0370"/>
    <w:rsid w:val="009C035A"/>
    <w:rsid w:val="009E228F"/>
    <w:rsid w:val="00A539CE"/>
    <w:rsid w:val="00A640A5"/>
    <w:rsid w:val="00A65C3C"/>
    <w:rsid w:val="00A75A40"/>
    <w:rsid w:val="00A822FF"/>
    <w:rsid w:val="00A84F49"/>
    <w:rsid w:val="00AA5C0F"/>
    <w:rsid w:val="00AB3519"/>
    <w:rsid w:val="00AB5597"/>
    <w:rsid w:val="00AB5E60"/>
    <w:rsid w:val="00AC5DC9"/>
    <w:rsid w:val="00AE1069"/>
    <w:rsid w:val="00AE1E10"/>
    <w:rsid w:val="00AE3D18"/>
    <w:rsid w:val="00AE46D9"/>
    <w:rsid w:val="00AE7303"/>
    <w:rsid w:val="00AF01A5"/>
    <w:rsid w:val="00AF502C"/>
    <w:rsid w:val="00AF5DE4"/>
    <w:rsid w:val="00B01CFE"/>
    <w:rsid w:val="00B20ED5"/>
    <w:rsid w:val="00B24765"/>
    <w:rsid w:val="00B26DC9"/>
    <w:rsid w:val="00B33F61"/>
    <w:rsid w:val="00B415B3"/>
    <w:rsid w:val="00B445C0"/>
    <w:rsid w:val="00B45E88"/>
    <w:rsid w:val="00B67680"/>
    <w:rsid w:val="00B73C81"/>
    <w:rsid w:val="00B80711"/>
    <w:rsid w:val="00BA03E1"/>
    <w:rsid w:val="00BB2FAC"/>
    <w:rsid w:val="00BB350A"/>
    <w:rsid w:val="00BC1D89"/>
    <w:rsid w:val="00BC5C1F"/>
    <w:rsid w:val="00BC7F94"/>
    <w:rsid w:val="00BD17A6"/>
    <w:rsid w:val="00BE4E17"/>
    <w:rsid w:val="00C05BAF"/>
    <w:rsid w:val="00C27666"/>
    <w:rsid w:val="00C4014E"/>
    <w:rsid w:val="00C54A7F"/>
    <w:rsid w:val="00C66313"/>
    <w:rsid w:val="00C674B4"/>
    <w:rsid w:val="00C71728"/>
    <w:rsid w:val="00C7658A"/>
    <w:rsid w:val="00C77162"/>
    <w:rsid w:val="00C84197"/>
    <w:rsid w:val="00C860B2"/>
    <w:rsid w:val="00C90BA4"/>
    <w:rsid w:val="00C91565"/>
    <w:rsid w:val="00C92FC9"/>
    <w:rsid w:val="00C94133"/>
    <w:rsid w:val="00CB781D"/>
    <w:rsid w:val="00CC1FD9"/>
    <w:rsid w:val="00CC2BF8"/>
    <w:rsid w:val="00CD3675"/>
    <w:rsid w:val="00CD5D12"/>
    <w:rsid w:val="00CE2C4E"/>
    <w:rsid w:val="00CE70B9"/>
    <w:rsid w:val="00CF7C12"/>
    <w:rsid w:val="00D0212E"/>
    <w:rsid w:val="00D061BA"/>
    <w:rsid w:val="00D266C9"/>
    <w:rsid w:val="00D26EA4"/>
    <w:rsid w:val="00D30D77"/>
    <w:rsid w:val="00D321D6"/>
    <w:rsid w:val="00D36218"/>
    <w:rsid w:val="00D43F7D"/>
    <w:rsid w:val="00D53021"/>
    <w:rsid w:val="00D713DA"/>
    <w:rsid w:val="00D74354"/>
    <w:rsid w:val="00D85AA0"/>
    <w:rsid w:val="00D86AA3"/>
    <w:rsid w:val="00D94221"/>
    <w:rsid w:val="00DA045F"/>
    <w:rsid w:val="00DA0B5B"/>
    <w:rsid w:val="00DB29ED"/>
    <w:rsid w:val="00DC0B34"/>
    <w:rsid w:val="00DC2129"/>
    <w:rsid w:val="00DC5C64"/>
    <w:rsid w:val="00DD3E78"/>
    <w:rsid w:val="00DE4F80"/>
    <w:rsid w:val="00DF0DC3"/>
    <w:rsid w:val="00E0171D"/>
    <w:rsid w:val="00E06D18"/>
    <w:rsid w:val="00E07B0B"/>
    <w:rsid w:val="00E12D72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94539"/>
    <w:rsid w:val="00EB05F2"/>
    <w:rsid w:val="00EB0799"/>
    <w:rsid w:val="00EB0B6C"/>
    <w:rsid w:val="00EB55AA"/>
    <w:rsid w:val="00EC0198"/>
    <w:rsid w:val="00EC2267"/>
    <w:rsid w:val="00ED0CBB"/>
    <w:rsid w:val="00ED2ED3"/>
    <w:rsid w:val="00ED7E4C"/>
    <w:rsid w:val="00EE66EE"/>
    <w:rsid w:val="00EE745A"/>
    <w:rsid w:val="00EF4F64"/>
    <w:rsid w:val="00F145AB"/>
    <w:rsid w:val="00F204DE"/>
    <w:rsid w:val="00F2749B"/>
    <w:rsid w:val="00F3487E"/>
    <w:rsid w:val="00F47E34"/>
    <w:rsid w:val="00F509CA"/>
    <w:rsid w:val="00F70093"/>
    <w:rsid w:val="00F8092E"/>
    <w:rsid w:val="00F84D65"/>
    <w:rsid w:val="00F86F06"/>
    <w:rsid w:val="00FA009E"/>
    <w:rsid w:val="00FB668D"/>
    <w:rsid w:val="00FD6185"/>
    <w:rsid w:val="00FE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unhideWhenUsed/>
    <w:qFormat/>
    <w:rsid w:val="00221414"/>
    <w:pPr>
      <w:spacing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yzkum.cz/FrontClanek.aspx?idsekce=85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15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Kapucián Aleš</cp:lastModifiedBy>
  <cp:revision>10</cp:revision>
  <cp:lastPrinted>2025-02-25T12:21:00Z</cp:lastPrinted>
  <dcterms:created xsi:type="dcterms:W3CDTF">2025-06-12T11:32:00Z</dcterms:created>
  <dcterms:modified xsi:type="dcterms:W3CDTF">2025-07-03T07:17:00Z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