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E8" w:rsidRPr="003D276A" w:rsidRDefault="002D14E8" w:rsidP="00254AB0">
      <w:pPr>
        <w:pStyle w:val="Zkladntext"/>
        <w:rPr>
          <w:rFonts w:ascii="Times New Roman" w:hAnsi="Times New Roman" w:cs="Times New Roman"/>
          <w:b/>
          <w:bCs/>
        </w:rPr>
      </w:pPr>
      <w:r w:rsidRPr="003D276A">
        <w:rPr>
          <w:rFonts w:ascii="Times New Roman" w:hAnsi="Times New Roman" w:cs="Times New Roman"/>
          <w:b/>
          <w:caps/>
        </w:rPr>
        <w:t>Vypořádání připomínek k materiálu s názvem:</w:t>
      </w:r>
      <w:r w:rsidRPr="003D276A">
        <w:rPr>
          <w:rFonts w:ascii="Times New Roman" w:hAnsi="Times New Roman" w:cs="Times New Roman"/>
          <w:b/>
          <w:bCs/>
        </w:rPr>
        <w:t xml:space="preserve"> </w:t>
      </w:r>
      <w:r w:rsidRPr="003D276A">
        <w:rPr>
          <w:rFonts w:ascii="Times New Roman" w:hAnsi="Times New Roman" w:cs="Times New Roman"/>
          <w:b/>
          <w:bCs/>
        </w:rPr>
        <w:tab/>
      </w:r>
      <w:r w:rsidRPr="003D276A">
        <w:rPr>
          <w:rFonts w:ascii="Times New Roman" w:hAnsi="Times New Roman" w:cs="Times New Roman"/>
          <w:b/>
          <w:bCs/>
        </w:rPr>
        <w:tab/>
      </w:r>
    </w:p>
    <w:p w:rsidR="002D14E8" w:rsidRPr="003D276A" w:rsidRDefault="002D14E8" w:rsidP="00952E4D">
      <w:pPr>
        <w:pStyle w:val="Zkladntext"/>
        <w:jc w:val="right"/>
        <w:rPr>
          <w:rFonts w:ascii="Times New Roman" w:hAnsi="Times New Roman" w:cs="Times New Roman"/>
          <w:b/>
        </w:rPr>
      </w:pPr>
      <w:r w:rsidRPr="003D276A">
        <w:rPr>
          <w:rFonts w:ascii="Times New Roman" w:hAnsi="Times New Roman" w:cs="Times New Roman"/>
          <w:b/>
          <w:bCs/>
        </w:rPr>
        <w:t>Č</w:t>
      </w:r>
      <w:r w:rsidRPr="003D276A">
        <w:rPr>
          <w:rFonts w:ascii="Times New Roman" w:hAnsi="Times New Roman" w:cs="Times New Roman"/>
          <w:b/>
        </w:rPr>
        <w:t xml:space="preserve">ást materiálu: </w:t>
      </w:r>
      <w:r>
        <w:rPr>
          <w:rFonts w:ascii="Times New Roman" w:hAnsi="Times New Roman" w:cs="Times New Roman"/>
          <w:b/>
        </w:rPr>
        <w:t>IV</w:t>
      </w:r>
    </w:p>
    <w:p w:rsidR="00D24B46" w:rsidRDefault="00D24B46" w:rsidP="00D24B46">
      <w:pPr>
        <w:jc w:val="both"/>
        <w:rPr>
          <w:rFonts w:ascii="Times New Roman" w:hAnsi="Times New Roman" w:cs="Times New Roman"/>
          <w:b/>
          <w:noProof/>
        </w:rPr>
      </w:pPr>
      <w:r w:rsidRPr="00E56F88">
        <w:rPr>
          <w:rFonts w:ascii="Times New Roman" w:hAnsi="Times New Roman" w:cs="Times New Roman"/>
          <w:b/>
          <w:noProof/>
        </w:rPr>
        <w:t xml:space="preserve">Návrh na odvolání a jmenování </w:t>
      </w:r>
      <w:r>
        <w:rPr>
          <w:rFonts w:ascii="Times New Roman" w:hAnsi="Times New Roman" w:cs="Times New Roman"/>
          <w:b/>
          <w:noProof/>
        </w:rPr>
        <w:t>člena</w:t>
      </w:r>
      <w:r w:rsidRPr="00E56F88">
        <w:rPr>
          <w:rFonts w:ascii="Times New Roman" w:hAnsi="Times New Roman" w:cs="Times New Roman"/>
          <w:b/>
          <w:noProof/>
        </w:rPr>
        <w:t xml:space="preserve"> Akademického sněmu Akademie věd České republiky z řad zástupců státní správy</w:t>
      </w:r>
    </w:p>
    <w:p w:rsidR="002D14E8" w:rsidRDefault="002D14E8" w:rsidP="002E4804">
      <w:pPr>
        <w:rPr>
          <w:rFonts w:ascii="Times New Roman" w:hAnsi="Times New Roman" w:cs="Times New Roman"/>
          <w:b/>
        </w:rPr>
      </w:pPr>
    </w:p>
    <w:p w:rsidR="002D14E8" w:rsidRDefault="002D14E8" w:rsidP="002F02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Dle</w:t>
      </w:r>
      <w:r w:rsidRPr="00B81330">
        <w:rPr>
          <w:rFonts w:ascii="Times New Roman" w:hAnsi="Times New Roman" w:cs="Times New Roman"/>
        </w:rPr>
        <w:t xml:space="preserve"> Jednacího řádu vlády byl materiál rozeslán do mezire</w:t>
      </w:r>
      <w:r w:rsidR="00672A78">
        <w:rPr>
          <w:rFonts w:ascii="Times New Roman" w:hAnsi="Times New Roman" w:cs="Times New Roman"/>
        </w:rPr>
        <w:t>z</w:t>
      </w:r>
      <w:r w:rsidRPr="00B81330">
        <w:rPr>
          <w:rFonts w:ascii="Times New Roman" w:hAnsi="Times New Roman" w:cs="Times New Roman"/>
        </w:rPr>
        <w:t xml:space="preserve">ortního připomínkového řízení dopisem </w:t>
      </w:r>
      <w:r>
        <w:rPr>
          <w:rFonts w:ascii="Times New Roman" w:hAnsi="Times New Roman" w:cs="Times New Roman"/>
        </w:rPr>
        <w:t>1. místopředsedkyně Rady pro výzkum, vývoj</w:t>
      </w:r>
      <w:r w:rsidRPr="00B813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 inovace </w:t>
      </w:r>
      <w:r w:rsidRPr="00B81330">
        <w:rPr>
          <w:rFonts w:ascii="Times New Roman" w:hAnsi="Times New Roman" w:cs="Times New Roman"/>
        </w:rPr>
        <w:t xml:space="preserve">dne </w:t>
      </w:r>
      <w:r w:rsidR="00EA4FD2">
        <w:rPr>
          <w:rFonts w:ascii="Times New Roman" w:hAnsi="Times New Roman" w:cs="Times New Roman"/>
        </w:rPr>
        <w:t>6</w:t>
      </w:r>
      <w:r w:rsidR="00815EFB">
        <w:rPr>
          <w:rFonts w:ascii="Times New Roman" w:hAnsi="Times New Roman" w:cs="Times New Roman"/>
        </w:rPr>
        <w:t>.</w:t>
      </w:r>
      <w:r w:rsidR="00EA4FD2">
        <w:rPr>
          <w:rFonts w:ascii="Times New Roman" w:hAnsi="Times New Roman" w:cs="Times New Roman"/>
        </w:rPr>
        <w:t xml:space="preserve"> z</w:t>
      </w:r>
      <w:r w:rsidR="003C2290">
        <w:rPr>
          <w:rFonts w:ascii="Times New Roman" w:hAnsi="Times New Roman" w:cs="Times New Roman"/>
        </w:rPr>
        <w:t xml:space="preserve">áří 2013 </w:t>
      </w:r>
      <w:r>
        <w:rPr>
          <w:rFonts w:ascii="Times New Roman" w:hAnsi="Times New Roman" w:cs="Times New Roman"/>
        </w:rPr>
        <w:t>č.</w:t>
      </w:r>
      <w:r w:rsidR="0015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j.</w:t>
      </w:r>
      <w:r w:rsidR="00156DB1">
        <w:rPr>
          <w:rFonts w:ascii="Times New Roman" w:hAnsi="Times New Roman" w:cs="Times New Roman"/>
        </w:rPr>
        <w:t xml:space="preserve"> </w:t>
      </w:r>
      <w:r w:rsidR="00017F8C">
        <w:rPr>
          <w:rFonts w:ascii="Times New Roman" w:hAnsi="Times New Roman" w:cs="Times New Roman"/>
        </w:rPr>
        <w:t>11512</w:t>
      </w:r>
      <w:r w:rsidR="003C2290">
        <w:rPr>
          <w:rFonts w:ascii="Times New Roman" w:hAnsi="Times New Roman" w:cs="Times New Roman"/>
        </w:rPr>
        <w:t>/2013-RVV</w:t>
      </w:r>
      <w:r w:rsidRPr="00B81330">
        <w:rPr>
          <w:rFonts w:ascii="Times New Roman" w:hAnsi="Times New Roman" w:cs="Times New Roman"/>
        </w:rPr>
        <w:t xml:space="preserve"> s termínem </w:t>
      </w:r>
      <w:r w:rsidR="00BC4B71">
        <w:rPr>
          <w:rFonts w:ascii="Times New Roman" w:hAnsi="Times New Roman" w:cs="Times New Roman"/>
        </w:rPr>
        <w:t>zaslání</w:t>
      </w:r>
      <w:r w:rsidRPr="00B81330">
        <w:rPr>
          <w:rFonts w:ascii="Times New Roman" w:hAnsi="Times New Roman" w:cs="Times New Roman"/>
        </w:rPr>
        <w:t xml:space="preserve"> stanovisek</w:t>
      </w:r>
      <w:r w:rsidR="00EA4FD2">
        <w:rPr>
          <w:rFonts w:ascii="Times New Roman" w:hAnsi="Times New Roman" w:cs="Times New Roman"/>
        </w:rPr>
        <w:t xml:space="preserve"> do 20. </w:t>
      </w:r>
      <w:r w:rsidR="00BA3EC6">
        <w:rPr>
          <w:rFonts w:ascii="Times New Roman" w:hAnsi="Times New Roman" w:cs="Times New Roman"/>
        </w:rPr>
        <w:t>z</w:t>
      </w:r>
      <w:r w:rsidR="00EA4FD2">
        <w:rPr>
          <w:rFonts w:ascii="Times New Roman" w:hAnsi="Times New Roman" w:cs="Times New Roman"/>
        </w:rPr>
        <w:t>áří 2013</w:t>
      </w:r>
      <w:r w:rsidR="00BC4B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81330">
        <w:rPr>
          <w:rFonts w:ascii="Times New Roman" w:hAnsi="Times New Roman" w:cs="Times New Roman"/>
        </w:rPr>
        <w:t>Vyhodnocení tohoto řízení je uvedeno v následující tabulce:</w:t>
      </w:r>
    </w:p>
    <w:p w:rsidR="002D14E8" w:rsidRPr="00B81330" w:rsidRDefault="002D14E8" w:rsidP="002F0292">
      <w:pPr>
        <w:jc w:val="both"/>
        <w:rPr>
          <w:rFonts w:ascii="Times New Roman" w:hAnsi="Times New Roman" w:cs="Times New Roman"/>
        </w:rPr>
      </w:pPr>
    </w:p>
    <w:p w:rsidR="002D14E8" w:rsidRPr="003D276A" w:rsidRDefault="002D14E8" w:rsidP="002F0292">
      <w:pPr>
        <w:rPr>
          <w:rFonts w:ascii="Times New Roman" w:hAnsi="Times New Roman" w:cs="Times New Roman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480"/>
        <w:gridCol w:w="4500"/>
      </w:tblGrid>
      <w:tr w:rsidR="002D14E8" w:rsidRPr="00991077" w:rsidTr="00FB53F4">
        <w:trPr>
          <w:trHeight w:val="506"/>
        </w:trPr>
        <w:tc>
          <w:tcPr>
            <w:tcW w:w="3528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Resort</w:t>
            </w:r>
          </w:p>
        </w:tc>
        <w:tc>
          <w:tcPr>
            <w:tcW w:w="6480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Připomínky</w:t>
            </w:r>
          </w:p>
        </w:tc>
        <w:tc>
          <w:tcPr>
            <w:tcW w:w="4500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Vypořádání</w:t>
            </w:r>
          </w:p>
        </w:tc>
      </w:tr>
      <w:tr w:rsidR="002D14E8" w:rsidRPr="00991077" w:rsidTr="00FB53F4">
        <w:trPr>
          <w:trHeight w:val="506"/>
        </w:trPr>
        <w:tc>
          <w:tcPr>
            <w:tcW w:w="3528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  <w:color w:val="000000"/>
              </w:rPr>
            </w:pPr>
            <w:r w:rsidRPr="00991077">
              <w:rPr>
                <w:rFonts w:ascii="Times New Roman" w:hAnsi="Times New Roman" w:cs="Times New Roman"/>
                <w:color w:val="000000"/>
              </w:rPr>
              <w:t>Česká národní banka</w:t>
            </w:r>
          </w:p>
        </w:tc>
        <w:tc>
          <w:tcPr>
            <w:tcW w:w="6480" w:type="dxa"/>
          </w:tcPr>
          <w:p w:rsidR="002D14E8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B53F4">
        <w:trPr>
          <w:trHeight w:val="506"/>
        </w:trPr>
        <w:tc>
          <w:tcPr>
            <w:tcW w:w="3528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dopravy</w:t>
            </w:r>
          </w:p>
        </w:tc>
        <w:tc>
          <w:tcPr>
            <w:tcW w:w="6480" w:type="dxa"/>
          </w:tcPr>
          <w:p w:rsidR="002D14E8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2D14E8" w:rsidRPr="00991077" w:rsidRDefault="002D14E8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kultury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obrany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práce a sociálních věcí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pro místní rozvoj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průmyslu a obchodu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vnitra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lastRenderedPageBreak/>
              <w:t>Ministerstvo zahraničních věcí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zdravotnictví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zemědělství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životního prostředí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Úřad vlády – vedoucí Úřadu vlády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KML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KLP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Akademie věd ČR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Grantová agentura ČR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991077" w:rsidRDefault="00BA3EC6" w:rsidP="00FB53F4">
            <w:pPr>
              <w:rPr>
                <w:rFonts w:ascii="Times New Roman" w:hAnsi="Times New Roman" w:cs="Times New Roman"/>
              </w:rPr>
            </w:pPr>
          </w:p>
        </w:tc>
      </w:tr>
      <w:tr w:rsidR="00BA3EC6" w:rsidRPr="00991077" w:rsidTr="00FB53F4">
        <w:trPr>
          <w:trHeight w:val="506"/>
        </w:trPr>
        <w:tc>
          <w:tcPr>
            <w:tcW w:w="3528" w:type="dxa"/>
          </w:tcPr>
          <w:p w:rsidR="00BA3EC6" w:rsidRDefault="00BA3EC6" w:rsidP="00FB5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Technologická agentura ČR</w:t>
            </w:r>
          </w:p>
        </w:tc>
        <w:tc>
          <w:tcPr>
            <w:tcW w:w="6480" w:type="dxa"/>
          </w:tcPr>
          <w:p w:rsidR="00BA3EC6" w:rsidRPr="00991077" w:rsidRDefault="00BA3EC6" w:rsidP="00C91C3E">
            <w:pPr>
              <w:overflowPunct w:val="0"/>
              <w:autoSpaceDE w:val="0"/>
              <w:autoSpaceDN w:val="0"/>
              <w:adjustRightInd w:val="0"/>
              <w:ind w:left="3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</w:tcPr>
          <w:p w:rsidR="00BA3EC6" w:rsidRPr="00587DBC" w:rsidRDefault="00BA3EC6" w:rsidP="000E7C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2D14E8" w:rsidRPr="00B81330" w:rsidRDefault="002D14E8" w:rsidP="00B81330">
      <w:pPr>
        <w:jc w:val="both"/>
        <w:rPr>
          <w:rFonts w:ascii="Times New Roman" w:hAnsi="Times New Roman" w:cs="Times New Roman"/>
        </w:rPr>
      </w:pPr>
    </w:p>
    <w:p w:rsidR="002D14E8" w:rsidRPr="003D276A" w:rsidRDefault="002D14E8" w:rsidP="001C1BAD">
      <w:pPr>
        <w:rPr>
          <w:rFonts w:ascii="Times New Roman" w:hAnsi="Times New Roman" w:cs="Times New Roman"/>
        </w:rPr>
      </w:pPr>
    </w:p>
    <w:p w:rsidR="002D14E8" w:rsidRPr="003D276A" w:rsidRDefault="002D14E8" w:rsidP="002E4804">
      <w:pPr>
        <w:rPr>
          <w:rFonts w:ascii="Times New Roman" w:hAnsi="Times New Roman" w:cs="Times New Roman"/>
        </w:rPr>
      </w:pPr>
    </w:p>
    <w:p w:rsidR="002D14E8" w:rsidRPr="003D276A" w:rsidRDefault="002D14E8" w:rsidP="002E4804">
      <w:pPr>
        <w:rPr>
          <w:rFonts w:ascii="Times New Roman" w:hAnsi="Times New Roman" w:cs="Times New Roman"/>
        </w:rPr>
      </w:pPr>
    </w:p>
    <w:p w:rsidR="002D14E8" w:rsidRPr="003D276A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 </w:t>
      </w:r>
      <w:r w:rsidR="004039B8">
        <w:rPr>
          <w:rFonts w:ascii="Times New Roman" w:hAnsi="Times New Roman" w:cs="Times New Roman"/>
        </w:rPr>
        <w:t>Praze</w:t>
      </w:r>
      <w:r w:rsidRPr="003D276A">
        <w:rPr>
          <w:rFonts w:ascii="Times New Roman" w:hAnsi="Times New Roman" w:cs="Times New Roman"/>
        </w:rPr>
        <w:t xml:space="preserve"> dne </w:t>
      </w:r>
      <w:r w:rsidR="00BA3EC6">
        <w:rPr>
          <w:rFonts w:ascii="Times New Roman" w:hAnsi="Times New Roman" w:cs="Times New Roman"/>
        </w:rPr>
        <w:t>23. září 2013</w:t>
      </w:r>
    </w:p>
    <w:p w:rsidR="002D14E8" w:rsidRPr="003D276A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</w:p>
    <w:p w:rsidR="00C91C3E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 xml:space="preserve">Vypracoval: </w:t>
      </w:r>
      <w:r w:rsidR="00A6435B">
        <w:rPr>
          <w:rFonts w:ascii="Times New Roman" w:hAnsi="Times New Roman" w:cs="Times New Roman"/>
        </w:rPr>
        <w:t>Mgr. Libuše Stachovská</w:t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  <w:t>Podpis: ……………………………</w:t>
      </w:r>
    </w:p>
    <w:p w:rsidR="00C91C3E" w:rsidRDefault="00C91C3E" w:rsidP="00C91C3E">
      <w:pPr>
        <w:rPr>
          <w:rFonts w:ascii="Times New Roman" w:hAnsi="Times New Roman" w:cs="Times New Roman"/>
        </w:rPr>
      </w:pPr>
    </w:p>
    <w:p w:rsidR="00C91C3E" w:rsidRDefault="00C91C3E" w:rsidP="00C91C3E">
      <w:pPr>
        <w:rPr>
          <w:rFonts w:ascii="Times New Roman" w:hAnsi="Times New Roman" w:cs="Times New Roman"/>
        </w:rPr>
      </w:pPr>
    </w:p>
    <w:sectPr w:rsidR="00C91C3E" w:rsidSect="001848D8">
      <w:footerReference w:type="default" r:id="rId8"/>
      <w:pgSz w:w="16838" w:h="11906" w:orient="landscape"/>
      <w:pgMar w:top="125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FD" w:rsidRDefault="004332FD">
      <w:r>
        <w:separator/>
      </w:r>
    </w:p>
  </w:endnote>
  <w:endnote w:type="continuationSeparator" w:id="0">
    <w:p w:rsidR="004332FD" w:rsidRDefault="0043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E8" w:rsidRDefault="002D14E8" w:rsidP="001848D8">
    <w:pPr>
      <w:pStyle w:val="Zpat"/>
      <w:framePr w:wrap="around" w:vAnchor="text" w:hAnchor="margin" w:xAlign="right" w:y="1"/>
      <w:ind w:right="360"/>
      <w:rPr>
        <w:rStyle w:val="slostrnky"/>
        <w:rFonts w:cs="Arial"/>
      </w:rPr>
    </w:pPr>
  </w:p>
  <w:p w:rsidR="002D14E8" w:rsidRDefault="002D14E8" w:rsidP="001848D8">
    <w:pPr>
      <w:pStyle w:val="Zpat"/>
      <w:framePr w:wrap="auto" w:vAnchor="text" w:hAnchor="margin" w:xAlign="center" w:y="1"/>
      <w:ind w:right="360"/>
      <w:rPr>
        <w:rStyle w:val="slostrnky"/>
        <w:rFonts w:cs="Arial"/>
      </w:rPr>
    </w:pPr>
  </w:p>
  <w:p w:rsidR="002D14E8" w:rsidRDefault="002D14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FD" w:rsidRDefault="004332FD">
      <w:r>
        <w:separator/>
      </w:r>
    </w:p>
  </w:footnote>
  <w:footnote w:type="continuationSeparator" w:id="0">
    <w:p w:rsidR="004332FD" w:rsidRDefault="00433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55"/>
    <w:rsid w:val="000050C1"/>
    <w:rsid w:val="0001676C"/>
    <w:rsid w:val="00017F8C"/>
    <w:rsid w:val="000335F7"/>
    <w:rsid w:val="00062C44"/>
    <w:rsid w:val="000A7FF0"/>
    <w:rsid w:val="000C7F33"/>
    <w:rsid w:val="000E7C26"/>
    <w:rsid w:val="00110AAF"/>
    <w:rsid w:val="0012692B"/>
    <w:rsid w:val="00145705"/>
    <w:rsid w:val="0014667B"/>
    <w:rsid w:val="00156DB1"/>
    <w:rsid w:val="001848D8"/>
    <w:rsid w:val="00195697"/>
    <w:rsid w:val="001B2EDE"/>
    <w:rsid w:val="001C1BAD"/>
    <w:rsid w:val="001F33A5"/>
    <w:rsid w:val="00212ADB"/>
    <w:rsid w:val="002132CD"/>
    <w:rsid w:val="00241C0B"/>
    <w:rsid w:val="002434B1"/>
    <w:rsid w:val="00254415"/>
    <w:rsid w:val="00254AB0"/>
    <w:rsid w:val="0027082B"/>
    <w:rsid w:val="00287369"/>
    <w:rsid w:val="00291F07"/>
    <w:rsid w:val="002A26E9"/>
    <w:rsid w:val="002A3273"/>
    <w:rsid w:val="002C6EC1"/>
    <w:rsid w:val="002D14E8"/>
    <w:rsid w:val="002E4804"/>
    <w:rsid w:val="002F0292"/>
    <w:rsid w:val="002F055A"/>
    <w:rsid w:val="00354BA6"/>
    <w:rsid w:val="003C2290"/>
    <w:rsid w:val="003C3A84"/>
    <w:rsid w:val="003D276A"/>
    <w:rsid w:val="003F765D"/>
    <w:rsid w:val="0040041F"/>
    <w:rsid w:val="004039B8"/>
    <w:rsid w:val="00406325"/>
    <w:rsid w:val="004111C8"/>
    <w:rsid w:val="00417825"/>
    <w:rsid w:val="00420190"/>
    <w:rsid w:val="00432B05"/>
    <w:rsid w:val="004332FD"/>
    <w:rsid w:val="004A3B5C"/>
    <w:rsid w:val="004F00D3"/>
    <w:rsid w:val="00506235"/>
    <w:rsid w:val="0051207F"/>
    <w:rsid w:val="005213A9"/>
    <w:rsid w:val="00522DBE"/>
    <w:rsid w:val="00556ED7"/>
    <w:rsid w:val="00587DBC"/>
    <w:rsid w:val="00597FEB"/>
    <w:rsid w:val="005A278E"/>
    <w:rsid w:val="005A325F"/>
    <w:rsid w:val="005B1037"/>
    <w:rsid w:val="005C162B"/>
    <w:rsid w:val="005C610B"/>
    <w:rsid w:val="005D22F2"/>
    <w:rsid w:val="005D5146"/>
    <w:rsid w:val="005E7888"/>
    <w:rsid w:val="005F77BA"/>
    <w:rsid w:val="00605CBE"/>
    <w:rsid w:val="00633AD7"/>
    <w:rsid w:val="006418D9"/>
    <w:rsid w:val="00641AB8"/>
    <w:rsid w:val="006707E2"/>
    <w:rsid w:val="00672A78"/>
    <w:rsid w:val="006917C3"/>
    <w:rsid w:val="00694570"/>
    <w:rsid w:val="006D6FEC"/>
    <w:rsid w:val="006F1E98"/>
    <w:rsid w:val="00741ED4"/>
    <w:rsid w:val="007952FD"/>
    <w:rsid w:val="007A3FC1"/>
    <w:rsid w:val="007C2824"/>
    <w:rsid w:val="007E1384"/>
    <w:rsid w:val="007E6DCF"/>
    <w:rsid w:val="007F0C8F"/>
    <w:rsid w:val="007F6497"/>
    <w:rsid w:val="00804406"/>
    <w:rsid w:val="00815EFB"/>
    <w:rsid w:val="008227D4"/>
    <w:rsid w:val="008275AF"/>
    <w:rsid w:val="0085141E"/>
    <w:rsid w:val="00860C55"/>
    <w:rsid w:val="00864230"/>
    <w:rsid w:val="008777EA"/>
    <w:rsid w:val="008A46C8"/>
    <w:rsid w:val="008B55BA"/>
    <w:rsid w:val="008D1D31"/>
    <w:rsid w:val="008F7AA8"/>
    <w:rsid w:val="00900272"/>
    <w:rsid w:val="00942FA3"/>
    <w:rsid w:val="00952E4D"/>
    <w:rsid w:val="00980130"/>
    <w:rsid w:val="00991077"/>
    <w:rsid w:val="009945AB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A1699D"/>
    <w:rsid w:val="00A17317"/>
    <w:rsid w:val="00A1761E"/>
    <w:rsid w:val="00A6435B"/>
    <w:rsid w:val="00A87904"/>
    <w:rsid w:val="00A964FB"/>
    <w:rsid w:val="00AC469B"/>
    <w:rsid w:val="00B00CE6"/>
    <w:rsid w:val="00B028CF"/>
    <w:rsid w:val="00B03196"/>
    <w:rsid w:val="00B40D1D"/>
    <w:rsid w:val="00B62844"/>
    <w:rsid w:val="00B75488"/>
    <w:rsid w:val="00B754CD"/>
    <w:rsid w:val="00B81330"/>
    <w:rsid w:val="00BA3EC6"/>
    <w:rsid w:val="00BA7DC0"/>
    <w:rsid w:val="00BC4B71"/>
    <w:rsid w:val="00BD5685"/>
    <w:rsid w:val="00BF6B3F"/>
    <w:rsid w:val="00C31F3B"/>
    <w:rsid w:val="00C378D4"/>
    <w:rsid w:val="00C7306B"/>
    <w:rsid w:val="00C870C2"/>
    <w:rsid w:val="00C91C3E"/>
    <w:rsid w:val="00CC297A"/>
    <w:rsid w:val="00D00D44"/>
    <w:rsid w:val="00D24B46"/>
    <w:rsid w:val="00D53649"/>
    <w:rsid w:val="00D80871"/>
    <w:rsid w:val="00DB7A85"/>
    <w:rsid w:val="00DE3EF8"/>
    <w:rsid w:val="00DE5945"/>
    <w:rsid w:val="00DE6B25"/>
    <w:rsid w:val="00DF3F5B"/>
    <w:rsid w:val="00E056C6"/>
    <w:rsid w:val="00E111E0"/>
    <w:rsid w:val="00E13CF6"/>
    <w:rsid w:val="00E235D5"/>
    <w:rsid w:val="00E354A3"/>
    <w:rsid w:val="00E364F6"/>
    <w:rsid w:val="00E36DA5"/>
    <w:rsid w:val="00E47DEE"/>
    <w:rsid w:val="00E61AE1"/>
    <w:rsid w:val="00E651F6"/>
    <w:rsid w:val="00EA3AAA"/>
    <w:rsid w:val="00EA4FD2"/>
    <w:rsid w:val="00EB0F86"/>
    <w:rsid w:val="00EB21CE"/>
    <w:rsid w:val="00ED67D7"/>
    <w:rsid w:val="00F40AA2"/>
    <w:rsid w:val="00F96B42"/>
    <w:rsid w:val="00FB53F4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CBE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05CBE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05CBE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5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5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05CB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05CBE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25F13"/>
    <w:rPr>
      <w:rFonts w:cs="Arial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3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F13"/>
    <w:rPr>
      <w:rFonts w:cs="Arial"/>
      <w:sz w:val="0"/>
      <w:szCs w:val="0"/>
    </w:rPr>
  </w:style>
  <w:style w:type="character" w:styleId="Odkaznakoment">
    <w:name w:val="annotation reference"/>
    <w:basedOn w:val="Standardnpsmoodstavce"/>
    <w:uiPriority w:val="99"/>
    <w:semiHidden/>
    <w:rsid w:val="00B028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02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F13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02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F13"/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5F7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942FA3"/>
    <w:rPr>
      <w:rFonts w:cs="Times New Roman"/>
    </w:rPr>
  </w:style>
  <w:style w:type="paragraph" w:styleId="Zhlav">
    <w:name w:val="header"/>
    <w:basedOn w:val="Normln"/>
    <w:link w:val="Zhlav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25F13"/>
    <w:rPr>
      <w:rFonts w:ascii="Arial" w:hAnsi="Arial" w:cs="Arial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uiPriority w:val="99"/>
    <w:rsid w:val="002F029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CBE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05CBE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05CBE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5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5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05CB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05CBE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25F13"/>
    <w:rPr>
      <w:rFonts w:cs="Arial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3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F13"/>
    <w:rPr>
      <w:rFonts w:cs="Arial"/>
      <w:sz w:val="0"/>
      <w:szCs w:val="0"/>
    </w:rPr>
  </w:style>
  <w:style w:type="character" w:styleId="Odkaznakoment">
    <w:name w:val="annotation reference"/>
    <w:basedOn w:val="Standardnpsmoodstavce"/>
    <w:uiPriority w:val="99"/>
    <w:semiHidden/>
    <w:rsid w:val="00B028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02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F13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02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F13"/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5F7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942FA3"/>
    <w:rPr>
      <w:rFonts w:cs="Times New Roman"/>
    </w:rPr>
  </w:style>
  <w:style w:type="paragraph" w:styleId="Zhlav">
    <w:name w:val="header"/>
    <w:basedOn w:val="Normln"/>
    <w:link w:val="Zhlav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25F13"/>
    <w:rPr>
      <w:rFonts w:ascii="Arial" w:hAnsi="Arial" w:cs="Arial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uiPriority w:val="99"/>
    <w:rsid w:val="002F029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12</TotalTime>
  <Pages>2</Pages>
  <Words>188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Moravcová Lenka</cp:lastModifiedBy>
  <cp:revision>11</cp:revision>
  <cp:lastPrinted>2013-09-23T05:57:00Z</cp:lastPrinted>
  <dcterms:created xsi:type="dcterms:W3CDTF">2013-09-23T06:00:00Z</dcterms:created>
  <dcterms:modified xsi:type="dcterms:W3CDTF">2013-09-23T13:22:00Z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