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D6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71/2013 Sb.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NAŘÍZENÍ VLÁDY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ze dne 27. února 2013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o podmínkách pro ocenění výsledků výzkumu, experimentálního vývoje a inovací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 xml:space="preserve">Vláda nařizuje podle </w:t>
      </w:r>
      <w:hyperlink r:id="rId4" w:history="1">
        <w:r w:rsidRPr="0072336C">
          <w:rPr>
            <w:rFonts w:ascii="Times New Roman" w:hAnsi="Times New Roman"/>
            <w:color w:val="0000FF"/>
            <w:sz w:val="24"/>
            <w:szCs w:val="24"/>
            <w:u w:val="single"/>
          </w:rPr>
          <w:t>§ 49 odst. 6 zákona č. 218/2000 Sb.</w:t>
        </w:r>
      </w:hyperlink>
      <w:r w:rsidRPr="0072336C">
        <w:rPr>
          <w:rFonts w:ascii="Times New Roman" w:hAnsi="Times New Roman"/>
          <w:sz w:val="24"/>
          <w:szCs w:val="24"/>
        </w:rPr>
        <w:t>, o rozpočtových pravidlech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o změně některých souvisejících zákonů (rozpočtová pravidla), ve znění zákona č. </w:t>
      </w:r>
      <w:hyperlink r:id="rId5" w:history="1">
        <w:r w:rsidRPr="0072336C">
          <w:rPr>
            <w:rFonts w:ascii="Times New Roman" w:hAnsi="Times New Roman"/>
            <w:color w:val="0000FF"/>
            <w:sz w:val="24"/>
            <w:szCs w:val="24"/>
            <w:u w:val="single"/>
          </w:rPr>
          <w:t>26/2008 Sb.</w:t>
        </w:r>
      </w:hyperlink>
      <w:r w:rsidRPr="0072336C">
        <w:rPr>
          <w:rFonts w:ascii="Times New Roman" w:hAnsi="Times New Roman"/>
          <w:sz w:val="24"/>
          <w:szCs w:val="24"/>
        </w:rPr>
        <w:t xml:space="preserve">, k provedení </w:t>
      </w:r>
      <w:hyperlink r:id="rId6" w:history="1">
        <w:r w:rsidRPr="0072336C">
          <w:rPr>
            <w:rFonts w:ascii="Times New Roman" w:hAnsi="Times New Roman"/>
            <w:color w:val="0000FF"/>
            <w:sz w:val="24"/>
            <w:szCs w:val="24"/>
            <w:u w:val="single"/>
          </w:rPr>
          <w:t>§ 3 odst. 3 písm. e) zákona č. 130/2002 Sb.</w:t>
        </w:r>
      </w:hyperlink>
      <w:r w:rsidRPr="0072336C">
        <w:rPr>
          <w:rFonts w:ascii="Times New Roman" w:hAnsi="Times New Roman"/>
          <w:sz w:val="24"/>
          <w:szCs w:val="24"/>
        </w:rPr>
        <w:t>, o podpoře výzkumu, experimentálního vývoje a inovací z veřejných prostředků a o změně některých souvisejících zákonů (zákon o podpoře výzkumu, experimentálního vývoje a inovací), ve znění zákona č.</w:t>
      </w:r>
      <w:r>
        <w:rPr>
          <w:rFonts w:ascii="Times New Roman" w:hAnsi="Times New Roman"/>
          <w:sz w:val="24"/>
          <w:szCs w:val="24"/>
        </w:rPr>
        <w:t> </w:t>
      </w:r>
      <w:hyperlink r:id="rId7" w:history="1">
        <w:r w:rsidRPr="0072336C">
          <w:rPr>
            <w:rFonts w:ascii="Times New Roman" w:hAnsi="Times New Roman"/>
            <w:color w:val="0000FF"/>
            <w:sz w:val="24"/>
            <w:szCs w:val="24"/>
            <w:u w:val="single"/>
          </w:rPr>
          <w:t>110/2009 Sb.</w:t>
        </w:r>
      </w:hyperlink>
      <w:r w:rsidRPr="0072336C">
        <w:rPr>
          <w:rFonts w:ascii="Times New Roman" w:hAnsi="Times New Roman"/>
          <w:sz w:val="24"/>
          <w:szCs w:val="24"/>
        </w:rPr>
        <w:t xml:space="preserve">: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§ 1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Věcné nebo finanční ocenění mimořádných výsledků výzkumu, experimentálního vývoje a inovací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 xml:space="preserve">(1) Ocenění mimořádných výsledků výzkumu, experimentálního vývoje a inovací podle zákona o podpoře výzkumu, experimentálního vývoje a inovací lze udělit fyzické osobě, která takových výsledků dosáhla. Ocenění mimořádných výsledků výzkumu, experimentálního vývoje a inovací může udělit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a) vláda jako národní cenu vlády formou finančního ocenění ve výši 1 000 000 Kč,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b) poskytovatel podle zákona o podpoře výzkumu, experimentálního vývoje a inovací, který je organizační složkou státu, (dále jen „poskytovatel“) formou finančního nebo věcného ocenění až do výše nebo v hodnotě do výše 500 000 Kč.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>(2) O udělení národní ceny vlády rozhoduje vláda na návrh Rady pro výzkum, vývoj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inovace (dále jen „Rada“). Toto ocenění je poskytováno z rozpočtové kapitoly Úřadu vlády České republiky a lze jej udělit pouze jedenkrát v kalendářním roce.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>(3) O udělení ocenění podle odstavce 1 písm. b) rozhoduje příslušný poskytovatel, na základě jehož podpory bylo výsledku dosaženo a z jehož rozpočtové kapitoly je ocenění poskytováno. Poskytovatel může udělit v jednom kalendářním roce jedno nebo více ocenění, s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tím, že souhrnná hodnota ocenění u tohoto poskytovatele v jednom kalendářním roce nesmí překročit 500 000 Kč.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§ 2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Finanční ocenění propagace či popularizace výzkumu, experimentálního vývoje a inovací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>(1) Finanční ocenění propagace či popularizace výzkumu, experimentálního vývoje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inovací podle zákona o podpoře výzkumu, experimentálního vývoje a inovací lze udělit fyzické osobě, která je výzkumným pracovníkem, za významné dílo v oblasti rozvoje výzkumu, experimentálního vývoje a inovací včetně jeho propagace či popularizace. Ocenění může udělit kterýkoliv poskytovatel, z jehož rozpočtové kapitoly je poskytována podpora výzkumu, experimentálního vývoje a inovací, do výše 500 000 Kč.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>(2) O udělení ocenění propagace či popularizace výzkumu, experimentálního vývoje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inovací rozhoduje poskytovatel, z jehož rozpočtové kapitoly je ocenění poskytováno. Poskytovatel může udělit v jednom kalendářním roce jedno nebo více ocenění podle odstavce 1, s tím, že souhrnná hodnota ocenění u tohoto poskytovatele v jednom kalendářním roce nesmí překročit 500 000 Kč.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§ 3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 xml:space="preserve">Výběr kandidáta na ocenění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 xml:space="preserve">(1) Rada se při výběru kandidáta na ocenění národní cenou vlády řídí těmito kritérii: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>a) přínos výsledků dosažených kandidátem v oblasti výzkumu, experimentálního vývoje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inovací pro Českou republiku,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b) mezinárodní význam výsledků dosažených kandidátem a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c) aktivita kandidáta v oblasti výzkumu, experimentálního vývoje a inovací, do které se zahrnuje zejména účast na řešení projektů výzkumu, experimentálního vývoje a inovací, publikační a pedagogická činnost a členství ve vědeckých orgánech či organizacích.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 xml:space="preserve">(2) Při výběru kandidáta na ocenění podle § 1 odst. 1 písm. b) poskytovatel posuzuje zejména přínos výsledků dosažených kandidátem v oblasti výzkumu, experimentálního vývoje a inovací, případně aplikací těchto výsledků, pro Českou republiku a mezinárodní význam výsledků dosažených kandidátem.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>(3) Při výběru kandidáta na ocenění podle § 2 posuzuje poskytovatel zejména počet, rozsah a kvalitu popularizačních veřejných vystoupení a počet, rozsah a kvalitu psaných popularizačních příspěvků. Vždy přitom bere v úvahu ohlas daného média v populaci, a to zejména z hlediska podpory dlouhodobých perspektiv výzkumu, experimentálního vývoje a</w:t>
      </w:r>
      <w:r>
        <w:rPr>
          <w:rFonts w:ascii="Times New Roman" w:hAnsi="Times New Roman"/>
          <w:sz w:val="24"/>
          <w:szCs w:val="24"/>
        </w:rPr>
        <w:t> </w:t>
      </w:r>
      <w:r w:rsidRPr="0072336C">
        <w:rPr>
          <w:rFonts w:ascii="Times New Roman" w:hAnsi="Times New Roman"/>
          <w:sz w:val="24"/>
          <w:szCs w:val="24"/>
        </w:rPr>
        <w:t xml:space="preserve">inovací.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§ 4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>Účinnost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ab/>
        <w:t xml:space="preserve">Toto nařízení nabývá účinnosti dnem 15. dubna 2013.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sz w:val="24"/>
          <w:szCs w:val="24"/>
        </w:rPr>
        <w:t xml:space="preserve">Předseda vlády: </w:t>
      </w: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6D6" w:rsidRPr="0072336C" w:rsidRDefault="000E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336C">
        <w:rPr>
          <w:rFonts w:ascii="Times New Roman" w:hAnsi="Times New Roman"/>
          <w:b/>
          <w:bCs/>
          <w:sz w:val="24"/>
          <w:szCs w:val="24"/>
        </w:rPr>
        <w:t>RNDr. Nečas v. r.</w:t>
      </w:r>
    </w:p>
    <w:sectPr w:rsidR="000E36D6" w:rsidRPr="0072336C" w:rsidSect="004C466E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3C7"/>
    <w:rsid w:val="000E36D6"/>
    <w:rsid w:val="004C466E"/>
    <w:rsid w:val="0072336C"/>
    <w:rsid w:val="007D33C7"/>
    <w:rsid w:val="00D366D1"/>
    <w:rsid w:val="00FA4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aspi://module='ASPI'&amp;link='110/2009%20Sb.%2523'&amp;ucin-k-dni='30.12.9999'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spi://module='ASPI'&amp;link='130/2002%20Sb.%25233'&amp;ucin-k-dni='30.12.9999'" TargetMode="External"/><Relationship Id="rId5" Type="http://schemas.openxmlformats.org/officeDocument/2006/relationships/hyperlink" Target="aspi://module='ASPI'&amp;link='26/2008%20Sb.%2523'&amp;ucin-k-dni='30.12.9999'" TargetMode="External"/><Relationship Id="rId4" Type="http://schemas.openxmlformats.org/officeDocument/2006/relationships/hyperlink" Target="aspi://module='ASPI'&amp;link='218/2000%20Sb.%252349'&amp;ucin-k-dni='30.12.9999'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660</Words>
  <Characters>3894</Characters>
  <Application>Microsoft Office Outlook</Application>
  <DocSecurity>0</DocSecurity>
  <Lines>0</Lines>
  <Paragraphs>0</Paragraphs>
  <ScaleCrop>false</ScaleCrop>
  <Company>Úřad vlády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Pavel</dc:creator>
  <cp:keywords/>
  <dc:description/>
  <cp:lastModifiedBy>bartova</cp:lastModifiedBy>
  <cp:revision>3</cp:revision>
  <dcterms:created xsi:type="dcterms:W3CDTF">2013-09-16T10:19:00Z</dcterms:created>
  <dcterms:modified xsi:type="dcterms:W3CDTF">2014-03-13T08:38:00Z</dcterms:modified>
</cp:coreProperties>
</file>