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F5" w:rsidRPr="003520AB" w:rsidRDefault="00F8605F" w:rsidP="00463BF5">
      <w:pPr>
        <w:spacing w:before="100" w:beforeAutospacing="1" w:after="100" w:afterAutospacing="1"/>
        <w:jc w:val="center"/>
      </w:pPr>
      <w:r>
        <w:rPr>
          <w:sz w:val="44"/>
          <w:szCs w:val="44"/>
        </w:rPr>
        <w:t>NÁVRH U</w:t>
      </w:r>
      <w:r w:rsidR="00610CC0">
        <w:rPr>
          <w:sz w:val="44"/>
          <w:szCs w:val="44"/>
        </w:rPr>
        <w:t>S</w:t>
      </w:r>
      <w:r w:rsidR="00610CC0" w:rsidRPr="00610CC0">
        <w:rPr>
          <w:sz w:val="44"/>
          <w:szCs w:val="44"/>
        </w:rPr>
        <w:t>NESENÍ</w:t>
      </w:r>
      <w:r w:rsidR="00C538FD" w:rsidRPr="003520AB">
        <w:rPr>
          <w:sz w:val="44"/>
          <w:szCs w:val="44"/>
        </w:rPr>
        <w:br/>
      </w:r>
      <w:r w:rsidR="004D4E7B" w:rsidRPr="003520AB">
        <w:rPr>
          <w:sz w:val="36"/>
          <w:szCs w:val="36"/>
        </w:rPr>
        <w:t>VLÁDY ČESKÉ REPUBLIKY</w:t>
      </w:r>
      <w:r w:rsidR="004D4E7B" w:rsidRPr="003520AB">
        <w:rPr>
          <w:sz w:val="36"/>
          <w:szCs w:val="36"/>
        </w:rPr>
        <w:br/>
      </w:r>
      <w:r w:rsidR="004D4E7B" w:rsidRPr="003520AB">
        <w:t xml:space="preserve">ze dne </w:t>
      </w:r>
      <w:r w:rsidR="0088630F" w:rsidRPr="003520AB">
        <w:fldChar w:fldCharType="begin"/>
      </w:r>
      <w:r w:rsidR="0088630F" w:rsidRPr="003520AB">
        <w:instrText xml:space="preserve"> MACROBUTTON  AkcentČárka </w:instrText>
      </w:r>
      <w:r w:rsidR="0088630F" w:rsidRPr="003520AB">
        <w:fldChar w:fldCharType="end"/>
      </w:r>
      <w:r w:rsidR="00E2646E" w:rsidRPr="003520AB">
        <w:fldChar w:fldCharType="begin">
          <w:ffData>
            <w:name w:val="Text1"/>
            <w:enabled/>
            <w:calcOnExit w:val="0"/>
            <w:helpText w:type="text" w:val="Vepište datum"/>
            <w:statusText w:type="text" w:val="Vepište datum"/>
            <w:textInput>
              <w:type w:val="date"/>
              <w:format w:val="d. MMMM yyyy"/>
            </w:textInput>
          </w:ffData>
        </w:fldChar>
      </w:r>
      <w:bookmarkStart w:id="0" w:name="Text1"/>
      <w:r w:rsidR="00E2646E" w:rsidRPr="003520AB">
        <w:instrText xml:space="preserve"> FORMTEXT </w:instrText>
      </w:r>
      <w:r w:rsidR="00E2646E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E2646E" w:rsidRPr="003520AB">
        <w:fldChar w:fldCharType="end"/>
      </w:r>
      <w:bookmarkEnd w:id="0"/>
      <w:r w:rsidR="00A336DB" w:rsidRPr="003520AB">
        <w:t xml:space="preserve"> </w:t>
      </w:r>
      <w:r w:rsidR="004D4E7B" w:rsidRPr="003520AB">
        <w:t xml:space="preserve">č. </w:t>
      </w:r>
      <w:r w:rsidR="002E4CB1" w:rsidRPr="003520AB">
        <w:fldChar w:fldCharType="begin">
          <w:ffData>
            <w:name w:val="Text2"/>
            <w:enabled/>
            <w:calcOnExit w:val="0"/>
            <w:helpText w:type="text" w:val="Vypište číslo usnesení"/>
            <w:statusText w:type="text" w:val="Vypište číslo usnesení"/>
            <w:textInput>
              <w:type w:val="number"/>
              <w:format w:val="0"/>
            </w:textInput>
          </w:ffData>
        </w:fldChar>
      </w:r>
      <w:bookmarkStart w:id="1" w:name="Text2"/>
      <w:r w:rsidR="002E4CB1" w:rsidRPr="003520AB">
        <w:instrText xml:space="preserve"> FORMTEXT </w:instrText>
      </w:r>
      <w:r w:rsidR="002E4CB1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2E4CB1" w:rsidRPr="003520AB">
        <w:fldChar w:fldCharType="end"/>
      </w:r>
      <w:bookmarkEnd w:id="1"/>
    </w:p>
    <w:p w:rsidR="004D4E7B" w:rsidRPr="003520AB" w:rsidRDefault="002E4CB1" w:rsidP="00CF26CB">
      <w:pPr>
        <w:jc w:val="center"/>
      </w:pPr>
      <w:r w:rsidRPr="003520AB">
        <w:rPr>
          <w:b/>
        </w:rPr>
        <w:fldChar w:fldCharType="begin">
          <w:ffData>
            <w:name w:val="Text3"/>
            <w:enabled/>
            <w:calcOnExit w:val="0"/>
            <w:helpText w:type="text" w:val="Zadejte název usnesení"/>
            <w:statusText w:type="text" w:val="Zadejte název usnesení"/>
            <w:textInput/>
          </w:ffData>
        </w:fldChar>
      </w:r>
      <w:bookmarkStart w:id="2" w:name="Text3"/>
      <w:r w:rsidRPr="003520AB">
        <w:rPr>
          <w:b/>
        </w:rPr>
        <w:instrText xml:space="preserve"> FORMTEXT </w:instrText>
      </w:r>
      <w:r w:rsidRPr="003520AB">
        <w:rPr>
          <w:b/>
        </w:rPr>
      </w:r>
      <w:r w:rsidRPr="003520AB">
        <w:rPr>
          <w:b/>
        </w:rPr>
        <w:fldChar w:fldCharType="separate"/>
      </w:r>
      <w:r w:rsidR="000944DD" w:rsidRPr="000944DD">
        <w:rPr>
          <w:b/>
          <w:noProof/>
        </w:rPr>
        <w:t xml:space="preserve">k návrhu na změnu </w:t>
      </w:r>
      <w:r w:rsidR="004C0E69" w:rsidRPr="004C0E69">
        <w:rPr>
          <w:b/>
          <w:noProof/>
        </w:rPr>
        <w:t>Programu na podporu aplikovaného společenskovědního výzkumu OMEGA</w:t>
      </w:r>
      <w:r w:rsidRPr="003520AB">
        <w:rPr>
          <w:b/>
        </w:rPr>
        <w:fldChar w:fldCharType="end"/>
      </w:r>
      <w:bookmarkEnd w:id="2"/>
    </w:p>
    <w:p w:rsidR="00CF26CB" w:rsidRDefault="00CF26CB" w:rsidP="00CF26CB">
      <w:pPr>
        <w:rPr>
          <w:spacing w:val="70"/>
        </w:rPr>
      </w:pPr>
    </w:p>
    <w:p w:rsidR="007F0298" w:rsidRDefault="004D4E7B" w:rsidP="00A122F6">
      <w:pPr>
        <w:spacing w:before="100" w:beforeAutospacing="1" w:after="100" w:afterAutospacing="1"/>
        <w:ind w:firstLine="540"/>
        <w:rPr>
          <w:spacing w:val="70"/>
        </w:rPr>
      </w:pPr>
      <w:r w:rsidRPr="003520AB">
        <w:rPr>
          <w:spacing w:val="70"/>
        </w:rPr>
        <w:t>Vláda</w:t>
      </w:r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3"/>
            <w:enabled/>
            <w:calcOnExit w:val="0"/>
            <w:ddList>
              <w:listEntry w:val="I."/>
              <w:listEntry w:val=" "/>
            </w:ddList>
          </w:ffData>
        </w:fldChar>
      </w:r>
      <w:bookmarkStart w:id="3" w:name="Rozevírací3"/>
      <w:r>
        <w:instrText xml:space="preserve"> FORMDROPDOWN </w:instrText>
      </w:r>
      <w:r w:rsidR="00816B28">
        <w:fldChar w:fldCharType="separate"/>
      </w:r>
      <w:r>
        <w:fldChar w:fldCharType="end"/>
      </w:r>
      <w:bookmarkEnd w:id="3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4" w:name="Text10"/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944DD" w:rsidRPr="000944DD">
        <w:rPr>
          <w:noProof/>
          <w:spacing w:val="60"/>
        </w:rPr>
        <w:t>schvaluje</w:t>
      </w:r>
      <w:r w:rsidRPr="003520AB">
        <w:rPr>
          <w:spacing w:val="60"/>
        </w:rPr>
        <w:fldChar w:fldCharType="end"/>
      </w:r>
      <w:bookmarkEnd w:id="4"/>
      <w:r w:rsidRPr="003520AB">
        <w:t xml:space="preserve">   </w:t>
      </w:r>
      <w:r w:rsidRPr="003520AB">
        <w:fldChar w:fldCharType="begin">
          <w:ffData>
            <w:name w:val="Text4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5" w:name="Text4"/>
      <w:r w:rsidRPr="003520AB">
        <w:instrText xml:space="preserve"> FORMTEXT </w:instrText>
      </w:r>
      <w:r w:rsidRPr="003520AB">
        <w:fldChar w:fldCharType="separate"/>
      </w:r>
      <w:r w:rsidR="00B92C5A" w:rsidRPr="00B92C5A">
        <w:rPr>
          <w:noProof/>
        </w:rPr>
        <w:t xml:space="preserve">návrh na změnu Programu </w:t>
      </w:r>
      <w:r w:rsidR="004C0E69">
        <w:rPr>
          <w:noProof/>
        </w:rPr>
        <w:t>na podporu aplikovaného společenskovědního výzkumu OMEGA</w:t>
      </w:r>
      <w:r w:rsidR="00B92C5A" w:rsidRPr="00B92C5A">
        <w:rPr>
          <w:noProof/>
        </w:rPr>
        <w:t>,</w:t>
      </w:r>
      <w:r w:rsidR="00535D54">
        <w:rPr>
          <w:noProof/>
        </w:rPr>
        <w:t xml:space="preserve"> </w:t>
      </w:r>
      <w:r w:rsidR="00B92C5A" w:rsidRPr="00B92C5A">
        <w:rPr>
          <w:noProof/>
        </w:rPr>
        <w:t>uvedený v části III materiálu</w:t>
      </w:r>
      <w:r w:rsidR="00FA3CA6">
        <w:rPr>
          <w:noProof/>
        </w:rPr>
        <w:t>,</w:t>
      </w:r>
      <w:r w:rsidR="00B92C5A" w:rsidRPr="00B92C5A">
        <w:rPr>
          <w:noProof/>
        </w:rPr>
        <w:t xml:space="preserve"> přičemž financování programu bude realizováno podle možností státního rozpočtu;</w:t>
      </w:r>
      <w:r w:rsidRPr="003520AB">
        <w:fldChar w:fldCharType="end"/>
      </w:r>
      <w:bookmarkEnd w:id="5"/>
    </w:p>
    <w:p w:rsidR="00F846C3" w:rsidRPr="003520AB" w:rsidRDefault="00F846C3" w:rsidP="00A3658C">
      <w:pPr>
        <w:spacing w:before="120"/>
        <w:ind w:firstLine="540"/>
        <w:jc w:val="both"/>
        <w:rPr>
          <w:spacing w:val="50"/>
        </w:rPr>
      </w:pPr>
      <w:r>
        <w:fldChar w:fldCharType="begin">
          <w:ffData>
            <w:name w:val="Rozevírací4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."/>
              <w:listEntry w:val=" "/>
            </w:ddList>
          </w:ffData>
        </w:fldChar>
      </w:r>
      <w:bookmarkStart w:id="6" w:name="Rozevírací4"/>
      <w:r>
        <w:instrText xml:space="preserve"> FORMDROPDOWN </w:instrText>
      </w:r>
      <w:r w:rsidR="00816B28">
        <w:fldChar w:fldCharType="separate"/>
      </w:r>
      <w:r>
        <w:fldChar w:fldCharType="end"/>
      </w:r>
      <w:bookmarkEnd w:id="6"/>
      <w:r w:rsidRPr="003520AB">
        <w:t xml:space="preserve">   </w:t>
      </w:r>
      <w:r w:rsidRPr="003520AB">
        <w:rPr>
          <w:spacing w:val="50"/>
        </w:rPr>
        <w:fldChar w:fldCharType="begin">
          <w:ffData>
            <w:name w:val="Text11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7" w:name="Text11"/>
      <w:r w:rsidRPr="003520AB">
        <w:rPr>
          <w:spacing w:val="50"/>
        </w:rPr>
        <w:instrText xml:space="preserve"> FORMTEXT </w:instrText>
      </w:r>
      <w:r w:rsidRPr="003520AB">
        <w:rPr>
          <w:spacing w:val="50"/>
        </w:rPr>
      </w:r>
      <w:r w:rsidRPr="003520AB">
        <w:rPr>
          <w:spacing w:val="50"/>
        </w:rPr>
        <w:fldChar w:fldCharType="separate"/>
      </w:r>
      <w:r w:rsidR="000944DD" w:rsidRPr="000944DD">
        <w:rPr>
          <w:noProof/>
          <w:spacing w:val="50"/>
        </w:rPr>
        <w:t xml:space="preserve">ukládá </w:t>
      </w:r>
      <w:r w:rsidRPr="003520AB">
        <w:rPr>
          <w:spacing w:val="50"/>
        </w:rPr>
        <w:fldChar w:fldCharType="end"/>
      </w:r>
      <w:bookmarkEnd w:id="7"/>
      <w:r w:rsidRPr="003520AB">
        <w:t xml:space="preserve">   </w:t>
      </w:r>
      <w:r w:rsidRPr="003520AB">
        <w:fldChar w:fldCharType="begin">
          <w:ffData>
            <w:name w:val="Text5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8" w:name="Text5"/>
      <w:r w:rsidRPr="003520AB">
        <w:instrText xml:space="preserve"> FORMTEXT </w:instrText>
      </w:r>
      <w:r w:rsidRPr="003520AB">
        <w:fldChar w:fldCharType="separate"/>
      </w:r>
      <w:r w:rsidR="00B92C5A" w:rsidRPr="00B92C5A">
        <w:rPr>
          <w:noProof/>
        </w:rPr>
        <w:t xml:space="preserve">předsedkyni Technologické agentury České republiky </w:t>
      </w:r>
      <w:r w:rsidR="00816B28" w:rsidRPr="00816B28">
        <w:rPr>
          <w:noProof/>
        </w:rPr>
        <w:t>zajišťovat v</w:t>
      </w:r>
      <w:r w:rsidR="00816B28">
        <w:rPr>
          <w:noProof/>
        </w:rPr>
        <w:t> </w:t>
      </w:r>
      <w:r w:rsidR="00816B28" w:rsidRPr="00816B28">
        <w:rPr>
          <w:noProof/>
        </w:rPr>
        <w:t>letech 201</w:t>
      </w:r>
      <w:r w:rsidR="00816B28">
        <w:rPr>
          <w:noProof/>
        </w:rPr>
        <w:t>5</w:t>
      </w:r>
      <w:r w:rsidR="00816B28" w:rsidRPr="00816B28">
        <w:rPr>
          <w:noProof/>
        </w:rPr>
        <w:t xml:space="preserve"> až 201</w:t>
      </w:r>
      <w:r w:rsidR="00816B28">
        <w:rPr>
          <w:noProof/>
        </w:rPr>
        <w:t>7</w:t>
      </w:r>
      <w:bookmarkStart w:id="9" w:name="_GoBack"/>
      <w:bookmarkEnd w:id="9"/>
      <w:r w:rsidR="00816B28" w:rsidRPr="00816B28">
        <w:rPr>
          <w:noProof/>
        </w:rPr>
        <w:t xml:space="preserve"> vyhlašování veřejných soutěží ve výzkumu, vývoji a inovacích</w:t>
      </w:r>
      <w:r w:rsidR="00B92C5A" w:rsidRPr="00B92C5A">
        <w:rPr>
          <w:noProof/>
        </w:rPr>
        <w:t xml:space="preserve"> na program</w:t>
      </w:r>
      <w:r w:rsidR="00BB19E6">
        <w:rPr>
          <w:noProof/>
        </w:rPr>
        <w:t xml:space="preserve"> uvedený v bodě I tohoto usnesení</w:t>
      </w:r>
      <w:r w:rsidR="00B92C5A" w:rsidRPr="00B92C5A">
        <w:rPr>
          <w:noProof/>
        </w:rPr>
        <w:t>.</w:t>
      </w:r>
      <w:r w:rsidRPr="003520AB">
        <w:fldChar w:fldCharType="end"/>
      </w:r>
      <w:bookmarkEnd w:id="8"/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6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result w:val="1"/>
              <w:listEntry w:val="III."/>
              <w:listEntry w:val=" "/>
            </w:ddList>
          </w:ffData>
        </w:fldChar>
      </w:r>
      <w:bookmarkStart w:id="10" w:name="Rozevírací6"/>
      <w:r>
        <w:instrText xml:space="preserve"> FORMDROPDOWN </w:instrText>
      </w:r>
      <w:r w:rsidR="00816B28">
        <w:fldChar w:fldCharType="separate"/>
      </w:r>
      <w:r>
        <w:fldChar w:fldCharType="end"/>
      </w:r>
      <w:bookmarkEnd w:id="10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7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IV."/>
            </w:ddList>
          </w:ffData>
        </w:fldChar>
      </w:r>
      <w:bookmarkStart w:id="11" w:name="Rozevírací7"/>
      <w:r>
        <w:instrText xml:space="preserve"> FORMDROPDOWN </w:instrText>
      </w:r>
      <w:r w:rsidR="00816B28">
        <w:fldChar w:fldCharType="separate"/>
      </w:r>
      <w:r>
        <w:fldChar w:fldCharType="end"/>
      </w:r>
      <w:bookmarkEnd w:id="11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F846C3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9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."/>
            </w:ddList>
          </w:ffData>
        </w:fldChar>
      </w:r>
      <w:bookmarkStart w:id="12" w:name="Rozevírací9"/>
      <w:r>
        <w:instrText xml:space="preserve"> FORMDROPDOWN </w:instrText>
      </w:r>
      <w:r w:rsidR="00816B28">
        <w:fldChar w:fldCharType="separate"/>
      </w:r>
      <w:r>
        <w:fldChar w:fldCharType="end"/>
      </w:r>
      <w:bookmarkEnd w:id="12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A3658C" w:rsidRDefault="00A3658C" w:rsidP="0085655D">
      <w:pPr>
        <w:spacing w:before="120" w:after="120"/>
        <w:ind w:firstLine="539"/>
        <w:jc w:val="both"/>
      </w:pPr>
      <w:r>
        <w:fldChar w:fldCharType="begin">
          <w:ffData>
            <w:name w:val="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I."/>
            </w:ddList>
          </w:ffData>
        </w:fldChar>
      </w:r>
      <w:r>
        <w:instrText xml:space="preserve"> FORMDROPDOWN </w:instrText>
      </w:r>
      <w:r w:rsidR="00816B28">
        <w:fldChar w:fldCharType="separate"/>
      </w:r>
      <w:r>
        <w:fldChar w:fldCharType="end"/>
      </w:r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862995" w:rsidRDefault="00862995" w:rsidP="00EF76F6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048"/>
      </w:tblGrid>
      <w:tr w:rsidR="0059051D" w:rsidTr="00171B67">
        <w:trPr>
          <w:trHeight w:val="226"/>
        </w:trPr>
        <w:tc>
          <w:tcPr>
            <w:tcW w:w="6048" w:type="dxa"/>
            <w:shd w:val="clear" w:color="auto" w:fill="auto"/>
          </w:tcPr>
          <w:p w:rsidR="0059051D" w:rsidRPr="00171B67" w:rsidRDefault="007C336D" w:rsidP="00EF76F6">
            <w:pPr>
              <w:rPr>
                <w:u w:val="single"/>
              </w:rPr>
            </w:pPr>
            <w:r w:rsidRPr="00171B67">
              <w:rPr>
                <w:u w:val="single"/>
              </w:rPr>
              <w:fldChar w:fldCharType="begin">
                <w:ffData>
                  <w:name w:val="Rozevírací1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listEntry w:val="Provede:"/>
                    <w:listEntry w:val="Provedou:"/>
                    <w:listEntry w:val=" "/>
                  </w:ddList>
                </w:ffData>
              </w:fldChar>
            </w:r>
            <w:bookmarkStart w:id="13" w:name="Rozevírací1"/>
            <w:r w:rsidRPr="00171B67">
              <w:rPr>
                <w:u w:val="single"/>
              </w:rPr>
              <w:instrText xml:space="preserve"> FORMDROPDOWN </w:instrText>
            </w:r>
            <w:r w:rsidR="00816B28">
              <w:rPr>
                <w:u w:val="single"/>
              </w:rPr>
            </w:r>
            <w:r w:rsidR="00816B28">
              <w:rPr>
                <w:u w:val="single"/>
              </w:rPr>
              <w:fldChar w:fldCharType="separate"/>
            </w:r>
            <w:r w:rsidRPr="00171B67">
              <w:rPr>
                <w:u w:val="single"/>
              </w:rPr>
              <w:fldChar w:fldCharType="end"/>
            </w:r>
            <w:bookmarkEnd w:id="13"/>
          </w:p>
          <w:p w:rsidR="000944DD" w:rsidRPr="000944DD" w:rsidRDefault="0059051D" w:rsidP="000944DD">
            <w:pPr>
              <w:rPr>
                <w:noProof/>
              </w:rPr>
            </w:pPr>
            <w:r>
              <w:fldChar w:fldCharType="begin">
                <w:ffData>
                  <w:name w:val="Text13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4" w:name="Text13"/>
            <w:r>
              <w:instrText xml:space="preserve"> FORMTEXT </w:instrText>
            </w:r>
            <w:r>
              <w:fldChar w:fldCharType="separate"/>
            </w:r>
            <w:r w:rsidR="000944DD" w:rsidRPr="000944DD">
              <w:rPr>
                <w:noProof/>
              </w:rPr>
              <w:t>předsedkyně Technologické agentury České republiky</w:t>
            </w:r>
          </w:p>
          <w:p w:rsidR="0059051D" w:rsidRDefault="0059051D" w:rsidP="000944DD">
            <w:r>
              <w:fldChar w:fldCharType="end"/>
            </w:r>
            <w:bookmarkEnd w:id="14"/>
          </w:p>
        </w:tc>
      </w:tr>
      <w:tr w:rsidR="0059051D" w:rsidTr="00171B67">
        <w:trPr>
          <w:trHeight w:val="194"/>
        </w:trPr>
        <w:tc>
          <w:tcPr>
            <w:tcW w:w="6048" w:type="dxa"/>
            <w:shd w:val="clear" w:color="auto" w:fill="auto"/>
          </w:tcPr>
          <w:p w:rsidR="0059051D" w:rsidRDefault="0059051D" w:rsidP="00171B67">
            <w:pPr>
              <w:spacing w:before="120"/>
            </w:pPr>
            <w:r>
              <w:fldChar w:fldCharType="begin">
                <w:ffData>
                  <w:name w:val="Rozevírací2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Na vědomí:"/>
                    <w:listEntry w:val=" "/>
                  </w:ddList>
                </w:ffData>
              </w:fldChar>
            </w:r>
            <w:bookmarkStart w:id="15" w:name="Rozevírací2"/>
            <w:r>
              <w:instrText xml:space="preserve"> FORMDROPDOWN </w:instrText>
            </w:r>
            <w:r w:rsidR="00816B28">
              <w:fldChar w:fldCharType="separate"/>
            </w:r>
            <w:r>
              <w:fldChar w:fldCharType="end"/>
            </w:r>
            <w:bookmarkEnd w:id="15"/>
          </w:p>
          <w:p w:rsidR="0059051D" w:rsidRDefault="0059051D" w:rsidP="00171B67">
            <w:pPr>
              <w:spacing w:after="120" w:line="360" w:lineRule="auto"/>
            </w:pPr>
            <w:r w:rsidRPr="003520AB">
              <w:fldChar w:fldCharType="begin">
                <w:ffData>
                  <w:name w:val="Text7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6" w:name="Text7"/>
            <w:r w:rsidRPr="003520AB">
              <w:instrText xml:space="preserve"> FORMTEXT </w:instrText>
            </w:r>
            <w:r w:rsidRPr="003520AB">
              <w:fldChar w:fldCharType="separate"/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Pr="003520AB">
              <w:fldChar w:fldCharType="end"/>
            </w:r>
            <w:bookmarkEnd w:id="16"/>
          </w:p>
        </w:tc>
      </w:tr>
    </w:tbl>
    <w:p w:rsidR="003935E3" w:rsidRPr="00ED5D01" w:rsidRDefault="003935E3" w:rsidP="00FD1F43">
      <w:pPr>
        <w:spacing w:before="100" w:beforeAutospacing="1" w:after="240" w:line="360" w:lineRule="auto"/>
      </w:pPr>
    </w:p>
    <w:sectPr w:rsidR="003935E3" w:rsidRPr="00ED5D01" w:rsidSect="00633793">
      <w:pgSz w:w="11906" w:h="16838"/>
      <w:pgMar w:top="1417" w:right="1417" w:bottom="89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631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F2812CC"/>
    <w:multiLevelType w:val="multilevel"/>
    <w:tmpl w:val="8BF4A604"/>
    <w:numStyleLink w:val="usneseni"/>
  </w:abstractNum>
  <w:abstractNum w:abstractNumId="2">
    <w:nsid w:val="441C1CE7"/>
    <w:multiLevelType w:val="multilevel"/>
    <w:tmpl w:val="8BF4A604"/>
    <w:numStyleLink w:val="usneseni"/>
  </w:abstractNum>
  <w:abstractNum w:abstractNumId="3">
    <w:nsid w:val="51AC6EC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5A3B555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3KJ7LNxnWFivSpVPAE399bqdZw=" w:salt="mcpbbNOjJUX/wHM5MHhfiQ==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42"/>
    <w:rsid w:val="00014AD3"/>
    <w:rsid w:val="0003669A"/>
    <w:rsid w:val="000944DD"/>
    <w:rsid w:val="000A7DA9"/>
    <w:rsid w:val="000B0D55"/>
    <w:rsid w:val="000B6A81"/>
    <w:rsid w:val="000E6C54"/>
    <w:rsid w:val="00102EE6"/>
    <w:rsid w:val="00115820"/>
    <w:rsid w:val="0012589B"/>
    <w:rsid w:val="0013293A"/>
    <w:rsid w:val="00132A2A"/>
    <w:rsid w:val="001532DC"/>
    <w:rsid w:val="00156985"/>
    <w:rsid w:val="00171B67"/>
    <w:rsid w:val="00184A0F"/>
    <w:rsid w:val="001C119E"/>
    <w:rsid w:val="001D6E2B"/>
    <w:rsid w:val="001F71C4"/>
    <w:rsid w:val="00202ED6"/>
    <w:rsid w:val="00294D4C"/>
    <w:rsid w:val="002B2B34"/>
    <w:rsid w:val="002E4CB1"/>
    <w:rsid w:val="00320980"/>
    <w:rsid w:val="003357EE"/>
    <w:rsid w:val="0034557D"/>
    <w:rsid w:val="00351A97"/>
    <w:rsid w:val="003520AB"/>
    <w:rsid w:val="00364203"/>
    <w:rsid w:val="003656D9"/>
    <w:rsid w:val="003935E3"/>
    <w:rsid w:val="003A7EDD"/>
    <w:rsid w:val="003C7565"/>
    <w:rsid w:val="003E2F9D"/>
    <w:rsid w:val="0040191B"/>
    <w:rsid w:val="00426F6C"/>
    <w:rsid w:val="0044201E"/>
    <w:rsid w:val="00450010"/>
    <w:rsid w:val="00463BF5"/>
    <w:rsid w:val="004C0E69"/>
    <w:rsid w:val="004D4E7B"/>
    <w:rsid w:val="004E22C5"/>
    <w:rsid w:val="004F3697"/>
    <w:rsid w:val="004F77C8"/>
    <w:rsid w:val="00513F9D"/>
    <w:rsid w:val="00535D54"/>
    <w:rsid w:val="0059051D"/>
    <w:rsid w:val="005D42E1"/>
    <w:rsid w:val="00610CC0"/>
    <w:rsid w:val="0061544C"/>
    <w:rsid w:val="00620555"/>
    <w:rsid w:val="006216A8"/>
    <w:rsid w:val="00633793"/>
    <w:rsid w:val="0067618B"/>
    <w:rsid w:val="0068376A"/>
    <w:rsid w:val="006B2766"/>
    <w:rsid w:val="006B5C01"/>
    <w:rsid w:val="007101C1"/>
    <w:rsid w:val="0071252C"/>
    <w:rsid w:val="007410C7"/>
    <w:rsid w:val="007420DF"/>
    <w:rsid w:val="007572FF"/>
    <w:rsid w:val="007757B6"/>
    <w:rsid w:val="00792388"/>
    <w:rsid w:val="007C336D"/>
    <w:rsid w:val="007F0298"/>
    <w:rsid w:val="007F608D"/>
    <w:rsid w:val="00816B28"/>
    <w:rsid w:val="00833025"/>
    <w:rsid w:val="00837F4D"/>
    <w:rsid w:val="00852349"/>
    <w:rsid w:val="0085655D"/>
    <w:rsid w:val="00862995"/>
    <w:rsid w:val="00881305"/>
    <w:rsid w:val="0088630F"/>
    <w:rsid w:val="008D2EB2"/>
    <w:rsid w:val="009179EF"/>
    <w:rsid w:val="009360B9"/>
    <w:rsid w:val="00946EAA"/>
    <w:rsid w:val="0095395C"/>
    <w:rsid w:val="00971B52"/>
    <w:rsid w:val="009824B3"/>
    <w:rsid w:val="00986C54"/>
    <w:rsid w:val="009935AB"/>
    <w:rsid w:val="009C109B"/>
    <w:rsid w:val="009D7AFB"/>
    <w:rsid w:val="009E448C"/>
    <w:rsid w:val="00A0754D"/>
    <w:rsid w:val="00A122F6"/>
    <w:rsid w:val="00A336DB"/>
    <w:rsid w:val="00A3658C"/>
    <w:rsid w:val="00A8413C"/>
    <w:rsid w:val="00AC6359"/>
    <w:rsid w:val="00AF1EEE"/>
    <w:rsid w:val="00B23C0D"/>
    <w:rsid w:val="00B526E2"/>
    <w:rsid w:val="00B56735"/>
    <w:rsid w:val="00B667B3"/>
    <w:rsid w:val="00B86452"/>
    <w:rsid w:val="00B92C5A"/>
    <w:rsid w:val="00B97242"/>
    <w:rsid w:val="00BB19E6"/>
    <w:rsid w:val="00BC3A94"/>
    <w:rsid w:val="00BD4242"/>
    <w:rsid w:val="00BD4FF9"/>
    <w:rsid w:val="00BF1DF3"/>
    <w:rsid w:val="00C538FD"/>
    <w:rsid w:val="00CA2F7F"/>
    <w:rsid w:val="00CE4147"/>
    <w:rsid w:val="00CE694D"/>
    <w:rsid w:val="00CF26CB"/>
    <w:rsid w:val="00CF400E"/>
    <w:rsid w:val="00D3515D"/>
    <w:rsid w:val="00D40891"/>
    <w:rsid w:val="00DA5034"/>
    <w:rsid w:val="00DE6B78"/>
    <w:rsid w:val="00E1262C"/>
    <w:rsid w:val="00E2646E"/>
    <w:rsid w:val="00E43042"/>
    <w:rsid w:val="00E43AA9"/>
    <w:rsid w:val="00EB564D"/>
    <w:rsid w:val="00ED24A2"/>
    <w:rsid w:val="00ED4969"/>
    <w:rsid w:val="00ED5D01"/>
    <w:rsid w:val="00EF76F6"/>
    <w:rsid w:val="00F24072"/>
    <w:rsid w:val="00F309D3"/>
    <w:rsid w:val="00F40A67"/>
    <w:rsid w:val="00F67F9E"/>
    <w:rsid w:val="00F705DB"/>
    <w:rsid w:val="00F846C3"/>
    <w:rsid w:val="00F848AA"/>
    <w:rsid w:val="00F8605F"/>
    <w:rsid w:val="00FA3CA6"/>
    <w:rsid w:val="00FB6ABB"/>
    <w:rsid w:val="00FC76D3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3_navrh_usnes_v006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03_navrh_usnes_v006</Template>
  <TotalTime>7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VLÁDA ČESKÉ REPUBLIKY</vt:lpstr>
      <vt:lpstr>VLÁDA ČESKÉ REPUBLIKY</vt:lpstr>
    </vt:vector>
  </TitlesOfParts>
  <Company>ÚVČR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Radka Bezděkovská</dc:creator>
  <cp:lastModifiedBy>Marie Novotná</cp:lastModifiedBy>
  <cp:revision>8</cp:revision>
  <cp:lastPrinted>1900-12-31T23:00:00Z</cp:lastPrinted>
  <dcterms:created xsi:type="dcterms:W3CDTF">2014-10-30T10:35:00Z</dcterms:created>
  <dcterms:modified xsi:type="dcterms:W3CDTF">2014-10-30T10:46:00Z</dcterms:modified>
</cp:coreProperties>
</file>