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F9384A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r w:rsidR="00AD62B8" w:rsidRPr="00AD62B8">
        <w:rPr>
          <w:rFonts w:ascii="Times New Roman" w:hAnsi="Times New Roman" w:cs="Times New Roman"/>
          <w:b/>
          <w:caps/>
        </w:rPr>
        <w:t>MÍSTOPŘEDSEDA VLÁDY PRO VĚDU, VÝZKUM A INOVACE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F9384A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0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F9384A">
        <w:rPr>
          <w:rFonts w:ascii="Times New Roman" w:hAnsi="Times New Roman" w:cs="Times New Roman"/>
        </w:rPr>
      </w:r>
      <w:r w:rsidR="00F9384A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>
        <w:rPr>
          <w:rFonts w:ascii="Times New Roman" w:hAnsi="Times New Roman" w:cs="Times New Roman"/>
        </w:rPr>
        <w:fldChar w:fldCharType="end"/>
      </w:r>
      <w:bookmarkEnd w:id="0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76534F">
        <w:rPr>
          <w:rFonts w:ascii="Times New Roman" w:hAnsi="Times New Roman" w:cs="Times New Roman"/>
          <w:noProof/>
        </w:rPr>
        <w:t xml:space="preserve"> 2014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F9384A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1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AB0591">
        <w:rPr>
          <w:rFonts w:ascii="Times New Roman" w:hAnsi="Times New Roman" w:cs="Times New Roman"/>
        </w:rPr>
      </w:r>
      <w:r w:rsidR="00AB0591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1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F9384A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2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F9384A" w:rsidRPr="006E0D7F">
        <w:rPr>
          <w:rFonts w:ascii="Times New Roman" w:hAnsi="Times New Roman" w:cs="Times New Roman"/>
          <w:b/>
        </w:rPr>
      </w:r>
      <w:r w:rsidR="00F9384A" w:rsidRPr="006E0D7F">
        <w:rPr>
          <w:rFonts w:ascii="Times New Roman" w:hAnsi="Times New Roman" w:cs="Times New Roman"/>
          <w:b/>
        </w:rPr>
        <w:fldChar w:fldCharType="separate"/>
      </w:r>
      <w:r w:rsidR="00B66D26" w:rsidRPr="00B66D26">
        <w:rPr>
          <w:rFonts w:ascii="Times New Roman" w:hAnsi="Times New Roman" w:cs="Times New Roman"/>
          <w:b/>
        </w:rPr>
        <w:t xml:space="preserve">Změna </w:t>
      </w:r>
      <w:r w:rsidR="00423A0E" w:rsidRPr="00423A0E">
        <w:rPr>
          <w:rFonts w:ascii="Times New Roman" w:hAnsi="Times New Roman" w:cs="Times New Roman"/>
          <w:b/>
        </w:rPr>
        <w:t>Programu na podporu aplikovaného společenskovědního výzkumu OMEGA</w:t>
      </w:r>
      <w:r w:rsidR="00F9384A" w:rsidRPr="006E0D7F">
        <w:rPr>
          <w:rFonts w:ascii="Times New Roman" w:hAnsi="Times New Roman" w:cs="Times New Roman"/>
          <w:b/>
        </w:rPr>
        <w:fldChar w:fldCharType="end"/>
      </w:r>
      <w:bookmarkEnd w:id="2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3" w:name="Rozevírací1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B0591">
              <w:rPr>
                <w:rFonts w:ascii="Times New Roman" w:hAnsi="Times New Roman" w:cs="Times New Roman"/>
              </w:rPr>
            </w:r>
            <w:r w:rsidR="00AB0591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3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B66D2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4" w:name="Text32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>
              <w:rPr>
                <w:rFonts w:ascii="Times New Roman" w:hAnsi="Times New Roman" w:cs="Times New Roman"/>
              </w:rPr>
              <w:t>Návrh usnesení</w:t>
            </w:r>
            <w:r w:rsidR="001A26EF" w:rsidRPr="001A26EF">
              <w:rPr>
                <w:rFonts w:ascii="Times New Roman" w:hAnsi="Times New Roman" w:cs="Times New Roman"/>
              </w:rPr>
              <w:t xml:space="preserve"> </w:t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5" w:name="Rozevírací2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B0591">
              <w:rPr>
                <w:rFonts w:ascii="Times New Roman" w:hAnsi="Times New Roman" w:cs="Times New Roman"/>
              </w:rPr>
            </w:r>
            <w:r w:rsidR="00AB0591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B66D2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6" w:name="Text3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>
              <w:rPr>
                <w:rFonts w:ascii="Times New Roman" w:hAnsi="Times New Roman" w:cs="Times New Roman"/>
              </w:rPr>
              <w:t>Předkládací zpráva</w:t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7" w:name="Rozevírací3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B0591">
              <w:rPr>
                <w:rFonts w:ascii="Times New Roman" w:hAnsi="Times New Roman" w:cs="Times New Roman"/>
              </w:rPr>
            </w:r>
            <w:r w:rsidR="00AB0591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423A0E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8" w:name="Text34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 w:rsidRPr="00B66D26">
              <w:rPr>
                <w:rFonts w:ascii="Times New Roman" w:hAnsi="Times New Roman" w:cs="Times New Roman"/>
              </w:rPr>
              <w:t xml:space="preserve">Změna Programu </w:t>
            </w:r>
            <w:r w:rsidR="00423A0E">
              <w:rPr>
                <w:rFonts w:ascii="Times New Roman" w:hAnsi="Times New Roman" w:cs="Times New Roman"/>
              </w:rPr>
              <w:t>na podporu aplikovaného společenskovědního výzkumu OMEGA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9" w:name="Rozevírací4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B0591">
              <w:rPr>
                <w:rFonts w:ascii="Times New Roman" w:hAnsi="Times New Roman" w:cs="Times New Roman"/>
              </w:rPr>
            </w:r>
            <w:r w:rsidR="00AB0591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B66D2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0" w:name="Text35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 w:rsidRPr="00B66D26">
              <w:rPr>
                <w:rFonts w:ascii="Times New Roman" w:hAnsi="Times New Roman" w:cs="Times New Roman"/>
              </w:rPr>
              <w:t>Stanovisko Rady pro výzkum, vývoj a</w:t>
            </w:r>
            <w:r w:rsidR="00B66D26">
              <w:rPr>
                <w:rFonts w:ascii="Times New Roman" w:hAnsi="Times New Roman" w:cs="Times New Roman"/>
              </w:rPr>
              <w:t> </w:t>
            </w:r>
            <w:r w:rsidR="00B66D26" w:rsidRPr="00B66D26">
              <w:rPr>
                <w:rFonts w:ascii="Times New Roman" w:hAnsi="Times New Roman" w:cs="Times New Roman"/>
              </w:rPr>
              <w:t>inovace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1" w:name="Rozevírací5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B0591">
              <w:rPr>
                <w:rFonts w:ascii="Times New Roman" w:hAnsi="Times New Roman" w:cs="Times New Roman"/>
              </w:rPr>
            </w:r>
            <w:r w:rsidR="00AB0591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B66D2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2" w:name="Text36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 w:rsidRPr="00B66D26">
              <w:rPr>
                <w:rFonts w:ascii="Times New Roman" w:hAnsi="Times New Roman" w:cs="Times New Roman"/>
              </w:rPr>
              <w:t>Vypořádání připomínkového řízení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I."/>
                  </w:ddList>
                </w:ffData>
              </w:fldChar>
            </w:r>
            <w:bookmarkStart w:id="13" w:name="Rozevírací6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B0591">
              <w:rPr>
                <w:rFonts w:ascii="Times New Roman" w:hAnsi="Times New Roman" w:cs="Times New Roman"/>
              </w:rPr>
            </w:r>
            <w:r w:rsidR="00AB0591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8D4C09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4" w:name="Text2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66D26" w:rsidRPr="00B66D26">
              <w:rPr>
                <w:rFonts w:ascii="Times New Roman" w:hAnsi="Times New Roman" w:cs="Times New Roman"/>
              </w:rPr>
              <w:t>Příloha</w:t>
            </w:r>
            <w:r w:rsidR="008D4C09">
              <w:rPr>
                <w:rFonts w:ascii="Times New Roman" w:hAnsi="Times New Roman" w:cs="Times New Roman"/>
              </w:rPr>
              <w:t xml:space="preserve"> </w:t>
            </w:r>
            <w:r w:rsidR="00B66D26" w:rsidRPr="00B66D26">
              <w:rPr>
                <w:rFonts w:ascii="Times New Roman" w:hAnsi="Times New Roman" w:cs="Times New Roman"/>
              </w:rPr>
              <w:t xml:space="preserve">- </w:t>
            </w:r>
            <w:r w:rsidR="008D4C09">
              <w:rPr>
                <w:rFonts w:ascii="Times New Roman" w:hAnsi="Times New Roman" w:cs="Times New Roman"/>
              </w:rPr>
              <w:t>Čistopis t</w:t>
            </w:r>
            <w:r w:rsidR="00B66D26" w:rsidRPr="00B66D26">
              <w:rPr>
                <w:rFonts w:ascii="Times New Roman" w:hAnsi="Times New Roman" w:cs="Times New Roman"/>
              </w:rPr>
              <w:t>ext</w:t>
            </w:r>
            <w:r w:rsidR="008D4C09">
              <w:rPr>
                <w:rFonts w:ascii="Times New Roman" w:hAnsi="Times New Roman" w:cs="Times New Roman"/>
              </w:rPr>
              <w:t>u</w:t>
            </w:r>
            <w:r w:rsidR="00B66D26" w:rsidRPr="00B66D26">
              <w:rPr>
                <w:rFonts w:ascii="Times New Roman" w:hAnsi="Times New Roman" w:cs="Times New Roman"/>
              </w:rPr>
              <w:t xml:space="preserve"> programu s</w:t>
            </w:r>
            <w:r w:rsidR="008D4C09">
              <w:rPr>
                <w:rFonts w:ascii="Times New Roman" w:hAnsi="Times New Roman" w:cs="Times New Roman"/>
              </w:rPr>
              <w:t> </w:t>
            </w:r>
            <w:r w:rsidR="00B66D26" w:rsidRPr="00B66D26">
              <w:rPr>
                <w:rFonts w:ascii="Times New Roman" w:hAnsi="Times New Roman" w:cs="Times New Roman"/>
              </w:rPr>
              <w:t>vyznačenými změnami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II."/>
                  </w:ddList>
                </w:ffData>
              </w:fldChar>
            </w:r>
            <w:bookmarkStart w:id="15" w:name="Rozevírací7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AB0591">
              <w:rPr>
                <w:rFonts w:ascii="Times New Roman" w:hAnsi="Times New Roman" w:cs="Times New Roman"/>
              </w:rPr>
            </w:r>
            <w:r w:rsidR="00AB0591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8D4C09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6" w:name="Text26"/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8D4C09">
              <w:rPr>
                <w:rFonts w:ascii="Times New Roman" w:hAnsi="Times New Roman" w:cs="Times New Roman"/>
              </w:rPr>
              <w:t xml:space="preserve">Příloha </w:t>
            </w:r>
            <w:bookmarkStart w:id="17" w:name="_GoBack"/>
            <w:bookmarkEnd w:id="17"/>
            <w:r w:rsidR="008D4C09">
              <w:rPr>
                <w:rFonts w:ascii="Times New Roman" w:hAnsi="Times New Roman" w:cs="Times New Roman"/>
              </w:rPr>
              <w:t>- Text programu s vyznačenými změnami v režimu revizí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</w:tr>
      <w:tr w:rsidR="00C54F8A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III."/>
                  </w:ddList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8D4C09" w:rsidRPr="005C6746">
              <w:rPr>
                <w:rFonts w:ascii="Times New Roman" w:hAnsi="Times New Roman" w:cs="Times New Roman"/>
              </w:rPr>
            </w:r>
            <w:r w:rsidR="00AB0591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5C6746" w:rsidRDefault="00F9384A" w:rsidP="008D4C09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8D4C09">
              <w:rPr>
                <w:rFonts w:ascii="Times New Roman" w:hAnsi="Times New Roman" w:cs="Times New Roman"/>
              </w:rPr>
              <w:t>Tisková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F9384A" w:rsidP="00331D85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B66D26" w:rsidRPr="00B66D26">
        <w:rPr>
          <w:rFonts w:ascii="Times New Roman" w:hAnsi="Times New Roman" w:cs="Times New Roman"/>
        </w:rPr>
        <w:t>Změna se předkládá na základě § 5 odst. 2 a odst. 3 zákona č. 130/2002 Sb., o</w:t>
      </w:r>
      <w:r w:rsidR="00B66D26">
        <w:rPr>
          <w:rFonts w:ascii="Times New Roman" w:hAnsi="Times New Roman" w:cs="Times New Roman"/>
        </w:rPr>
        <w:t> </w:t>
      </w:r>
      <w:r w:rsidR="00B66D26" w:rsidRPr="00B66D26">
        <w:rPr>
          <w:rFonts w:ascii="Times New Roman" w:hAnsi="Times New Roman" w:cs="Times New Roman"/>
        </w:rPr>
        <w:t>podpoře výzkumu, experimentálního vývoje a inovací z veřejných prostředků a</w:t>
      </w:r>
      <w:r w:rsidR="00B66D26">
        <w:rPr>
          <w:rFonts w:ascii="Times New Roman" w:hAnsi="Times New Roman" w:cs="Times New Roman"/>
        </w:rPr>
        <w:t> </w:t>
      </w:r>
      <w:r w:rsidR="00B66D26" w:rsidRPr="00B66D26">
        <w:rPr>
          <w:rFonts w:ascii="Times New Roman" w:hAnsi="Times New Roman" w:cs="Times New Roman"/>
        </w:rPr>
        <w:t>o změně některých souvisejících zákonů (zákon o podpoře výzkumu, experimentálního vývoje a inovací), ve znění pozdějších předpisů.</w:t>
      </w:r>
      <w:r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FA1E1A" w:rsidRPr="00202367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AD62B8" w:rsidRPr="00AD62B8">
        <w:rPr>
          <w:rFonts w:ascii="Times New Roman" w:hAnsi="Times New Roman" w:cs="Times New Roman"/>
          <w:noProof/>
        </w:rPr>
        <w:t>MVDr. Pavel Bělobrádek, Ph.D., MPA.</w:t>
      </w:r>
      <w:r>
        <w:rPr>
          <w:rFonts w:ascii="Times New Roman" w:hAnsi="Times New Roman" w:cs="Times New Roman"/>
        </w:rPr>
        <w:fldChar w:fldCharType="end"/>
      </w:r>
    </w:p>
    <w:p w:rsidR="00AD62B8" w:rsidRPr="00AD62B8" w:rsidRDefault="00F9384A" w:rsidP="00AD62B8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AD62B8" w:rsidRPr="00AD62B8">
        <w:rPr>
          <w:rFonts w:ascii="Times New Roman" w:hAnsi="Times New Roman" w:cs="Times New Roman"/>
          <w:noProof/>
        </w:rPr>
        <w:t>místopředseda vlády pro vědu, výzkum a inovace</w:t>
      </w:r>
    </w:p>
    <w:p w:rsidR="00FA1E1A" w:rsidRPr="006E0D7F" w:rsidRDefault="00AD62B8" w:rsidP="00AD62B8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AD62B8">
        <w:rPr>
          <w:rFonts w:ascii="Times New Roman" w:hAnsi="Times New Roman" w:cs="Times New Roman"/>
          <w:noProof/>
        </w:rPr>
        <w:t>a předseda Rady pro výzkum, vývoj a inovace</w:t>
      </w:r>
      <w:r w:rsidR="00F9384A"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result w:val="1"/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AB0591">
        <w:rPr>
          <w:rFonts w:ascii="Times New Roman" w:hAnsi="Times New Roman" w:cs="Times New Roman"/>
          <w:b/>
        </w:rPr>
      </w:r>
      <w:r w:rsidR="00AB0591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F526F6">
        <w:rPr>
          <w:rFonts w:ascii="Times New Roman" w:hAnsi="Times New Roman" w:cs="Times New Roman"/>
        </w:rPr>
        <w:t>Ing. Rut Bízková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F526F6" w:rsidRPr="00F526F6">
        <w:rPr>
          <w:rFonts w:ascii="Times New Roman" w:hAnsi="Times New Roman" w:cs="Times New Roman"/>
        </w:rPr>
        <w:t>předsedkyně Technologické agentury České republiky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IebhCKZMAGw05fuPi0aj19magI=" w:salt="4eQ6rSZtuTk1ILaCZMn/4w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CE"/>
    <w:rsid w:val="00013ACD"/>
    <w:rsid w:val="00027244"/>
    <w:rsid w:val="00040EA1"/>
    <w:rsid w:val="000467C4"/>
    <w:rsid w:val="00070DCE"/>
    <w:rsid w:val="0008107D"/>
    <w:rsid w:val="000814A5"/>
    <w:rsid w:val="00086BBE"/>
    <w:rsid w:val="0008718A"/>
    <w:rsid w:val="000A0E3B"/>
    <w:rsid w:val="000B4BA1"/>
    <w:rsid w:val="000C7F33"/>
    <w:rsid w:val="000E6BF4"/>
    <w:rsid w:val="000F2EDF"/>
    <w:rsid w:val="00110D16"/>
    <w:rsid w:val="00116DEA"/>
    <w:rsid w:val="00117D34"/>
    <w:rsid w:val="00131905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A26EF"/>
    <w:rsid w:val="001B2EDE"/>
    <w:rsid w:val="001B4A15"/>
    <w:rsid w:val="001C10E0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71C06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E38BF"/>
    <w:rsid w:val="002F055A"/>
    <w:rsid w:val="003153A8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20C5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3A0E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C234E"/>
    <w:rsid w:val="005C610B"/>
    <w:rsid w:val="005C6746"/>
    <w:rsid w:val="005E7888"/>
    <w:rsid w:val="005F55CD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6534F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4C09"/>
    <w:rsid w:val="008D6CAC"/>
    <w:rsid w:val="00910E2A"/>
    <w:rsid w:val="0093296E"/>
    <w:rsid w:val="00942A34"/>
    <w:rsid w:val="00972E7A"/>
    <w:rsid w:val="00983A59"/>
    <w:rsid w:val="009945AB"/>
    <w:rsid w:val="00995330"/>
    <w:rsid w:val="009A29FF"/>
    <w:rsid w:val="009B66D5"/>
    <w:rsid w:val="009F090B"/>
    <w:rsid w:val="00A232BD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0591"/>
    <w:rsid w:val="00AB72ED"/>
    <w:rsid w:val="00AC61FD"/>
    <w:rsid w:val="00AD62B8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66D26"/>
    <w:rsid w:val="00B84195"/>
    <w:rsid w:val="00B851E0"/>
    <w:rsid w:val="00B9662C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42650"/>
    <w:rsid w:val="00D46D17"/>
    <w:rsid w:val="00D50420"/>
    <w:rsid w:val="00D53649"/>
    <w:rsid w:val="00D57DCC"/>
    <w:rsid w:val="00D70E16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62DD"/>
    <w:rsid w:val="00F40AA2"/>
    <w:rsid w:val="00F526F6"/>
    <w:rsid w:val="00F6002B"/>
    <w:rsid w:val="00F76682"/>
    <w:rsid w:val="00F9384A"/>
    <w:rsid w:val="00F94CC1"/>
    <w:rsid w:val="00F95820"/>
    <w:rsid w:val="00FA1E1A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obalka_v006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7F8BE-1D78-4CEF-9888-97DB60EF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obalka_v006-1</Template>
  <TotalTime>48</TotalTime>
  <Pages>2</Pages>
  <Words>217</Words>
  <Characters>1282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Marie Novotná</cp:lastModifiedBy>
  <cp:revision>16</cp:revision>
  <cp:lastPrinted>2005-01-20T16:27:00Z</cp:lastPrinted>
  <dcterms:created xsi:type="dcterms:W3CDTF">2014-05-06T08:33:00Z</dcterms:created>
  <dcterms:modified xsi:type="dcterms:W3CDTF">2014-10-31T08:57:00Z</dcterms:modified>
  <cp:category>Šablony EKLEP</cp:category>
</cp:coreProperties>
</file>