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8"/>
        <w:gridCol w:w="1134"/>
        <w:gridCol w:w="3119"/>
        <w:gridCol w:w="3117"/>
      </w:tblGrid>
      <w:tr w:rsidR="00AD5C30" w:rsidTr="002C5225">
        <w:trPr>
          <w:cantSplit/>
          <w:trHeight w:val="624"/>
        </w:trPr>
        <w:tc>
          <w:tcPr>
            <w:tcW w:w="2268" w:type="dxa"/>
            <w:vMerge w:val="restart"/>
            <w:tcMar>
              <w:left w:w="0" w:type="dxa"/>
              <w:right w:w="0" w:type="dxa"/>
            </w:tcMar>
          </w:tcPr>
          <w:p w:rsidR="00AD5C30" w:rsidRDefault="00DD357D" w:rsidP="00E73D1E"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1" locked="0" layoutInCell="1" allowOverlap="1" wp14:anchorId="09FFFC7E" wp14:editId="3C863209">
                  <wp:simplePos x="0" y="0"/>
                  <wp:positionH relativeFrom="column">
                    <wp:posOffset>-80645</wp:posOffset>
                  </wp:positionH>
                  <wp:positionV relativeFrom="paragraph">
                    <wp:posOffset>-85394</wp:posOffset>
                  </wp:positionV>
                  <wp:extent cx="1624587" cy="868682"/>
                  <wp:effectExtent l="0" t="0" r="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o-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7" cy="868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vMerge w:val="restart"/>
          </w:tcPr>
          <w:p w:rsidR="00AD5C30" w:rsidRDefault="00AD5C30" w:rsidP="00AD5C30"/>
        </w:tc>
        <w:tc>
          <w:tcPr>
            <w:tcW w:w="6236" w:type="dxa"/>
            <w:gridSpan w:val="2"/>
          </w:tcPr>
          <w:p w:rsidR="00AD5C30" w:rsidRDefault="00AD5C30" w:rsidP="00AD5C30"/>
        </w:tc>
      </w:tr>
      <w:tr w:rsidR="00AD5C30" w:rsidTr="00AD5C30">
        <w:trPr>
          <w:cantSplit/>
          <w:trHeight w:val="510"/>
        </w:trPr>
        <w:tc>
          <w:tcPr>
            <w:tcW w:w="2268" w:type="dxa"/>
            <w:vMerge/>
            <w:tcMar>
              <w:left w:w="0" w:type="dxa"/>
              <w:right w:w="0" w:type="dxa"/>
            </w:tcMar>
          </w:tcPr>
          <w:p w:rsidR="00AD5C30" w:rsidRDefault="00AD5C30" w:rsidP="00E73D1E">
            <w:pPr>
              <w:rPr>
                <w:noProof/>
                <w:lang w:eastAsia="cs-CZ"/>
              </w:rPr>
            </w:pPr>
          </w:p>
        </w:tc>
        <w:tc>
          <w:tcPr>
            <w:tcW w:w="1134" w:type="dxa"/>
            <w:vMerge/>
          </w:tcPr>
          <w:p w:rsidR="00AD5C30" w:rsidRDefault="00AD5C30" w:rsidP="00811E3E"/>
        </w:tc>
        <w:tc>
          <w:tcPr>
            <w:tcW w:w="6236" w:type="dxa"/>
            <w:gridSpan w:val="2"/>
          </w:tcPr>
          <w:sdt>
            <w:sdtPr>
              <w:id w:val="-385879188"/>
              <w:placeholder>
                <w:docPart w:val="619717F9594343C88D2C746B4DE29E0C"/>
              </w:placeholder>
            </w:sdtPr>
            <w:sdtEndPr/>
            <w:sdtContent>
              <w:p w:rsidR="00AD5C30" w:rsidRDefault="002F1C01" w:rsidP="00AD5C30">
                <w:pPr>
                  <w:pStyle w:val="JM"/>
                </w:pPr>
                <w:r>
                  <w:t>Ing. Vladimír Procházka</w:t>
                </w:r>
              </w:p>
            </w:sdtContent>
          </w:sdt>
          <w:sdt>
            <w:sdtPr>
              <w:id w:val="1133219815"/>
              <w:placeholder>
                <w:docPart w:val="D71B7FE0FCB649B4B478D202623E52E8"/>
              </w:placeholder>
            </w:sdtPr>
            <w:sdtEndPr/>
            <w:sdtContent>
              <w:p w:rsidR="00AD5C30" w:rsidRDefault="002F1C01" w:rsidP="002F1C01">
                <w:pPr>
                  <w:pStyle w:val="JM"/>
                </w:pPr>
                <w:r>
                  <w:t>ředitel odboru Kanceláře ministerstva</w:t>
                </w:r>
              </w:p>
            </w:sdtContent>
          </w:sdt>
        </w:tc>
      </w:tr>
      <w:tr w:rsidR="00B93DAF" w:rsidTr="002C5225">
        <w:trPr>
          <w:trHeight w:val="1417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B93DAF" w:rsidRDefault="00B93DAF" w:rsidP="00646DB8"/>
        </w:tc>
      </w:tr>
      <w:tr w:rsidR="00BB6904" w:rsidTr="0079355E">
        <w:trPr>
          <w:cantSplit/>
          <w:trHeight w:val="1587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B93DAF" w:rsidRDefault="00B93DAF" w:rsidP="00B93DAF">
            <w:pPr>
              <w:pStyle w:val="Podpis1"/>
            </w:pPr>
            <w:r>
              <w:t>Vážený pan</w:t>
            </w:r>
          </w:p>
          <w:sdt>
            <w:sdtPr>
              <w:id w:val="-1985840961"/>
              <w:placeholder>
                <w:docPart w:val="E9E4C895A3AE4BA29E622E8E54F1112D"/>
              </w:placeholder>
            </w:sdtPr>
            <w:sdtEndPr/>
            <w:sdtContent>
              <w:p w:rsidR="00BB6904" w:rsidRDefault="00045520" w:rsidP="00B93DAF">
                <w:pPr>
                  <w:pStyle w:val="Podpis1"/>
                </w:pPr>
                <w:r>
                  <w:t xml:space="preserve">Mgr. Stanislav Novotný </w:t>
                </w:r>
              </w:p>
            </w:sdtContent>
          </w:sdt>
          <w:sdt>
            <w:sdtPr>
              <w:id w:val="1626266926"/>
              <w:placeholder>
                <w:docPart w:val="1E99ECC710B74208AABCDC2274F0BA52"/>
              </w:placeholder>
            </w:sdtPr>
            <w:sdtEndPr/>
            <w:sdtContent>
              <w:p w:rsidR="00683EA6" w:rsidRPr="00F54AFA" w:rsidRDefault="002F1C01" w:rsidP="00B93DAF">
                <w:pPr>
                  <w:pStyle w:val="Podpis1"/>
                </w:pPr>
                <w:r>
                  <w:t>ředitel odboru vládní agendy</w:t>
                </w:r>
              </w:p>
            </w:sdtContent>
          </w:sdt>
          <w:sdt>
            <w:sdtPr>
              <w:id w:val="1459216752"/>
              <w:placeholder>
                <w:docPart w:val="6B6CE6B7C64B4654BCE2C2D808D78AD7"/>
              </w:placeholder>
            </w:sdtPr>
            <w:sdtEndPr/>
            <w:sdtContent>
              <w:p w:rsidR="00683EA6" w:rsidRDefault="002F1C01" w:rsidP="00B93DAF">
                <w:pPr>
                  <w:pStyle w:val="Podpis1"/>
                </w:pPr>
                <w:r>
                  <w:t>Úřad vlády ČR</w:t>
                </w:r>
              </w:p>
            </w:sdtContent>
          </w:sdt>
          <w:p w:rsidR="004807EF" w:rsidRPr="004D1E42" w:rsidRDefault="002F1C01" w:rsidP="002F1C01">
            <w:pPr>
              <w:pStyle w:val="Podpis1"/>
            </w:pPr>
            <w:r>
              <w:t>Praha</w:t>
            </w:r>
          </w:p>
        </w:tc>
      </w:tr>
      <w:tr w:rsidR="00437ABE" w:rsidTr="00F46919">
        <w:trPr>
          <w:trHeight w:val="397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437ABE" w:rsidRDefault="00437ABE" w:rsidP="00B93DAF">
            <w:pPr>
              <w:pStyle w:val="Podpis1"/>
            </w:pPr>
          </w:p>
        </w:tc>
      </w:tr>
      <w:tr w:rsidR="001A5859" w:rsidTr="00BB7451">
        <w:trPr>
          <w:cantSplit/>
          <w:trHeight w:hRule="exact" w:val="1120"/>
        </w:trPr>
        <w:tc>
          <w:tcPr>
            <w:tcW w:w="6521" w:type="dxa"/>
            <w:gridSpan w:val="3"/>
            <w:tcMar>
              <w:left w:w="0" w:type="dxa"/>
              <w:right w:w="0" w:type="dxa"/>
            </w:tcMar>
          </w:tcPr>
          <w:p w:rsidR="001A5859" w:rsidRDefault="001A5859" w:rsidP="00D24848">
            <w:pPr>
              <w:pStyle w:val="Datum1"/>
            </w:pPr>
          </w:p>
        </w:tc>
        <w:tc>
          <w:tcPr>
            <w:tcW w:w="3117" w:type="dxa"/>
          </w:tcPr>
          <w:p w:rsidR="001A5859" w:rsidRDefault="001A5859" w:rsidP="00D24848">
            <w:pPr>
              <w:pStyle w:val="Datum1"/>
            </w:pPr>
            <w:r>
              <w:t xml:space="preserve">V Praze dne </w:t>
            </w:r>
            <w:sdt>
              <w:sdtPr>
                <w:id w:val="906652110"/>
                <w:placeholder>
                  <w:docPart w:val="BB17F69874D54CD599BB212939C36850"/>
                </w:placeholder>
              </w:sdtPr>
              <w:sdtEndPr/>
              <w:sdtContent>
                <w:r w:rsidR="00BB7451">
                  <w:t xml:space="preserve">          . </w:t>
                </w:r>
                <w:r w:rsidR="005B7158">
                  <w:t>července</w:t>
                </w:r>
                <w:r w:rsidR="00BB7451">
                  <w:t xml:space="preserve"> 2016</w:t>
                </w:r>
              </w:sdtContent>
            </w:sdt>
          </w:p>
          <w:p w:rsidR="00E24549" w:rsidRDefault="00E24549" w:rsidP="00E24549">
            <w:pPr>
              <w:pStyle w:val="Datum1"/>
            </w:pPr>
            <w:proofErr w:type="gramStart"/>
            <w:r>
              <w:t>Č.j.</w:t>
            </w:r>
            <w:proofErr w:type="gramEnd"/>
            <w:r>
              <w:t xml:space="preserve">: </w:t>
            </w:r>
            <w:sdt>
              <w:sdtPr>
                <w:id w:val="-1185286251"/>
                <w:placeholder>
                  <w:docPart w:val="F5EEC562325149F4AC561634703E0979"/>
                </w:placeholder>
              </w:sdtPr>
              <w:sdtEndPr/>
              <w:sdtContent>
                <w:r>
                  <w:t xml:space="preserve">MPO </w:t>
                </w:r>
                <w:r w:rsidR="005B7158">
                  <w:t>2108</w:t>
                </w:r>
                <w:r>
                  <w:t>/1</w:t>
                </w:r>
                <w:r w:rsidR="002052A3">
                  <w:t>6</w:t>
                </w:r>
                <w:r>
                  <w:t>/</w:t>
                </w:r>
                <w:r w:rsidR="00BB7451">
                  <w:t>61700/</w:t>
                </w:r>
                <w:r>
                  <w:t>10400</w:t>
                </w:r>
              </w:sdtContent>
            </w:sdt>
          </w:p>
          <w:p w:rsidR="00E24549" w:rsidRDefault="00E24549" w:rsidP="00E24549">
            <w:pPr>
              <w:pStyle w:val="Datum1"/>
            </w:pPr>
          </w:p>
          <w:p w:rsidR="001A5859" w:rsidRDefault="001A5859" w:rsidP="00D24848">
            <w:pPr>
              <w:pStyle w:val="Datum1"/>
            </w:pPr>
            <w:r>
              <w:t xml:space="preserve">čj. </w:t>
            </w:r>
            <w:sdt>
              <w:sdtPr>
                <w:id w:val="1027907194"/>
                <w:placeholder>
                  <w:docPart w:val="BAD3978D1147407F9285CD3499A69302"/>
                </w:placeholder>
              </w:sdtPr>
              <w:sdtEndPr/>
              <w:sdtContent>
                <w:r w:rsidR="00A819F7">
                  <w:t>10296/12/</w:t>
                </w:r>
                <w:r w:rsidR="00DC128D">
                  <w:t>61300/</w:t>
                </w:r>
                <w:r w:rsidR="00A819F7">
                  <w:t>10400</w:t>
                </w:r>
              </w:sdtContent>
            </w:sdt>
          </w:p>
          <w:sdt>
            <w:sdtPr>
              <w:id w:val="-1801609208"/>
              <w:placeholder>
                <w:docPart w:val="CED702B6EC7641C2914BF66E69CEC901"/>
              </w:placeholder>
            </w:sdtPr>
            <w:sdtEndPr/>
            <w:sdtContent>
              <w:p w:rsidR="001C342A" w:rsidRDefault="001C342A" w:rsidP="001C342A">
                <w:pPr>
                  <w:pStyle w:val="Datum1"/>
                </w:pPr>
              </w:p>
              <w:p w:rsidR="001C342A" w:rsidRDefault="001C342A" w:rsidP="001C342A">
                <w:pPr>
                  <w:pStyle w:val="Datum1"/>
                </w:pPr>
              </w:p>
              <w:p w:rsidR="001C342A" w:rsidRDefault="001C342A" w:rsidP="001C342A">
                <w:pPr>
                  <w:pStyle w:val="Datum1"/>
                </w:pPr>
              </w:p>
              <w:p w:rsidR="001A5859" w:rsidRDefault="005B7158" w:rsidP="001C342A">
                <w:pPr>
                  <w:pStyle w:val="Datum1"/>
                </w:pPr>
              </w:p>
            </w:sdtContent>
          </w:sdt>
        </w:tc>
      </w:tr>
      <w:tr w:rsidR="00736CB3" w:rsidTr="00F03947">
        <w:trPr>
          <w:trHeight w:val="397"/>
        </w:trPr>
        <w:tc>
          <w:tcPr>
            <w:tcW w:w="9638" w:type="dxa"/>
            <w:gridSpan w:val="4"/>
            <w:tcMar>
              <w:left w:w="0" w:type="dxa"/>
              <w:right w:w="0" w:type="dxa"/>
            </w:tcMar>
          </w:tcPr>
          <w:p w:rsidR="00736CB3" w:rsidRDefault="00736CB3" w:rsidP="00437ABE">
            <w:pPr>
              <w:pStyle w:val="Datum1"/>
            </w:pPr>
          </w:p>
        </w:tc>
      </w:tr>
    </w:tbl>
    <w:p w:rsidR="00F03947" w:rsidRDefault="00F03947">
      <w:pPr>
        <w:sectPr w:rsidR="00F03947" w:rsidSect="00D172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67" w:right="1134" w:bottom="567" w:left="1134" w:header="0" w:footer="567" w:gutter="0"/>
          <w:cols w:space="708"/>
          <w:formProt w:val="0"/>
          <w:docGrid w:linePitch="360"/>
        </w:sectPr>
      </w:pPr>
    </w:p>
    <w:p w:rsidR="00F03947" w:rsidRDefault="00F03947" w:rsidP="00F03947">
      <w:pPr>
        <w:pStyle w:val="KONEC"/>
      </w:pPr>
    </w:p>
    <w:p w:rsidR="00F03947" w:rsidRDefault="00F03947" w:rsidP="00F03947">
      <w:pPr>
        <w:pStyle w:val="KONEC"/>
      </w:pPr>
    </w:p>
    <w:sdt>
      <w:sdtPr>
        <w:id w:val="-823282327"/>
        <w:placeholder>
          <w:docPart w:val="2ED54A6399A3425382E4FF8E0ABBD800"/>
        </w:placeholder>
      </w:sdtPr>
      <w:sdtEndPr/>
      <w:sdtContent>
        <w:p w:rsidR="00F03947" w:rsidRDefault="002F1C01" w:rsidP="00F03947">
          <w:r>
            <w:t>Vážený pane řediteli,</w:t>
          </w:r>
        </w:p>
      </w:sdtContent>
    </w:sdt>
    <w:p w:rsidR="002F1C01" w:rsidRDefault="002F1C01" w:rsidP="002F1C01">
      <w:pPr>
        <w:pStyle w:val="KONEC"/>
      </w:pPr>
    </w:p>
    <w:sdt>
      <w:sdtPr>
        <w:id w:val="771058777"/>
        <w:placeholder>
          <w:docPart w:val="12783739CCFD4E05B008CDD99CAEB804"/>
        </w:placeholder>
      </w:sdtPr>
      <w:sdtEndPr/>
      <w:sdtContent>
        <w:p w:rsidR="005B7158" w:rsidRDefault="002F1C01" w:rsidP="002F1C01">
          <w:pPr>
            <w:ind w:firstLine="709"/>
            <w:jc w:val="both"/>
            <w:rPr>
              <w:szCs w:val="22"/>
            </w:rPr>
          </w:pPr>
          <w:r>
            <w:t xml:space="preserve"> materiál </w:t>
          </w:r>
          <w:r w:rsidR="00A819F7">
            <w:t>„</w:t>
          </w:r>
          <w:r w:rsidR="002052A3">
            <w:t>Investiční smlouva mezi ČR a General Electric International, Inc. včetně dalšího rozvoje leteckých a kosmických aktivit v ČR</w:t>
          </w:r>
          <w:r w:rsidR="00A819F7">
            <w:t>“</w:t>
          </w:r>
          <w:r w:rsidRPr="00C215B9">
            <w:t xml:space="preserve">, </w:t>
          </w:r>
          <w:r>
            <w:t>který byl zařazen na jedn</w:t>
          </w:r>
          <w:r w:rsidRPr="00DC128D">
            <w:rPr>
              <w:szCs w:val="22"/>
            </w:rPr>
            <w:t xml:space="preserve">ání vlády dne </w:t>
          </w:r>
          <w:r w:rsidR="002052A3">
            <w:rPr>
              <w:szCs w:val="22"/>
            </w:rPr>
            <w:t>11. července</w:t>
          </w:r>
          <w:r w:rsidR="00BB7451">
            <w:rPr>
              <w:szCs w:val="22"/>
            </w:rPr>
            <w:t xml:space="preserve"> 2016</w:t>
          </w:r>
          <w:r w:rsidRPr="00DC128D">
            <w:rPr>
              <w:szCs w:val="22"/>
            </w:rPr>
            <w:t xml:space="preserve"> pod </w:t>
          </w:r>
          <w:proofErr w:type="gramStart"/>
          <w:r w:rsidRPr="00DC128D">
            <w:rPr>
              <w:szCs w:val="22"/>
            </w:rPr>
            <w:t>č.j.</w:t>
          </w:r>
          <w:proofErr w:type="gramEnd"/>
          <w:r w:rsidRPr="00DC128D">
            <w:rPr>
              <w:szCs w:val="22"/>
            </w:rPr>
            <w:t xml:space="preserve"> </w:t>
          </w:r>
          <w:r w:rsidR="002052A3">
            <w:rPr>
              <w:szCs w:val="22"/>
            </w:rPr>
            <w:t>928</w:t>
          </w:r>
          <w:r w:rsidR="00BB7451">
            <w:rPr>
              <w:szCs w:val="22"/>
            </w:rPr>
            <w:t>/16</w:t>
          </w:r>
          <w:r w:rsidRPr="00DC128D">
            <w:rPr>
              <w:szCs w:val="22"/>
            </w:rPr>
            <w:t xml:space="preserve"> jako bod č. </w:t>
          </w:r>
          <w:r w:rsidR="002052A3">
            <w:rPr>
              <w:szCs w:val="22"/>
            </w:rPr>
            <w:t>2</w:t>
          </w:r>
          <w:r w:rsidR="00BB7451">
            <w:rPr>
              <w:szCs w:val="22"/>
            </w:rPr>
            <w:t>9</w:t>
          </w:r>
          <w:r w:rsidRPr="00DC128D">
            <w:rPr>
              <w:szCs w:val="22"/>
            </w:rPr>
            <w:t>,</w:t>
          </w:r>
          <w:r w:rsidR="002052A3">
            <w:rPr>
              <w:szCs w:val="22"/>
            </w:rPr>
            <w:t xml:space="preserve"> doznal </w:t>
          </w:r>
          <w:r w:rsidR="005B7158">
            <w:rPr>
              <w:szCs w:val="22"/>
            </w:rPr>
            <w:t xml:space="preserve">v </w:t>
          </w:r>
          <w:r w:rsidR="002052A3">
            <w:rPr>
              <w:szCs w:val="22"/>
            </w:rPr>
            <w:t>další</w:t>
          </w:r>
          <w:r w:rsidR="005B7158">
            <w:rPr>
              <w:szCs w:val="22"/>
            </w:rPr>
            <w:t>m</w:t>
          </w:r>
          <w:r w:rsidR="002052A3">
            <w:rPr>
              <w:szCs w:val="22"/>
            </w:rPr>
            <w:t xml:space="preserve"> řízení k vypořádání připomínek</w:t>
          </w:r>
          <w:r w:rsidR="005B7158">
            <w:rPr>
              <w:szCs w:val="22"/>
            </w:rPr>
            <w:t xml:space="preserve"> změn, a to v částech I. - IV.</w:t>
          </w:r>
          <w:r w:rsidRPr="00DC128D">
            <w:rPr>
              <w:szCs w:val="22"/>
            </w:rPr>
            <w:t xml:space="preserve"> </w:t>
          </w:r>
          <w:r w:rsidR="00DC128D" w:rsidRPr="00DC128D">
            <w:rPr>
              <w:szCs w:val="22"/>
            </w:rPr>
            <w:t>Změn</w:t>
          </w:r>
          <w:r w:rsidR="005B7158">
            <w:rPr>
              <w:szCs w:val="22"/>
            </w:rPr>
            <w:t>y</w:t>
          </w:r>
          <w:r w:rsidR="00DC128D" w:rsidRPr="00DC128D">
            <w:rPr>
              <w:szCs w:val="22"/>
            </w:rPr>
            <w:t xml:space="preserve"> spočív</w:t>
          </w:r>
          <w:r w:rsidR="005B7158">
            <w:rPr>
              <w:szCs w:val="22"/>
            </w:rPr>
            <w:t xml:space="preserve">ají především v  promítnutí ujednaných způsobů a zdrojů financování, čímž byla v rozhodujícím vypořádána </w:t>
          </w:r>
          <w:r w:rsidR="006B2A50">
            <w:rPr>
              <w:szCs w:val="22"/>
            </w:rPr>
            <w:t xml:space="preserve">zásadní připomínka Ministerstva financí, </w:t>
          </w:r>
          <w:r w:rsidR="005B7158">
            <w:rPr>
              <w:szCs w:val="22"/>
            </w:rPr>
            <w:t>a také v odstranění dalších rozporů či nejasností s ostatními resorty.</w:t>
          </w:r>
        </w:p>
        <w:p w:rsidR="002F1C01" w:rsidRDefault="002F1C01" w:rsidP="002F1C01">
          <w:pPr>
            <w:ind w:firstLine="709"/>
            <w:jc w:val="both"/>
          </w:pPr>
          <w:r>
            <w:t>Z tohoto důvodu si Vás dovoluji požádat o provedení výměny v originálu výše zmíněného materiálu. Do elektronické knihovny Úřadu vlády ČR (</w:t>
          </w:r>
          <w:proofErr w:type="spellStart"/>
          <w:r>
            <w:t>eKLEP</w:t>
          </w:r>
          <w:proofErr w:type="spellEnd"/>
          <w:r>
            <w:t xml:space="preserve">) již byla nová upravená verze </w:t>
          </w:r>
          <w:r w:rsidR="005B7158">
            <w:t xml:space="preserve">částí I. – IV. </w:t>
          </w:r>
          <w:bookmarkStart w:id="0" w:name="_GoBack"/>
          <w:bookmarkEnd w:id="0"/>
          <w:r>
            <w:t xml:space="preserve">vložena. </w:t>
          </w:r>
        </w:p>
        <w:p w:rsidR="002F1C01" w:rsidRDefault="002F1C01" w:rsidP="002F1C01">
          <w:pPr>
            <w:ind w:firstLine="708"/>
            <w:jc w:val="both"/>
          </w:pPr>
          <w:r>
            <w:t>S pozdravem</w:t>
          </w:r>
        </w:p>
        <w:p w:rsidR="002F1C01" w:rsidRDefault="002F1C01" w:rsidP="002F1C01">
          <w:pPr>
            <w:jc w:val="both"/>
          </w:pPr>
        </w:p>
        <w:p w:rsidR="002F1C01" w:rsidRDefault="002F1C01" w:rsidP="002F1C01">
          <w:pPr>
            <w:spacing w:after="0" w:line="240" w:lineRule="auto"/>
            <w:jc w:val="both"/>
          </w:pP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  <w:t xml:space="preserve">        </w:t>
          </w:r>
        </w:p>
        <w:p w:rsidR="00873DCA" w:rsidRDefault="005B7158" w:rsidP="002F1C01"/>
      </w:sdtContent>
    </w:sdt>
    <w:p w:rsidR="002F1C01" w:rsidRPr="00873DCA" w:rsidRDefault="00873DCA" w:rsidP="002F1C01">
      <w:pPr>
        <w:rPr>
          <w:u w:val="single"/>
        </w:rPr>
      </w:pPr>
      <w:r w:rsidRPr="00873DCA">
        <w:rPr>
          <w:u w:val="single"/>
        </w:rPr>
        <w:t>Příloha</w:t>
      </w:r>
    </w:p>
    <w:sectPr w:rsidR="002F1C01" w:rsidRPr="00873DCA" w:rsidSect="007432E6">
      <w:headerReference w:type="default" r:id="rId14"/>
      <w:type w:val="continuous"/>
      <w:pgSz w:w="11906" w:h="16838"/>
      <w:pgMar w:top="567" w:right="1134" w:bottom="567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75" w:rsidRDefault="00DE2C75" w:rsidP="00272062">
      <w:pPr>
        <w:spacing w:after="0" w:line="240" w:lineRule="auto"/>
      </w:pPr>
      <w:r>
        <w:separator/>
      </w:r>
    </w:p>
  </w:endnote>
  <w:endnote w:type="continuationSeparator" w:id="0">
    <w:p w:rsidR="00DE2C75" w:rsidRDefault="00DE2C75" w:rsidP="0027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2A" w:rsidRDefault="001C342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402"/>
      <w:gridCol w:w="6236"/>
    </w:tblGrid>
    <w:tr w:rsidR="00272062" w:rsidTr="00650C88">
      <w:trPr>
        <w:cantSplit/>
        <w:trHeight w:hRule="exact" w:val="567"/>
      </w:trPr>
      <w:tc>
        <w:tcPr>
          <w:tcW w:w="3402" w:type="dxa"/>
          <w:tcMar>
            <w:left w:w="0" w:type="dxa"/>
            <w:right w:w="0" w:type="dxa"/>
          </w:tcMar>
        </w:tcPr>
        <w:p w:rsidR="00272062" w:rsidRDefault="00272062" w:rsidP="00650C88"/>
      </w:tc>
      <w:tc>
        <w:tcPr>
          <w:tcW w:w="6236" w:type="dxa"/>
        </w:tcPr>
        <w:p w:rsidR="00272062" w:rsidRDefault="003C0445" w:rsidP="00650C88"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196877</wp:posOffset>
                </wp:positionH>
                <wp:positionV relativeFrom="paragraph">
                  <wp:posOffset>-1172983</wp:posOffset>
                </wp:positionV>
                <wp:extent cx="3755144" cy="1950724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motiv-A4-whit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5144" cy="19507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272062" w:rsidTr="00650C88">
      <w:tc>
        <w:tcPr>
          <w:tcW w:w="3402" w:type="dxa"/>
          <w:tcMar>
            <w:left w:w="0" w:type="dxa"/>
            <w:right w:w="0" w:type="dxa"/>
          </w:tcMar>
        </w:tcPr>
        <w:p w:rsidR="00272062" w:rsidRDefault="00272062" w:rsidP="001C342A">
          <w:pPr>
            <w:pStyle w:val="Adresa"/>
          </w:pPr>
        </w:p>
      </w:tc>
      <w:tc>
        <w:tcPr>
          <w:tcW w:w="6236" w:type="dxa"/>
        </w:tcPr>
        <w:p w:rsidR="00272062" w:rsidRDefault="00272062" w:rsidP="00650C88"/>
      </w:tc>
    </w:tr>
  </w:tbl>
  <w:p w:rsidR="00272062" w:rsidRDefault="00272062" w:rsidP="00272062">
    <w:pPr>
      <w:pStyle w:val="KONE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2A" w:rsidRDefault="001C34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75" w:rsidRDefault="00DE2C75" w:rsidP="00272062">
      <w:pPr>
        <w:spacing w:after="0" w:line="240" w:lineRule="auto"/>
      </w:pPr>
      <w:r>
        <w:separator/>
      </w:r>
    </w:p>
  </w:footnote>
  <w:footnote w:type="continuationSeparator" w:id="0">
    <w:p w:rsidR="00DE2C75" w:rsidRDefault="00DE2C75" w:rsidP="0027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2A" w:rsidRDefault="001C342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2A" w:rsidRDefault="001C342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2A" w:rsidRDefault="001C342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2E6" w:rsidRDefault="007432E6">
    <w:pPr>
      <w:pStyle w:val="Zhlav"/>
    </w:pPr>
  </w:p>
  <w:p w:rsidR="007432E6" w:rsidRDefault="007432E6">
    <w:pPr>
      <w:pStyle w:val="Zhlav"/>
    </w:pPr>
  </w:p>
  <w:p w:rsidR="007432E6" w:rsidRDefault="007432E6">
    <w:pPr>
      <w:pStyle w:val="Zhlav"/>
    </w:pPr>
  </w:p>
  <w:p w:rsidR="007432E6" w:rsidRDefault="007432E6">
    <w:pPr>
      <w:pStyle w:val="Zhlav"/>
    </w:pPr>
  </w:p>
  <w:p w:rsidR="007432E6" w:rsidRDefault="007432E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C01"/>
    <w:rsid w:val="00045520"/>
    <w:rsid w:val="00080883"/>
    <w:rsid w:val="000C1131"/>
    <w:rsid w:val="000C7D77"/>
    <w:rsid w:val="000E1486"/>
    <w:rsid w:val="000E2581"/>
    <w:rsid w:val="001179F6"/>
    <w:rsid w:val="00137ABC"/>
    <w:rsid w:val="001439EE"/>
    <w:rsid w:val="00150F7E"/>
    <w:rsid w:val="00180AF5"/>
    <w:rsid w:val="001872CB"/>
    <w:rsid w:val="001A5859"/>
    <w:rsid w:val="001C342A"/>
    <w:rsid w:val="001D60A3"/>
    <w:rsid w:val="001D71F6"/>
    <w:rsid w:val="001E09D7"/>
    <w:rsid w:val="002052A3"/>
    <w:rsid w:val="00221F7F"/>
    <w:rsid w:val="0023030D"/>
    <w:rsid w:val="00256D91"/>
    <w:rsid w:val="00272062"/>
    <w:rsid w:val="002935FF"/>
    <w:rsid w:val="002B2B42"/>
    <w:rsid w:val="002C5225"/>
    <w:rsid w:val="002C7F72"/>
    <w:rsid w:val="002D7EE1"/>
    <w:rsid w:val="002E4CA8"/>
    <w:rsid w:val="002F1C01"/>
    <w:rsid w:val="00322E43"/>
    <w:rsid w:val="0033706B"/>
    <w:rsid w:val="003519C0"/>
    <w:rsid w:val="0036472C"/>
    <w:rsid w:val="00365074"/>
    <w:rsid w:val="00391554"/>
    <w:rsid w:val="003935A6"/>
    <w:rsid w:val="003B1478"/>
    <w:rsid w:val="003C0445"/>
    <w:rsid w:val="003C0742"/>
    <w:rsid w:val="003C28AC"/>
    <w:rsid w:val="003C2D41"/>
    <w:rsid w:val="003C6DA4"/>
    <w:rsid w:val="003F6F8A"/>
    <w:rsid w:val="004306CC"/>
    <w:rsid w:val="00437ABE"/>
    <w:rsid w:val="00467AAC"/>
    <w:rsid w:val="00476E19"/>
    <w:rsid w:val="004807EF"/>
    <w:rsid w:val="00490954"/>
    <w:rsid w:val="004B6CB5"/>
    <w:rsid w:val="004D1E42"/>
    <w:rsid w:val="004F4402"/>
    <w:rsid w:val="004F4704"/>
    <w:rsid w:val="005027A7"/>
    <w:rsid w:val="00510C2C"/>
    <w:rsid w:val="00521A3A"/>
    <w:rsid w:val="005432C6"/>
    <w:rsid w:val="0055000B"/>
    <w:rsid w:val="00551AD7"/>
    <w:rsid w:val="00565EA8"/>
    <w:rsid w:val="005764C1"/>
    <w:rsid w:val="005B3323"/>
    <w:rsid w:val="005B7158"/>
    <w:rsid w:val="005E3C4C"/>
    <w:rsid w:val="0061465E"/>
    <w:rsid w:val="0063443E"/>
    <w:rsid w:val="00646DB8"/>
    <w:rsid w:val="00661EEB"/>
    <w:rsid w:val="00664910"/>
    <w:rsid w:val="00666488"/>
    <w:rsid w:val="006709CC"/>
    <w:rsid w:val="00683EA6"/>
    <w:rsid w:val="006862D2"/>
    <w:rsid w:val="00686356"/>
    <w:rsid w:val="006A2EC2"/>
    <w:rsid w:val="006A5EE4"/>
    <w:rsid w:val="006B0B1A"/>
    <w:rsid w:val="006B2A50"/>
    <w:rsid w:val="006B48A1"/>
    <w:rsid w:val="006E5CEC"/>
    <w:rsid w:val="006E5EDB"/>
    <w:rsid w:val="00707830"/>
    <w:rsid w:val="00736CB3"/>
    <w:rsid w:val="007432E6"/>
    <w:rsid w:val="007463A6"/>
    <w:rsid w:val="00754CF5"/>
    <w:rsid w:val="0079355E"/>
    <w:rsid w:val="007C0EA0"/>
    <w:rsid w:val="007C6EFF"/>
    <w:rsid w:val="00811E3E"/>
    <w:rsid w:val="00814B71"/>
    <w:rsid w:val="0085051C"/>
    <w:rsid w:val="00861587"/>
    <w:rsid w:val="00861E9F"/>
    <w:rsid w:val="00873DCA"/>
    <w:rsid w:val="008B4DBB"/>
    <w:rsid w:val="008B7862"/>
    <w:rsid w:val="008C0ADA"/>
    <w:rsid w:val="008C24FF"/>
    <w:rsid w:val="008F0DBE"/>
    <w:rsid w:val="00902F19"/>
    <w:rsid w:val="00907C02"/>
    <w:rsid w:val="00935389"/>
    <w:rsid w:val="00942A30"/>
    <w:rsid w:val="00972542"/>
    <w:rsid w:val="009859F0"/>
    <w:rsid w:val="00991FBA"/>
    <w:rsid w:val="009956A5"/>
    <w:rsid w:val="009A3639"/>
    <w:rsid w:val="009A5AFB"/>
    <w:rsid w:val="009C00C4"/>
    <w:rsid w:val="009D24DF"/>
    <w:rsid w:val="009E438F"/>
    <w:rsid w:val="009F4F31"/>
    <w:rsid w:val="00A0053A"/>
    <w:rsid w:val="00A00FA9"/>
    <w:rsid w:val="00A3610E"/>
    <w:rsid w:val="00A4367D"/>
    <w:rsid w:val="00A51940"/>
    <w:rsid w:val="00A53250"/>
    <w:rsid w:val="00A54A63"/>
    <w:rsid w:val="00A55F4D"/>
    <w:rsid w:val="00A571DE"/>
    <w:rsid w:val="00A75FC6"/>
    <w:rsid w:val="00A819F7"/>
    <w:rsid w:val="00AA1760"/>
    <w:rsid w:val="00AC5882"/>
    <w:rsid w:val="00AC6BCB"/>
    <w:rsid w:val="00AD5C30"/>
    <w:rsid w:val="00AE691F"/>
    <w:rsid w:val="00B05E36"/>
    <w:rsid w:val="00B237B3"/>
    <w:rsid w:val="00B30F7A"/>
    <w:rsid w:val="00B35BEC"/>
    <w:rsid w:val="00B50D82"/>
    <w:rsid w:val="00B51D9E"/>
    <w:rsid w:val="00B67AF4"/>
    <w:rsid w:val="00B93DAF"/>
    <w:rsid w:val="00BA072A"/>
    <w:rsid w:val="00BA7B78"/>
    <w:rsid w:val="00BB6904"/>
    <w:rsid w:val="00BB7451"/>
    <w:rsid w:val="00BC4E94"/>
    <w:rsid w:val="00BE1C50"/>
    <w:rsid w:val="00C10C23"/>
    <w:rsid w:val="00C316CA"/>
    <w:rsid w:val="00C50950"/>
    <w:rsid w:val="00C63545"/>
    <w:rsid w:val="00C869A0"/>
    <w:rsid w:val="00CD48A5"/>
    <w:rsid w:val="00D170B9"/>
    <w:rsid w:val="00D17231"/>
    <w:rsid w:val="00D3695C"/>
    <w:rsid w:val="00D54143"/>
    <w:rsid w:val="00D57C0B"/>
    <w:rsid w:val="00D618E7"/>
    <w:rsid w:val="00DC128D"/>
    <w:rsid w:val="00DD357D"/>
    <w:rsid w:val="00DE2C75"/>
    <w:rsid w:val="00DE7FB5"/>
    <w:rsid w:val="00E24549"/>
    <w:rsid w:val="00E45538"/>
    <w:rsid w:val="00E51B21"/>
    <w:rsid w:val="00E66966"/>
    <w:rsid w:val="00E73D1E"/>
    <w:rsid w:val="00E96B44"/>
    <w:rsid w:val="00E97370"/>
    <w:rsid w:val="00EA2A50"/>
    <w:rsid w:val="00EA5DCF"/>
    <w:rsid w:val="00EB1696"/>
    <w:rsid w:val="00EB4E05"/>
    <w:rsid w:val="00EE1CAD"/>
    <w:rsid w:val="00EE674D"/>
    <w:rsid w:val="00EF1207"/>
    <w:rsid w:val="00F03947"/>
    <w:rsid w:val="00F102A3"/>
    <w:rsid w:val="00F33528"/>
    <w:rsid w:val="00F352AD"/>
    <w:rsid w:val="00F46919"/>
    <w:rsid w:val="00F54AFA"/>
    <w:rsid w:val="00F560BE"/>
    <w:rsid w:val="00FA4635"/>
    <w:rsid w:val="00FC02A2"/>
    <w:rsid w:val="00FC1463"/>
    <w:rsid w:val="00FC194B"/>
    <w:rsid w:val="00FF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4DF3E89-A4C4-4809-9105-71257EF9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Datum1">
    <w:name w:val="Datum1"/>
    <w:basedOn w:val="Normln"/>
    <w:qFormat/>
    <w:rsid w:val="00FF3012"/>
    <w:pPr>
      <w:spacing w:after="0" w:line="340" w:lineRule="exact"/>
    </w:pPr>
  </w:style>
  <w:style w:type="paragraph" w:customStyle="1" w:styleId="Adresa">
    <w:name w:val="Adresa"/>
    <w:basedOn w:val="Normln"/>
    <w:qFormat/>
    <w:rsid w:val="008F0DBE"/>
    <w:pPr>
      <w:spacing w:after="0" w:line="240" w:lineRule="auto"/>
    </w:pPr>
    <w:rPr>
      <w:color w:val="004B8D"/>
      <w:sz w:val="18"/>
      <w14:numForm w14:val="oldStyle"/>
    </w:rPr>
  </w:style>
  <w:style w:type="paragraph" w:customStyle="1" w:styleId="Podpis1">
    <w:name w:val="Podpis1"/>
    <w:basedOn w:val="Normln"/>
    <w:qFormat/>
    <w:rsid w:val="00683EA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rsid w:val="00272062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0E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E2581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E9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M">
    <w:name w:val="JM"/>
    <w:basedOn w:val="Normln"/>
    <w:qFormat/>
    <w:rsid w:val="00AD5C30"/>
    <w:pPr>
      <w:spacing w:after="0" w:line="240" w:lineRule="exact"/>
    </w:pPr>
  </w:style>
  <w:style w:type="character" w:styleId="Hypertextovodkaz">
    <w:name w:val="Hyperlink"/>
    <w:basedOn w:val="Standardnpsmoodstavce"/>
    <w:rsid w:val="00EB4E05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272062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272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062"/>
    <w:rPr>
      <w:rFonts w:asciiTheme="minorHAnsi" w:hAnsiTheme="minorHAnsi"/>
      <w:sz w:val="22"/>
      <w:szCs w:val="24"/>
      <w:lang w:eastAsia="en-US"/>
    </w:rPr>
  </w:style>
  <w:style w:type="paragraph" w:customStyle="1" w:styleId="KONEC">
    <w:name w:val="KONEC"/>
    <w:basedOn w:val="Normln"/>
    <w:qFormat/>
    <w:rsid w:val="00272062"/>
    <w:pPr>
      <w:spacing w:after="0" w:line="240" w:lineRule="auto"/>
    </w:pPr>
    <w:rPr>
      <w:sz w:val="2"/>
    </w:rPr>
  </w:style>
  <w:style w:type="paragraph" w:customStyle="1" w:styleId="Normlnodsazen">
    <w:name w:val="Normální_odsazený"/>
    <w:basedOn w:val="Normln"/>
    <w:qFormat/>
    <w:rsid w:val="00F03947"/>
    <w:pPr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5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3%20&#218;&#345;ad\Intern&#237;%20sd&#283;elen&#237;,dopisy%20a%20faxy\U-03%20Dopisn&#237;%20pap&#237;r%20barevn&#253;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9717F9594343C88D2C746B4DE29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F72593-7069-45DE-A4E5-753A9319B799}"/>
      </w:docPartPr>
      <w:docPartBody>
        <w:p w:rsidR="004B0B47" w:rsidRDefault="00856F2D">
          <w:pPr>
            <w:pStyle w:val="619717F9594343C88D2C746B4DE29E0C"/>
          </w:pPr>
          <w:r>
            <w:rPr>
              <w:rStyle w:val="Zstupntext"/>
            </w:rPr>
            <w:t>Zadejte Jméno Příjmení</w:t>
          </w:r>
        </w:p>
      </w:docPartBody>
    </w:docPart>
    <w:docPart>
      <w:docPartPr>
        <w:name w:val="D71B7FE0FCB649B4B478D202623E52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EADB0-508A-4F14-9336-F29330B6FA78}"/>
      </w:docPartPr>
      <w:docPartBody>
        <w:p w:rsidR="004B0B47" w:rsidRDefault="00856F2D">
          <w:pPr>
            <w:pStyle w:val="D71B7FE0FCB649B4B478D202623E52E8"/>
          </w:pPr>
          <w:r>
            <w:rPr>
              <w:rStyle w:val="Zstupntext"/>
            </w:rPr>
            <w:t>Z</w:t>
          </w:r>
          <w:r w:rsidRPr="009A6D77">
            <w:rPr>
              <w:rStyle w:val="Zstupntext"/>
            </w:rPr>
            <w:t xml:space="preserve">adejte </w:t>
          </w:r>
          <w:r>
            <w:rPr>
              <w:rStyle w:val="Zstupntext"/>
            </w:rPr>
            <w:t>funkci</w:t>
          </w:r>
        </w:p>
      </w:docPartBody>
    </w:docPart>
    <w:docPart>
      <w:docPartPr>
        <w:name w:val="E9E4C895A3AE4BA29E622E8E54F11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4386B-CE3A-44B3-9CEC-03BD071C4B7D}"/>
      </w:docPartPr>
      <w:docPartBody>
        <w:p w:rsidR="004B0B47" w:rsidRDefault="00856F2D">
          <w:pPr>
            <w:pStyle w:val="E9E4C895A3AE4BA29E622E8E54F1112D"/>
          </w:pPr>
          <w:r>
            <w:t>Zadejte Jméno Příjmení</w:t>
          </w:r>
        </w:p>
      </w:docPartBody>
    </w:docPart>
    <w:docPart>
      <w:docPartPr>
        <w:name w:val="1E99ECC710B74208AABCDC2274F0B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082960-F79C-423F-8ED0-E6F4DA288087}"/>
      </w:docPartPr>
      <w:docPartBody>
        <w:p w:rsidR="004B0B47" w:rsidRDefault="00856F2D">
          <w:pPr>
            <w:pStyle w:val="1E99ECC710B74208AABCDC2274F0BA52"/>
          </w:pPr>
          <w:r>
            <w:t>Zadejte funkci</w:t>
          </w:r>
        </w:p>
      </w:docPartBody>
    </w:docPart>
    <w:docPart>
      <w:docPartPr>
        <w:name w:val="6B6CE6B7C64B4654BCE2C2D808D78A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5321D-60E4-4547-9997-92D97B8771A1}"/>
      </w:docPartPr>
      <w:docPartBody>
        <w:p w:rsidR="004B0B47" w:rsidRDefault="00856F2D">
          <w:pPr>
            <w:pStyle w:val="6B6CE6B7C64B4654BCE2C2D808D78AD7"/>
          </w:pPr>
          <w:r>
            <w:t>Zadejte název společnosti</w:t>
          </w:r>
        </w:p>
      </w:docPartBody>
    </w:docPart>
    <w:docPart>
      <w:docPartPr>
        <w:name w:val="BB17F69874D54CD599BB212939C36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034A1-3589-41E3-915B-84A2BE5182DC}"/>
      </w:docPartPr>
      <w:docPartBody>
        <w:p w:rsidR="004B0B47" w:rsidRDefault="00856F2D">
          <w:pPr>
            <w:pStyle w:val="BB17F69874D54CD599BB212939C36850"/>
          </w:pPr>
          <w:r>
            <w:rPr>
              <w:rStyle w:val="Zstupntext"/>
            </w:rPr>
            <w:t>Z</w:t>
          </w:r>
          <w:r w:rsidRPr="004C0B92">
            <w:rPr>
              <w:rStyle w:val="Zstupntext"/>
            </w:rPr>
            <w:t xml:space="preserve">adejte </w:t>
          </w:r>
          <w:r>
            <w:rPr>
              <w:rStyle w:val="Zstupntext"/>
            </w:rPr>
            <w:t>datum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BAD3978D1147407F9285CD3499A693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59FA2-EFD9-4A4E-A453-513931FCEEE5}"/>
      </w:docPartPr>
      <w:docPartBody>
        <w:p w:rsidR="004B0B47" w:rsidRDefault="00856F2D">
          <w:pPr>
            <w:pStyle w:val="BAD3978D1147407F9285CD3499A69302"/>
          </w:pPr>
          <w:r w:rsidRPr="00E2627E">
            <w:rPr>
              <w:rStyle w:val="Zstupntext"/>
            </w:rPr>
            <w:t>Klikněte sem a zadejte text.</w:t>
          </w:r>
        </w:p>
      </w:docPartBody>
    </w:docPart>
    <w:docPart>
      <w:docPartPr>
        <w:name w:val="CED702B6EC7641C2914BF66E69CEC9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6E387-B53A-44AE-9F5F-EC31607219C4}"/>
      </w:docPartPr>
      <w:docPartBody>
        <w:p w:rsidR="004B0B47" w:rsidRDefault="00856F2D">
          <w:pPr>
            <w:pStyle w:val="CED702B6EC7641C2914BF66E69CEC901"/>
          </w:pPr>
          <w:r w:rsidRPr="00E2627E">
            <w:rPr>
              <w:rStyle w:val="Zstupntext"/>
            </w:rPr>
            <w:t>Klikněte sem a</w:t>
          </w:r>
          <w:r>
            <w:rPr>
              <w:rStyle w:val="Zstupntext"/>
            </w:rPr>
            <w:t xml:space="preserve"> zadejte</w:t>
          </w:r>
          <w:r w:rsidRPr="00E2627E">
            <w:rPr>
              <w:rStyle w:val="Zstupntext"/>
            </w:rPr>
            <w:t xml:space="preserve"> </w:t>
          </w:r>
          <w:r>
            <w:rPr>
              <w:rStyle w:val="Zstupntext"/>
            </w:rPr>
            <w:t>PID</w:t>
          </w:r>
          <w:r w:rsidRPr="00E2627E">
            <w:rPr>
              <w:rStyle w:val="Zstupntext"/>
            </w:rPr>
            <w:t>.</w:t>
          </w:r>
        </w:p>
      </w:docPartBody>
    </w:docPart>
    <w:docPart>
      <w:docPartPr>
        <w:name w:val="2ED54A6399A3425382E4FF8E0ABBD8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9DC463-EF9B-497C-B50D-54D3CD80B955}"/>
      </w:docPartPr>
      <w:docPartBody>
        <w:p w:rsidR="004B0B47" w:rsidRDefault="00856F2D">
          <w:pPr>
            <w:pStyle w:val="2ED54A6399A3425382E4FF8E0ABBD800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text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12783739CCFD4E05B008CDD99CAEB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69D457-C365-4F71-9AC0-F882C8A333E8}"/>
      </w:docPartPr>
      <w:docPartBody>
        <w:p w:rsidR="004B0B47" w:rsidRDefault="00856F2D" w:rsidP="00856F2D">
          <w:pPr>
            <w:pStyle w:val="12783739CCFD4E05B008CDD99CAEB804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text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F5EEC562325149F4AC561634703E09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521495-CAF2-4B67-B478-0250622D73E8}"/>
      </w:docPartPr>
      <w:docPartBody>
        <w:p w:rsidR="005F1BAB" w:rsidRDefault="00DB109C" w:rsidP="00DB109C">
          <w:pPr>
            <w:pStyle w:val="F5EEC562325149F4AC561634703E097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F2D"/>
    <w:rsid w:val="00057614"/>
    <w:rsid w:val="004B0B47"/>
    <w:rsid w:val="005F1BAB"/>
    <w:rsid w:val="00856F2D"/>
    <w:rsid w:val="00C3714C"/>
    <w:rsid w:val="00DB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09C"/>
  </w:style>
  <w:style w:type="paragraph" w:customStyle="1" w:styleId="619717F9594343C88D2C746B4DE29E0C">
    <w:name w:val="619717F9594343C88D2C746B4DE29E0C"/>
  </w:style>
  <w:style w:type="paragraph" w:customStyle="1" w:styleId="D71B7FE0FCB649B4B478D202623E52E8">
    <w:name w:val="D71B7FE0FCB649B4B478D202623E52E8"/>
  </w:style>
  <w:style w:type="paragraph" w:customStyle="1" w:styleId="E9E4C895A3AE4BA29E622E8E54F1112D">
    <w:name w:val="E9E4C895A3AE4BA29E622E8E54F1112D"/>
  </w:style>
  <w:style w:type="paragraph" w:customStyle="1" w:styleId="1E99ECC710B74208AABCDC2274F0BA52">
    <w:name w:val="1E99ECC710B74208AABCDC2274F0BA52"/>
  </w:style>
  <w:style w:type="paragraph" w:customStyle="1" w:styleId="6B6CE6B7C64B4654BCE2C2D808D78AD7">
    <w:name w:val="6B6CE6B7C64B4654BCE2C2D808D78AD7"/>
  </w:style>
  <w:style w:type="paragraph" w:customStyle="1" w:styleId="E828B2CE00974E1F9BC7C6D371237BE6">
    <w:name w:val="E828B2CE00974E1F9BC7C6D371237BE6"/>
  </w:style>
  <w:style w:type="paragraph" w:customStyle="1" w:styleId="F467728066214BC79F4D18D41722E346">
    <w:name w:val="F467728066214BC79F4D18D41722E346"/>
  </w:style>
  <w:style w:type="paragraph" w:customStyle="1" w:styleId="BB17F69874D54CD599BB212939C36850">
    <w:name w:val="BB17F69874D54CD599BB212939C36850"/>
  </w:style>
  <w:style w:type="paragraph" w:customStyle="1" w:styleId="BAD3978D1147407F9285CD3499A69302">
    <w:name w:val="BAD3978D1147407F9285CD3499A69302"/>
  </w:style>
  <w:style w:type="paragraph" w:customStyle="1" w:styleId="CED702B6EC7641C2914BF66E69CEC901">
    <w:name w:val="CED702B6EC7641C2914BF66E69CEC901"/>
  </w:style>
  <w:style w:type="paragraph" w:customStyle="1" w:styleId="2ED54A6399A3425382E4FF8E0ABBD800">
    <w:name w:val="2ED54A6399A3425382E4FF8E0ABBD800"/>
  </w:style>
  <w:style w:type="paragraph" w:customStyle="1" w:styleId="12783739CCFD4E05B008CDD99CAEB804">
    <w:name w:val="12783739CCFD4E05B008CDD99CAEB804"/>
    <w:rsid w:val="00856F2D"/>
  </w:style>
  <w:style w:type="paragraph" w:customStyle="1" w:styleId="F5EEC562325149F4AC561634703E0979">
    <w:name w:val="F5EEC562325149F4AC561634703E0979"/>
    <w:rsid w:val="00DB109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7D5A7-8549-4066-9B18-7563363C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U-03 Dopisní papír barevný CZ.dotm</Template>
  <TotalTime>18</TotalTime>
  <Pages>1</Pages>
  <Words>149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S-COMP Centre CZ s.r.o.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Roháčová Alena</dc:creator>
  <cp:lastModifiedBy>Možný Jindřich</cp:lastModifiedBy>
  <cp:revision>3</cp:revision>
  <cp:lastPrinted>2016-02-01T14:00:00Z</cp:lastPrinted>
  <dcterms:created xsi:type="dcterms:W3CDTF">2016-07-20T13:37:00Z</dcterms:created>
  <dcterms:modified xsi:type="dcterms:W3CDTF">2016-07-20T13:55:00Z</dcterms:modified>
</cp:coreProperties>
</file>