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1"/>
    </w:p>
    <w:p w:rsidR="004D4E7B" w:rsidRPr="003520AB" w:rsidRDefault="007641F0" w:rsidP="001F588A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3353E8" w:rsidRPr="003353E8">
        <w:rPr>
          <w:b/>
        </w:rPr>
        <w:t>Akční plán rozvoje lidských zdrojů pro výzkum, vývoj a inovace a</w:t>
      </w:r>
      <w:r w:rsidR="003353E8">
        <w:rPr>
          <w:b/>
        </w:rPr>
        <w:t> </w:t>
      </w:r>
      <w:r w:rsidR="003353E8" w:rsidRPr="003353E8">
        <w:rPr>
          <w:b/>
        </w:rPr>
        <w:t>genderové</w:t>
      </w:r>
      <w:r w:rsidR="003353E8">
        <w:rPr>
          <w:b/>
        </w:rPr>
        <w:t> </w:t>
      </w:r>
      <w:r w:rsidR="003353E8" w:rsidRPr="003353E8">
        <w:rPr>
          <w:b/>
        </w:rPr>
        <w:t>rovnosti</w:t>
      </w:r>
      <w:r w:rsidR="003353E8">
        <w:rPr>
          <w:b/>
        </w:rPr>
        <w:t> </w:t>
      </w:r>
      <w:r w:rsidR="003353E8" w:rsidRPr="003353E8">
        <w:rPr>
          <w:b/>
        </w:rPr>
        <w:t>ve</w:t>
      </w:r>
      <w:r w:rsidR="003353E8">
        <w:rPr>
          <w:b/>
        </w:rPr>
        <w:t> </w:t>
      </w:r>
      <w:r w:rsidR="003353E8" w:rsidRPr="003353E8">
        <w:rPr>
          <w:b/>
        </w:rPr>
        <w:t>výzkumu, vývoji a inovacích v</w:t>
      </w:r>
      <w:r w:rsidR="00327616">
        <w:rPr>
          <w:b/>
        </w:rPr>
        <w:t> </w:t>
      </w:r>
      <w:r w:rsidR="003353E8" w:rsidRPr="003353E8">
        <w:rPr>
          <w:b/>
        </w:rPr>
        <w:t>ČR</w:t>
      </w:r>
      <w:r w:rsidR="00327616">
        <w:rPr>
          <w:b/>
        </w:rPr>
        <w:t xml:space="preserve"> </w:t>
      </w:r>
      <w:r w:rsidR="00327616" w:rsidRPr="00327616">
        <w:rPr>
          <w:b/>
        </w:rPr>
        <w:t>na léta 2018 až 2020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1F588A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 w:rsidR="00F846C3">
        <w:instrText xml:space="preserve"> FORMDROPDOWN </w:instrText>
      </w:r>
      <w:r w:rsidR="00316556">
        <w:fldChar w:fldCharType="separate"/>
      </w:r>
      <w:r>
        <w:fldChar w:fldCharType="end"/>
      </w:r>
      <w:bookmarkEnd w:id="3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4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="00F846C3" w:rsidRPr="003520AB">
        <w:instrText xml:space="preserve"> FORMTEXT </w:instrText>
      </w:r>
      <w:r w:rsidRPr="003520AB">
        <w:fldChar w:fldCharType="separate"/>
      </w:r>
      <w:r w:rsidR="003353E8" w:rsidRPr="003353E8">
        <w:rPr>
          <w:noProof/>
        </w:rPr>
        <w:t>Akční plán rozvoje lidských zdrojů pro výzkum, vývoj a inovace a</w:t>
      </w:r>
      <w:r w:rsidR="003353E8">
        <w:rPr>
          <w:noProof/>
        </w:rPr>
        <w:t> </w:t>
      </w:r>
      <w:r w:rsidR="003353E8" w:rsidRPr="003353E8">
        <w:rPr>
          <w:noProof/>
        </w:rPr>
        <w:t>genderové rovnosti ve výzkumu, vývoji a inovacích v ČR</w:t>
      </w:r>
      <w:r w:rsidR="008337BF">
        <w:rPr>
          <w:noProof/>
        </w:rPr>
        <w:t xml:space="preserve"> </w:t>
      </w:r>
      <w:r w:rsidR="001F588A">
        <w:rPr>
          <w:noProof/>
        </w:rPr>
        <w:t xml:space="preserve">uvedený v části III. </w:t>
      </w:r>
      <w:r w:rsidR="008337BF">
        <w:rPr>
          <w:noProof/>
        </w:rPr>
        <w:t>materiálu</w:t>
      </w:r>
      <w:r w:rsidR="00623F24">
        <w:rPr>
          <w:noProof/>
        </w:rPr>
        <w:t>;</w:t>
      </w:r>
      <w:r w:rsidRPr="003520AB">
        <w:fldChar w:fldCharType="end"/>
      </w:r>
      <w:bookmarkEnd w:id="5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 w:rsidR="00F846C3">
        <w:instrText xml:space="preserve"> FORMDROPDOWN </w:instrText>
      </w:r>
      <w:r w:rsidR="00316556">
        <w:fldChar w:fldCharType="separate"/>
      </w:r>
      <w:r>
        <w:fldChar w:fldCharType="end"/>
      </w:r>
      <w:bookmarkEnd w:id="6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7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ministr</w:t>
      </w:r>
      <w:r w:rsidR="003353E8">
        <w:rPr>
          <w:noProof/>
        </w:rPr>
        <w:t>u</w:t>
      </w:r>
      <w:r w:rsidR="00083C24" w:rsidRPr="00083C24">
        <w:rPr>
          <w:noProof/>
        </w:rPr>
        <w:t xml:space="preserve"> školství, mládeže a tělovýchovy</w:t>
      </w:r>
      <w:r w:rsidR="001F588A">
        <w:rPr>
          <w:noProof/>
        </w:rPr>
        <w:t>, místopředsedovi vlády pro vědu, výzkum a inovace a předsedovi Rady pro výzkum, vývoj a inovace</w:t>
      </w:r>
      <w:r w:rsidR="003353E8">
        <w:rPr>
          <w:noProof/>
        </w:rPr>
        <w:t xml:space="preserve"> a </w:t>
      </w:r>
      <w:r w:rsidR="003353E8" w:rsidRPr="003353E8">
        <w:rPr>
          <w:noProof/>
        </w:rPr>
        <w:t xml:space="preserve">vedoucím ostatních ústředních orgánů státní správy, </w:t>
      </w:r>
      <w:r w:rsidR="007C411F">
        <w:rPr>
          <w:noProof/>
        </w:rPr>
        <w:t>aby v rámci své působnosti</w:t>
      </w:r>
      <w:r w:rsidR="003353E8">
        <w:rPr>
          <w:noProof/>
        </w:rPr>
        <w:t xml:space="preserve"> </w:t>
      </w:r>
      <w:r w:rsidR="00083C24">
        <w:rPr>
          <w:noProof/>
        </w:rPr>
        <w:t>zajisti</w:t>
      </w:r>
      <w:r w:rsidR="007C411F">
        <w:rPr>
          <w:noProof/>
        </w:rPr>
        <w:t>li</w:t>
      </w:r>
      <w:r w:rsidR="00083C24">
        <w:rPr>
          <w:noProof/>
        </w:rPr>
        <w:t xml:space="preserve"> </w:t>
      </w:r>
      <w:r w:rsidR="001F588A">
        <w:rPr>
          <w:noProof/>
        </w:rPr>
        <w:t>plnění opatření</w:t>
      </w:r>
      <w:r w:rsidR="00C0461B">
        <w:rPr>
          <w:noProof/>
        </w:rPr>
        <w:t xml:space="preserve">, </w:t>
      </w:r>
      <w:r w:rsidR="00BD2916">
        <w:rPr>
          <w:noProof/>
        </w:rPr>
        <w:t>která</w:t>
      </w:r>
      <w:r w:rsidR="001F588A">
        <w:rPr>
          <w:noProof/>
        </w:rPr>
        <w:t xml:space="preserve"> </w:t>
      </w:r>
      <w:r w:rsidR="00C0461B">
        <w:rPr>
          <w:noProof/>
        </w:rPr>
        <w:t xml:space="preserve">jsou </w:t>
      </w:r>
      <w:r w:rsidR="00BD2916">
        <w:rPr>
          <w:noProof/>
        </w:rPr>
        <w:t xml:space="preserve">Akčním plánem </w:t>
      </w:r>
      <w:r w:rsidR="001F588A">
        <w:rPr>
          <w:noProof/>
        </w:rPr>
        <w:t>stanoven</w:t>
      </w:r>
      <w:r w:rsidR="00C0461B">
        <w:rPr>
          <w:noProof/>
        </w:rPr>
        <w:t>a</w:t>
      </w:r>
      <w:r w:rsidR="00327616">
        <w:rPr>
          <w:noProof/>
        </w:rPr>
        <w:t>;</w:t>
      </w:r>
      <w:r w:rsidRPr="003520AB">
        <w:fldChar w:fldCharType="end"/>
      </w:r>
      <w:bookmarkEnd w:id="8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9" w:name="Rozevírací6"/>
      <w:r w:rsidR="00F846C3">
        <w:instrText xml:space="preserve"> FORMDROPDOWN </w:instrText>
      </w:r>
      <w:r w:rsidR="00316556">
        <w:fldChar w:fldCharType="separate"/>
      </w:r>
      <w:r>
        <w:fldChar w:fldCharType="end"/>
      </w:r>
      <w:bookmarkEnd w:id="9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327616">
        <w:rPr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7D527C" w:rsidRPr="007D527C">
        <w:t>ministr</w:t>
      </w:r>
      <w:r w:rsidR="007D527C">
        <w:t>u</w:t>
      </w:r>
      <w:r w:rsidR="007D527C" w:rsidRPr="007D527C">
        <w:t xml:space="preserve"> financí zajistit v návrhu </w:t>
      </w:r>
      <w:r w:rsidR="007D527C">
        <w:t xml:space="preserve">výdajů státního </w:t>
      </w:r>
      <w:r w:rsidR="007D527C" w:rsidRPr="007D527C">
        <w:t xml:space="preserve">rozpočtu </w:t>
      </w:r>
      <w:r w:rsidR="007D527C">
        <w:t>ČR pro</w:t>
      </w:r>
      <w:r w:rsidR="007D527C" w:rsidRPr="007D527C">
        <w:t xml:space="preserve"> rok 2018 a v návrhu střednědobého výhledu na </w:t>
      </w:r>
      <w:r w:rsidR="007D527C">
        <w:t>léta</w:t>
      </w:r>
      <w:r w:rsidR="007D527C" w:rsidRPr="007D527C">
        <w:t xml:space="preserve"> 2019 a</w:t>
      </w:r>
      <w:r w:rsidR="007D527C">
        <w:t>ž</w:t>
      </w:r>
      <w:r w:rsidR="007D527C" w:rsidRPr="007D527C">
        <w:t xml:space="preserve"> 2020 dodatečné prostředky do ukazatele vysoké školy v rámci rozpočtu kapitoly 333 tak, aby bylo možné zajistit plnění opatření v bodě 4 části III. materiálu, tj. zvyšování finančního příspěvku na stipendia pro studenty/studentky doktorských studijních programů</w:t>
      </w:r>
      <w:r w:rsidR="007D527C">
        <w:t>;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 "/>
              <w:listEntry w:val="IV."/>
            </w:ddList>
          </w:ffData>
        </w:fldChar>
      </w:r>
      <w:bookmarkStart w:id="10" w:name="Rozevírací7"/>
      <w:r w:rsidR="00F846C3">
        <w:instrText xml:space="preserve"> FORMDROPDOWN </w:instrText>
      </w:r>
      <w:r w:rsidR="00316556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7D527C">
        <w:rPr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7D527C" w:rsidRPr="007D527C">
        <w:t>ministru školství, mládeže a tělovýchovy předložit Radě pro výzkum, vývoj a inovace do dne 31. prosince 2019 průběžné vyhodnocení plnění opatření Akčního plánu jakožto jeden z dílčích podkladů pro přípravu další aktualizace Národní politiky výzkumu, vývoje a inovací ČR, která má být v souladu s usnesením vlády ČR ze dne 17. února 2016 č.</w:t>
      </w:r>
      <w:r w:rsidR="007D527C">
        <w:t> </w:t>
      </w:r>
      <w:r w:rsidR="007D527C" w:rsidRPr="007D527C">
        <w:t>135 provedena a vládě ČR předložena do dne 31. prosince 2020</w:t>
      </w:r>
      <w:r w:rsidR="00316556">
        <w:t>.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1" w:name="Rozevírací9"/>
      <w:r w:rsidR="00F846C3">
        <w:instrText xml:space="preserve"> FORMDROPDOWN </w:instrText>
      </w:r>
      <w:r w:rsidR="00316556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316556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2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316556">
              <w:rPr>
                <w:u w:val="single"/>
              </w:rPr>
            </w:r>
            <w:r w:rsidR="00316556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2"/>
          </w:p>
          <w:p w:rsidR="001F588A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3" w:name="Text13"/>
            <w:r w:rsidR="0059051D">
              <w:instrText xml:space="preserve"> FORMTEXT </w:instrText>
            </w:r>
            <w:r>
              <w:fldChar w:fldCharType="separate"/>
            </w:r>
            <w:r w:rsidR="001F588A" w:rsidRPr="001F588A">
              <w:t>ministr</w:t>
            </w:r>
            <w:r w:rsidR="00097176">
              <w:t xml:space="preserve"> </w:t>
            </w:r>
            <w:r w:rsidR="001F588A" w:rsidRPr="001F588A">
              <w:t>školství, mládeže a tělovýchovy</w:t>
            </w:r>
            <w:r w:rsidR="00E5318A">
              <w:t>,</w:t>
            </w:r>
          </w:p>
          <w:p w:rsidR="00C23755" w:rsidRDefault="00CE713E" w:rsidP="00083C24">
            <w:r>
              <w:t>místopředseda vlády pro vědu, výzkum a inovace</w:t>
            </w:r>
            <w:r w:rsidR="00C23755">
              <w:t xml:space="preserve"> </w:t>
            </w:r>
          </w:p>
          <w:p w:rsidR="00CE713E" w:rsidRDefault="00CE713E" w:rsidP="00083C24">
            <w:r>
              <w:t>a předseda</w:t>
            </w:r>
            <w:r w:rsidR="00C23755">
              <w:t xml:space="preserve"> </w:t>
            </w:r>
            <w:r>
              <w:t>Rady pro výzkum, vývoj a inovace</w:t>
            </w:r>
            <w:r w:rsidR="004F21CA">
              <w:t>,</w:t>
            </w:r>
          </w:p>
          <w:p w:rsidR="007D527C" w:rsidRDefault="007D527C" w:rsidP="007D527C">
            <w:r>
              <w:t>ministr financí</w:t>
            </w:r>
          </w:p>
          <w:p w:rsidR="0059051D" w:rsidRDefault="007D527C" w:rsidP="007D527C">
            <w:r>
              <w:t xml:space="preserve">a </w:t>
            </w:r>
            <w:r w:rsidR="003353E8" w:rsidRPr="003353E8">
              <w:t>vedoucí ostatních ústředních orgánů státní správy</w:t>
            </w:r>
            <w:r w:rsidR="00316556">
              <w:t xml:space="preserve"> ČR</w:t>
            </w:r>
            <w:bookmarkStart w:id="14" w:name="_GoBack"/>
            <w:bookmarkEnd w:id="14"/>
            <w:r w:rsidR="007641F0">
              <w:fldChar w:fldCharType="end"/>
            </w:r>
            <w:bookmarkEnd w:id="13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316556">
              <w:fldChar w:fldCharType="separate"/>
            </w:r>
            <w:r>
              <w:fldChar w:fldCharType="end"/>
            </w:r>
            <w:bookmarkEnd w:id="15"/>
          </w:p>
          <w:p w:rsidR="0025111B" w:rsidRDefault="007641F0" w:rsidP="00983993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983993">
              <w:t>předsedkyně Akademie věd ČR</w:t>
            </w:r>
          </w:p>
          <w:p w:rsidR="00983993" w:rsidRDefault="00983993" w:rsidP="00983993">
            <w:pPr>
              <w:spacing w:after="120" w:line="360" w:lineRule="auto"/>
            </w:pPr>
            <w:r>
              <w:t>předseda České konference rektorů </w:t>
            </w:r>
          </w:p>
          <w:p w:rsidR="0059051D" w:rsidRDefault="007641F0" w:rsidP="00983993">
            <w:pPr>
              <w:spacing w:after="120" w:line="360" w:lineRule="auto"/>
            </w:pP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F2812CC"/>
    <w:multiLevelType w:val="multilevel"/>
    <w:tmpl w:val="8BF4A604"/>
    <w:numStyleLink w:val="usneseni"/>
  </w:abstractNum>
  <w:abstractNum w:abstractNumId="2" w15:restartNumberingAfterBreak="0">
    <w:nsid w:val="441C1CE7"/>
    <w:multiLevelType w:val="multilevel"/>
    <w:tmpl w:val="8BF4A604"/>
    <w:numStyleLink w:val="usneseni"/>
  </w:abstractNum>
  <w:abstractNum w:abstractNumId="3" w15:restartNumberingAfterBreak="0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42"/>
    <w:rsid w:val="00014AD3"/>
    <w:rsid w:val="0003669A"/>
    <w:rsid w:val="00083C24"/>
    <w:rsid w:val="0009170D"/>
    <w:rsid w:val="00097176"/>
    <w:rsid w:val="000A7DA9"/>
    <w:rsid w:val="000B0D55"/>
    <w:rsid w:val="000B6A81"/>
    <w:rsid w:val="000E6C54"/>
    <w:rsid w:val="000F2D0A"/>
    <w:rsid w:val="00102EE6"/>
    <w:rsid w:val="00115820"/>
    <w:rsid w:val="001206C2"/>
    <w:rsid w:val="0012589B"/>
    <w:rsid w:val="0013293A"/>
    <w:rsid w:val="00132A2A"/>
    <w:rsid w:val="00140E02"/>
    <w:rsid w:val="001532DC"/>
    <w:rsid w:val="00156985"/>
    <w:rsid w:val="00162209"/>
    <w:rsid w:val="001661B1"/>
    <w:rsid w:val="00171B67"/>
    <w:rsid w:val="0018062C"/>
    <w:rsid w:val="00184A0F"/>
    <w:rsid w:val="001870AC"/>
    <w:rsid w:val="00195B01"/>
    <w:rsid w:val="001C119E"/>
    <w:rsid w:val="001D6E2B"/>
    <w:rsid w:val="001F588A"/>
    <w:rsid w:val="001F71C4"/>
    <w:rsid w:val="00202ED6"/>
    <w:rsid w:val="0025111B"/>
    <w:rsid w:val="002916EC"/>
    <w:rsid w:val="00294D4C"/>
    <w:rsid w:val="002B2B34"/>
    <w:rsid w:val="002E4CB1"/>
    <w:rsid w:val="00316556"/>
    <w:rsid w:val="00320980"/>
    <w:rsid w:val="00327616"/>
    <w:rsid w:val="003353E8"/>
    <w:rsid w:val="003357EE"/>
    <w:rsid w:val="0034557D"/>
    <w:rsid w:val="00351A97"/>
    <w:rsid w:val="003520AB"/>
    <w:rsid w:val="003656D9"/>
    <w:rsid w:val="00371A2C"/>
    <w:rsid w:val="003935E3"/>
    <w:rsid w:val="003A7EDD"/>
    <w:rsid w:val="003D6F7B"/>
    <w:rsid w:val="003E2F9D"/>
    <w:rsid w:val="003E4848"/>
    <w:rsid w:val="0040191B"/>
    <w:rsid w:val="00426F6C"/>
    <w:rsid w:val="0044201E"/>
    <w:rsid w:val="00450010"/>
    <w:rsid w:val="00463BF5"/>
    <w:rsid w:val="004D4E7B"/>
    <w:rsid w:val="004E22C5"/>
    <w:rsid w:val="004F21CA"/>
    <w:rsid w:val="004F3697"/>
    <w:rsid w:val="005071A3"/>
    <w:rsid w:val="00513F9D"/>
    <w:rsid w:val="00515839"/>
    <w:rsid w:val="0059051D"/>
    <w:rsid w:val="005D42E1"/>
    <w:rsid w:val="00610CC0"/>
    <w:rsid w:val="0061544C"/>
    <w:rsid w:val="00620555"/>
    <w:rsid w:val="006216A8"/>
    <w:rsid w:val="00623F24"/>
    <w:rsid w:val="00633793"/>
    <w:rsid w:val="006603D6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C411F"/>
    <w:rsid w:val="007D527C"/>
    <w:rsid w:val="007F0298"/>
    <w:rsid w:val="007F608D"/>
    <w:rsid w:val="00833025"/>
    <w:rsid w:val="008337BF"/>
    <w:rsid w:val="00837F4D"/>
    <w:rsid w:val="00842B36"/>
    <w:rsid w:val="0085655D"/>
    <w:rsid w:val="008602F7"/>
    <w:rsid w:val="00862995"/>
    <w:rsid w:val="00881305"/>
    <w:rsid w:val="0088630F"/>
    <w:rsid w:val="0089160E"/>
    <w:rsid w:val="008D2EB2"/>
    <w:rsid w:val="009179EF"/>
    <w:rsid w:val="009360B9"/>
    <w:rsid w:val="00946EAA"/>
    <w:rsid w:val="0095395C"/>
    <w:rsid w:val="00977D57"/>
    <w:rsid w:val="009824B3"/>
    <w:rsid w:val="00983993"/>
    <w:rsid w:val="00986C54"/>
    <w:rsid w:val="009935AB"/>
    <w:rsid w:val="009C109B"/>
    <w:rsid w:val="009D2912"/>
    <w:rsid w:val="009D7AFB"/>
    <w:rsid w:val="009E448C"/>
    <w:rsid w:val="00A0754D"/>
    <w:rsid w:val="00A122F6"/>
    <w:rsid w:val="00A336DB"/>
    <w:rsid w:val="00A3658C"/>
    <w:rsid w:val="00A36F29"/>
    <w:rsid w:val="00A8413C"/>
    <w:rsid w:val="00A95356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2916"/>
    <w:rsid w:val="00BD4242"/>
    <w:rsid w:val="00BD4FF9"/>
    <w:rsid w:val="00BE40E0"/>
    <w:rsid w:val="00BF1DF3"/>
    <w:rsid w:val="00C015C0"/>
    <w:rsid w:val="00C0461B"/>
    <w:rsid w:val="00C23755"/>
    <w:rsid w:val="00C23C98"/>
    <w:rsid w:val="00C538FD"/>
    <w:rsid w:val="00C808AC"/>
    <w:rsid w:val="00CA2F7F"/>
    <w:rsid w:val="00CE4147"/>
    <w:rsid w:val="00CE694D"/>
    <w:rsid w:val="00CE713E"/>
    <w:rsid w:val="00CF26CB"/>
    <w:rsid w:val="00CF400E"/>
    <w:rsid w:val="00D01EC7"/>
    <w:rsid w:val="00D17367"/>
    <w:rsid w:val="00D3515D"/>
    <w:rsid w:val="00D40891"/>
    <w:rsid w:val="00DA5034"/>
    <w:rsid w:val="00DE4D83"/>
    <w:rsid w:val="00DE6B78"/>
    <w:rsid w:val="00DF2712"/>
    <w:rsid w:val="00E1262C"/>
    <w:rsid w:val="00E2646E"/>
    <w:rsid w:val="00E43042"/>
    <w:rsid w:val="00E43AA9"/>
    <w:rsid w:val="00E52AE9"/>
    <w:rsid w:val="00E5318A"/>
    <w:rsid w:val="00EB564D"/>
    <w:rsid w:val="00ED24A2"/>
    <w:rsid w:val="00ED5D01"/>
    <w:rsid w:val="00EF76F6"/>
    <w:rsid w:val="00F22C52"/>
    <w:rsid w:val="00F24072"/>
    <w:rsid w:val="00F309D3"/>
    <w:rsid w:val="00F40A67"/>
    <w:rsid w:val="00F67415"/>
    <w:rsid w:val="00F705DB"/>
    <w:rsid w:val="00F80C5A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9C9FB5-55EF-4698-A923-A9999E9E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24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Levák Lukáš</cp:lastModifiedBy>
  <cp:revision>10</cp:revision>
  <cp:lastPrinted>1900-12-31T23:00:00Z</cp:lastPrinted>
  <dcterms:created xsi:type="dcterms:W3CDTF">2017-05-16T05:56:00Z</dcterms:created>
  <dcterms:modified xsi:type="dcterms:W3CDTF">2017-07-20T12:00:00Z</dcterms:modified>
  <cp:contentStatus/>
</cp:coreProperties>
</file>