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b/>
        </w:rPr>
        <w:tag w:val="oznaceniDokumentu"/>
        <w:id w:val="-1578812355"/>
        <w:placeholder>
          <w:docPart w:val="8EE808DA57724CC4AA7949931C84FF08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:rsidR="00725110" w:rsidRDefault="008B1BCA" w:rsidP="00725110">
          <w:pPr>
            <w:pStyle w:val="Bezmezer"/>
            <w:jc w:val="right"/>
            <w:rPr>
              <w:b/>
            </w:rPr>
          </w:pPr>
          <w:r>
            <w:rPr>
              <w:b/>
            </w:rPr>
            <w:t xml:space="preserve"> </w:t>
          </w:r>
        </w:p>
      </w:sdtContent>
    </w:sdt>
    <w:p w:rsidR="00725110" w:rsidRDefault="00725110" w:rsidP="00725110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:rsidR="00725110" w:rsidRDefault="00725110" w:rsidP="00725110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:rsidR="00725110" w:rsidRDefault="00725110" w:rsidP="00725110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:rsidR="00B44EAD" w:rsidRPr="00B44EAD" w:rsidRDefault="00B44EAD" w:rsidP="00725110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:rsidR="0076329A" w:rsidRDefault="00725110" w:rsidP="00511967">
      <w:pPr>
        <w:tabs>
          <w:tab w:val="left" w:pos="5940"/>
        </w:tabs>
        <w:spacing w:before="480"/>
        <w:ind w:left="-540" w:firstLine="540"/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78F1">
        <w:rPr>
          <w:rFonts w:cs="Arial"/>
          <w:b/>
          <w:bCs/>
          <w:szCs w:val="22"/>
        </w:rPr>
        <w:t>Ministerstvo průmyslu a obchodu</w:t>
      </w:r>
    </w:p>
    <w:p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="005B78F1">
        <w:rPr>
          <w:rFonts w:cs="Arial"/>
          <w:noProof w:val="0"/>
          <w:szCs w:val="22"/>
        </w:rPr>
        <w:t xml:space="preserve">MPO </w:t>
      </w:r>
      <w:r w:rsidR="005B78F1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B78F1">
        <w:rPr>
          <w:rFonts w:cs="Arial"/>
          <w:bCs/>
          <w:szCs w:val="22"/>
        </w:rPr>
        <w:instrText xml:space="preserve"> FORMTEXT </w:instrText>
      </w:r>
      <w:r w:rsidR="005B78F1">
        <w:rPr>
          <w:rFonts w:cs="Arial"/>
          <w:bCs/>
          <w:szCs w:val="22"/>
        </w:rPr>
      </w:r>
      <w:r w:rsidR="005B78F1">
        <w:rPr>
          <w:rFonts w:cs="Arial"/>
          <w:bCs/>
          <w:szCs w:val="22"/>
        </w:rPr>
        <w:fldChar w:fldCharType="separate"/>
      </w:r>
      <w:r w:rsidR="00F134B6">
        <w:rPr>
          <w:rFonts w:cs="Arial"/>
          <w:bCs/>
          <w:szCs w:val="22"/>
        </w:rPr>
        <w:t>34678</w:t>
      </w:r>
      <w:r w:rsidR="005B78F1">
        <w:rPr>
          <w:rFonts w:cs="Arial"/>
          <w:bCs/>
          <w:szCs w:val="22"/>
        </w:rPr>
        <w:fldChar w:fldCharType="end"/>
      </w:r>
      <w:r w:rsidR="00F134B6">
        <w:rPr>
          <w:rFonts w:cs="Arial"/>
          <w:bCs/>
          <w:szCs w:val="22"/>
        </w:rPr>
        <w:t>/17</w:t>
      </w:r>
      <w:r w:rsidR="005B78F1">
        <w:rPr>
          <w:rFonts w:cs="Arial"/>
          <w:bCs/>
          <w:szCs w:val="22"/>
        </w:rPr>
        <w:t>/</w:t>
      </w:r>
      <w:r w:rsidR="00F134B6">
        <w:rPr>
          <w:rFonts w:cs="Arial"/>
          <w:bCs/>
          <w:szCs w:val="22"/>
        </w:rPr>
        <w:t>61700</w:t>
      </w:r>
      <w:r w:rsidR="005B78F1">
        <w:rPr>
          <w:rFonts w:cs="Arial"/>
          <w:bCs/>
          <w:szCs w:val="22"/>
        </w:rPr>
        <w:t>/01000</w:t>
      </w:r>
    </w:p>
    <w:p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F134B6">
        <w:rPr>
          <w:rFonts w:cs="Arial"/>
          <w:bCs/>
          <w:szCs w:val="22"/>
        </w:rPr>
        <w:t xml:space="preserve">        . července 2017</w:t>
      </w:r>
    </w:p>
    <w:p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76329A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76329A" w:rsidRPr="00CC4939">
        <w:rPr>
          <w:rFonts w:cs="Arial"/>
          <w:bCs/>
          <w:szCs w:val="22"/>
        </w:rPr>
      </w:r>
      <w:r w:rsidR="0076329A"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76329A" w:rsidRPr="00CC4939">
        <w:rPr>
          <w:rFonts w:cs="Arial"/>
          <w:bCs/>
          <w:szCs w:val="22"/>
        </w:rPr>
        <w:fldChar w:fldCharType="end"/>
      </w:r>
    </w:p>
    <w:p w:rsidR="00CE0607" w:rsidRPr="00CE3A52" w:rsidRDefault="00CC430B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t>PRO MEZIREZORTNÍ PŘIPOMÍNKOVÉ ŘÍZENÍ</w:t>
      </w:r>
    </w:p>
    <w:p w:rsidR="00CE0607" w:rsidRPr="00CC4939" w:rsidRDefault="00F134B6" w:rsidP="00B44EAD">
      <w:pPr>
        <w:tabs>
          <w:tab w:val="left" w:pos="2565"/>
          <w:tab w:val="center" w:pos="4536"/>
        </w:tabs>
        <w:ind w:left="567" w:hanging="567"/>
        <w:jc w:val="center"/>
        <w:outlineLvl w:val="0"/>
        <w:rPr>
          <w:rFonts w:cs="Arial"/>
          <w:noProof w:val="0"/>
          <w:sz w:val="28"/>
        </w:rPr>
      </w:pPr>
      <w:r>
        <w:rPr>
          <w:rFonts w:cs="Arial"/>
          <w:b/>
          <w:bCs/>
          <w:sz w:val="24"/>
          <w:szCs w:val="22"/>
        </w:rPr>
        <w:t>Návrh změn v systému investičních pobídek</w:t>
      </w:r>
    </w:p>
    <w:p w:rsidR="00B50FE4" w:rsidRPr="00CE3A52" w:rsidRDefault="00B50FE4" w:rsidP="00B44EAD">
      <w:pPr>
        <w:tabs>
          <w:tab w:val="left" w:pos="5940"/>
        </w:tabs>
        <w:jc w:val="center"/>
        <w:rPr>
          <w:rFonts w:cs="Arial"/>
          <w:b/>
          <w:noProof w:val="0"/>
          <w:sz w:val="24"/>
        </w:rPr>
      </w:pPr>
    </w:p>
    <w:p w:rsidR="00B50FE4" w:rsidRPr="00CE3A52" w:rsidRDefault="00B50FE4" w:rsidP="00626B3E">
      <w:pPr>
        <w:tabs>
          <w:tab w:val="left" w:pos="5940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p w:rsidR="00CE0607" w:rsidRPr="00CE3A52" w:rsidRDefault="00CE0607" w:rsidP="00DD72EE">
      <w:pPr>
        <w:tabs>
          <w:tab w:val="left" w:pos="5940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:rsidTr="006E4850">
        <w:trPr>
          <w:trHeight w:val="4041"/>
        </w:trPr>
        <w:tc>
          <w:tcPr>
            <w:tcW w:w="4176" w:type="dxa"/>
          </w:tcPr>
          <w:p w:rsidR="00CB3961" w:rsidRDefault="000A53F7" w:rsidP="00CB3961">
            <w:pPr>
              <w:tabs>
                <w:tab w:val="left" w:pos="5940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:rsidR="000A53F7" w:rsidRPr="00CC4939" w:rsidRDefault="00F134B6" w:rsidP="003C6DCF">
            <w:pPr>
              <w:tabs>
                <w:tab w:val="left" w:pos="5940"/>
              </w:tabs>
              <w:rPr>
                <w:rFonts w:cs="Arial"/>
                <w:noProof w:val="0"/>
                <w:sz w:val="24"/>
              </w:rPr>
            </w:pPr>
            <w:r>
              <w:rPr>
                <w:rFonts w:cs="Arial"/>
                <w:bCs/>
                <w:szCs w:val="22"/>
              </w:rPr>
              <w:t xml:space="preserve">Schválit přípravu novely zákona </w:t>
            </w:r>
            <w:r>
              <w:rPr>
                <w:rFonts w:cs="Arial"/>
                <w:bCs/>
                <w:szCs w:val="22"/>
              </w:rPr>
              <w:br/>
              <w:t>č. 72/2000 Sb., o investičních pobídkách a její zařazení do Plánu legislativních prací vlády České republiky na rok 2018.</w:t>
            </w:r>
          </w:p>
        </w:tc>
        <w:tc>
          <w:tcPr>
            <w:tcW w:w="5997" w:type="dxa"/>
          </w:tcPr>
          <w:p w:rsidR="000A53F7" w:rsidRPr="00CE3A52" w:rsidRDefault="000A53F7" w:rsidP="006D3D40">
            <w:pPr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575E83">
              <w:rPr>
                <w:rFonts w:cs="Arial"/>
                <w:b/>
                <w:szCs w:val="22"/>
              </w:rPr>
            </w:r>
            <w:r w:rsidR="00575E83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F134B6">
              <w:rPr>
                <w:rFonts w:cs="Arial"/>
                <w:bCs/>
                <w:szCs w:val="22"/>
              </w:rPr>
              <w:t>Návrh usnesení</w:t>
            </w:r>
          </w:p>
          <w:p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575E83">
              <w:rPr>
                <w:rFonts w:cs="Arial"/>
                <w:b/>
                <w:szCs w:val="22"/>
              </w:rPr>
            </w:r>
            <w:r w:rsidR="00575E83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F134B6">
              <w:rPr>
                <w:rFonts w:cs="Arial"/>
                <w:bCs/>
                <w:szCs w:val="22"/>
              </w:rPr>
              <w:t>Předkládací zpráva</w:t>
            </w:r>
          </w:p>
          <w:p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575E83">
              <w:rPr>
                <w:rFonts w:cs="Arial"/>
                <w:b/>
                <w:szCs w:val="22"/>
              </w:rPr>
            </w:r>
            <w:r w:rsidR="00575E83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F134B6">
              <w:rPr>
                <w:rFonts w:cs="Arial"/>
                <w:bCs/>
                <w:szCs w:val="22"/>
              </w:rPr>
              <w:t>Návrh změn v systému investičních pobídek</w:t>
            </w:r>
          </w:p>
          <w:p w:rsidR="00C72758" w:rsidRPr="00CE3A52" w:rsidRDefault="00C72758" w:rsidP="00575E83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</w:p>
          <w:p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noProof w:val="0"/>
                <w:sz w:val="24"/>
              </w:rPr>
              <w:tab/>
            </w:r>
          </w:p>
          <w:p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noProof w:val="0"/>
                <w:sz w:val="24"/>
              </w:rPr>
              <w:tab/>
            </w:r>
          </w:p>
          <w:p w:rsidR="006E4850" w:rsidRPr="0076329A" w:rsidRDefault="00C72758" w:rsidP="00575E83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/>
                <w:noProof w:val="0"/>
                <w:sz w:val="24"/>
              </w:rPr>
              <w:tab/>
            </w:r>
          </w:p>
        </w:tc>
      </w:tr>
    </w:tbl>
    <w:p w:rsidR="000A53F7" w:rsidRPr="00CE3A52" w:rsidRDefault="000A53F7" w:rsidP="00B44EAD">
      <w:pPr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:rsidR="00C72758" w:rsidRPr="00CC4939" w:rsidRDefault="00F134B6" w:rsidP="00D228CE">
      <w:pPr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Ing. Jiří Havlíček, MBA</w:t>
      </w:r>
    </w:p>
    <w:p w:rsidR="00C72758" w:rsidRPr="00CC4939" w:rsidRDefault="00F134B6" w:rsidP="00D228CE">
      <w:pPr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ministr průmyslu a obchodu</w:t>
      </w:r>
      <w:bookmarkStart w:id="0" w:name="_GoBack"/>
      <w:bookmarkEnd w:id="0"/>
    </w:p>
    <w:sectPr w:rsidR="00C72758" w:rsidRPr="00CC4939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4B6" w:rsidRDefault="00F134B6">
      <w:r>
        <w:separator/>
      </w:r>
    </w:p>
  </w:endnote>
  <w:endnote w:type="continuationSeparator" w:id="0">
    <w:p w:rsidR="00F134B6" w:rsidRDefault="00F13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B44E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4B6" w:rsidRDefault="00F134B6">
      <w:r>
        <w:separator/>
      </w:r>
    </w:p>
  </w:footnote>
  <w:footnote w:type="continuationSeparator" w:id="0">
    <w:p w:rsidR="00F134B6" w:rsidRDefault="00F134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725110" w:rsidP="00341DCA">
    <w:pPr>
      <w:pStyle w:val="Zhlav"/>
      <w:tabs>
        <w:tab w:val="clear" w:pos="4536"/>
        <w:tab w:val="clear" w:pos="9072"/>
        <w:tab w:val="center" w:pos="4309"/>
      </w:tabs>
      <w:ind w:left="-756"/>
    </w:pPr>
    <w: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540385</wp:posOffset>
          </wp:positionV>
          <wp:extent cx="2409825" cy="2190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1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4B6"/>
    <w:rsid w:val="00000CD1"/>
    <w:rsid w:val="000028F0"/>
    <w:rsid w:val="00006F47"/>
    <w:rsid w:val="00007CC2"/>
    <w:rsid w:val="000101B5"/>
    <w:rsid w:val="00014117"/>
    <w:rsid w:val="00022E5D"/>
    <w:rsid w:val="00030ECE"/>
    <w:rsid w:val="0003653C"/>
    <w:rsid w:val="0005103A"/>
    <w:rsid w:val="00051D36"/>
    <w:rsid w:val="00052E80"/>
    <w:rsid w:val="000531FA"/>
    <w:rsid w:val="00063F34"/>
    <w:rsid w:val="00070BD4"/>
    <w:rsid w:val="00072641"/>
    <w:rsid w:val="00073BF7"/>
    <w:rsid w:val="00081ECA"/>
    <w:rsid w:val="00084EF2"/>
    <w:rsid w:val="0009153D"/>
    <w:rsid w:val="00092307"/>
    <w:rsid w:val="000A2036"/>
    <w:rsid w:val="000A2DBD"/>
    <w:rsid w:val="000A313E"/>
    <w:rsid w:val="000A53F7"/>
    <w:rsid w:val="000B1C7E"/>
    <w:rsid w:val="000B6CCB"/>
    <w:rsid w:val="000C2DD5"/>
    <w:rsid w:val="000C6A19"/>
    <w:rsid w:val="000C6B71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11971"/>
    <w:rsid w:val="00115539"/>
    <w:rsid w:val="00120789"/>
    <w:rsid w:val="00123824"/>
    <w:rsid w:val="00133351"/>
    <w:rsid w:val="00134760"/>
    <w:rsid w:val="0013608F"/>
    <w:rsid w:val="00140642"/>
    <w:rsid w:val="00144CAD"/>
    <w:rsid w:val="001510A3"/>
    <w:rsid w:val="001532CF"/>
    <w:rsid w:val="00156B01"/>
    <w:rsid w:val="00156B6A"/>
    <w:rsid w:val="00161DBC"/>
    <w:rsid w:val="00165B75"/>
    <w:rsid w:val="00176763"/>
    <w:rsid w:val="00176A7B"/>
    <w:rsid w:val="00177DDE"/>
    <w:rsid w:val="001836E3"/>
    <w:rsid w:val="00190B5D"/>
    <w:rsid w:val="00196E8D"/>
    <w:rsid w:val="001A0C1B"/>
    <w:rsid w:val="001A3E32"/>
    <w:rsid w:val="001A56A2"/>
    <w:rsid w:val="001A7B94"/>
    <w:rsid w:val="001B2CB8"/>
    <w:rsid w:val="001B6BB1"/>
    <w:rsid w:val="001C1E7C"/>
    <w:rsid w:val="001D26EE"/>
    <w:rsid w:val="001D4FA4"/>
    <w:rsid w:val="001F109F"/>
    <w:rsid w:val="001F1167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5A49"/>
    <w:rsid w:val="002830F9"/>
    <w:rsid w:val="00284E38"/>
    <w:rsid w:val="002912F0"/>
    <w:rsid w:val="002916C3"/>
    <w:rsid w:val="00292BC1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6F1A"/>
    <w:rsid w:val="00303939"/>
    <w:rsid w:val="003063D9"/>
    <w:rsid w:val="00307A1C"/>
    <w:rsid w:val="00312A88"/>
    <w:rsid w:val="00313192"/>
    <w:rsid w:val="00317EBC"/>
    <w:rsid w:val="00322036"/>
    <w:rsid w:val="00324BDF"/>
    <w:rsid w:val="003270C4"/>
    <w:rsid w:val="00327110"/>
    <w:rsid w:val="00341DCA"/>
    <w:rsid w:val="0034575B"/>
    <w:rsid w:val="00351280"/>
    <w:rsid w:val="00353DD1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52424"/>
    <w:rsid w:val="00452917"/>
    <w:rsid w:val="00452AB0"/>
    <w:rsid w:val="00453EB3"/>
    <w:rsid w:val="00456BAE"/>
    <w:rsid w:val="004577E0"/>
    <w:rsid w:val="00460F2F"/>
    <w:rsid w:val="004646EB"/>
    <w:rsid w:val="004749E7"/>
    <w:rsid w:val="00481F48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985"/>
    <w:rsid w:val="004E0FEF"/>
    <w:rsid w:val="004E2A8F"/>
    <w:rsid w:val="004E536E"/>
    <w:rsid w:val="004F2283"/>
    <w:rsid w:val="004F50B7"/>
    <w:rsid w:val="004F534D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512E4"/>
    <w:rsid w:val="00560791"/>
    <w:rsid w:val="0057042C"/>
    <w:rsid w:val="0057272C"/>
    <w:rsid w:val="00573C2C"/>
    <w:rsid w:val="00575E83"/>
    <w:rsid w:val="00576F10"/>
    <w:rsid w:val="005811EB"/>
    <w:rsid w:val="00582B53"/>
    <w:rsid w:val="005855CD"/>
    <w:rsid w:val="005A261F"/>
    <w:rsid w:val="005A5040"/>
    <w:rsid w:val="005A6447"/>
    <w:rsid w:val="005B2761"/>
    <w:rsid w:val="005B78F1"/>
    <w:rsid w:val="005C2115"/>
    <w:rsid w:val="005C301B"/>
    <w:rsid w:val="005C34F3"/>
    <w:rsid w:val="005C67EB"/>
    <w:rsid w:val="005D026B"/>
    <w:rsid w:val="005D63EC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0455"/>
    <w:rsid w:val="00632969"/>
    <w:rsid w:val="0063713E"/>
    <w:rsid w:val="0064233D"/>
    <w:rsid w:val="00644898"/>
    <w:rsid w:val="00644D78"/>
    <w:rsid w:val="00646EDD"/>
    <w:rsid w:val="00650773"/>
    <w:rsid w:val="0065609C"/>
    <w:rsid w:val="00660D86"/>
    <w:rsid w:val="00664BB0"/>
    <w:rsid w:val="00666D3D"/>
    <w:rsid w:val="00672E6A"/>
    <w:rsid w:val="0067365F"/>
    <w:rsid w:val="006806F0"/>
    <w:rsid w:val="0068640E"/>
    <w:rsid w:val="006864D5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D3D40"/>
    <w:rsid w:val="006D433C"/>
    <w:rsid w:val="006E4850"/>
    <w:rsid w:val="006E4C08"/>
    <w:rsid w:val="006E57D3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5110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A93"/>
    <w:rsid w:val="0079643D"/>
    <w:rsid w:val="007A4006"/>
    <w:rsid w:val="007A7598"/>
    <w:rsid w:val="007B5908"/>
    <w:rsid w:val="007C3187"/>
    <w:rsid w:val="007C76D2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4790"/>
    <w:rsid w:val="0085681B"/>
    <w:rsid w:val="00864640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B1BCA"/>
    <w:rsid w:val="008C14CF"/>
    <w:rsid w:val="008C2E92"/>
    <w:rsid w:val="008C3751"/>
    <w:rsid w:val="008C61C5"/>
    <w:rsid w:val="008D130A"/>
    <w:rsid w:val="008D5A45"/>
    <w:rsid w:val="008E1A59"/>
    <w:rsid w:val="008E735D"/>
    <w:rsid w:val="008F01FA"/>
    <w:rsid w:val="008F0C19"/>
    <w:rsid w:val="00902BB1"/>
    <w:rsid w:val="00903EF0"/>
    <w:rsid w:val="00905DE5"/>
    <w:rsid w:val="009139AB"/>
    <w:rsid w:val="00916175"/>
    <w:rsid w:val="0092331C"/>
    <w:rsid w:val="00926CC8"/>
    <w:rsid w:val="00927C8B"/>
    <w:rsid w:val="0093322F"/>
    <w:rsid w:val="00933980"/>
    <w:rsid w:val="00946B83"/>
    <w:rsid w:val="00946BC4"/>
    <w:rsid w:val="009532AD"/>
    <w:rsid w:val="00953F1B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5647"/>
    <w:rsid w:val="00A0568A"/>
    <w:rsid w:val="00A11E36"/>
    <w:rsid w:val="00A152B4"/>
    <w:rsid w:val="00A1553C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70CA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3A0"/>
    <w:rsid w:val="00AA4D4F"/>
    <w:rsid w:val="00AA717C"/>
    <w:rsid w:val="00AA7FB6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720D2"/>
    <w:rsid w:val="00B73505"/>
    <w:rsid w:val="00B74098"/>
    <w:rsid w:val="00B764C7"/>
    <w:rsid w:val="00B91232"/>
    <w:rsid w:val="00B93930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F2833"/>
    <w:rsid w:val="00BF6871"/>
    <w:rsid w:val="00BF6CD5"/>
    <w:rsid w:val="00C016C5"/>
    <w:rsid w:val="00C05A05"/>
    <w:rsid w:val="00C1011F"/>
    <w:rsid w:val="00C14348"/>
    <w:rsid w:val="00C24169"/>
    <w:rsid w:val="00C26C12"/>
    <w:rsid w:val="00C31EFA"/>
    <w:rsid w:val="00C35ACE"/>
    <w:rsid w:val="00C41AA1"/>
    <w:rsid w:val="00C5469B"/>
    <w:rsid w:val="00C61B92"/>
    <w:rsid w:val="00C72758"/>
    <w:rsid w:val="00C73DB1"/>
    <w:rsid w:val="00C74413"/>
    <w:rsid w:val="00C7783A"/>
    <w:rsid w:val="00C81612"/>
    <w:rsid w:val="00C816F3"/>
    <w:rsid w:val="00C87C4A"/>
    <w:rsid w:val="00C9070E"/>
    <w:rsid w:val="00C979EC"/>
    <w:rsid w:val="00CA00A4"/>
    <w:rsid w:val="00CA2811"/>
    <w:rsid w:val="00CB3961"/>
    <w:rsid w:val="00CC268B"/>
    <w:rsid w:val="00CC3196"/>
    <w:rsid w:val="00CC3847"/>
    <w:rsid w:val="00CC430B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41C"/>
    <w:rsid w:val="00E55936"/>
    <w:rsid w:val="00E67E28"/>
    <w:rsid w:val="00E70071"/>
    <w:rsid w:val="00E72BD1"/>
    <w:rsid w:val="00E74B48"/>
    <w:rsid w:val="00E75C26"/>
    <w:rsid w:val="00E84945"/>
    <w:rsid w:val="00E85250"/>
    <w:rsid w:val="00E85AF2"/>
    <w:rsid w:val="00E86189"/>
    <w:rsid w:val="00E87A7A"/>
    <w:rsid w:val="00EA056B"/>
    <w:rsid w:val="00EA3518"/>
    <w:rsid w:val="00EA6BD1"/>
    <w:rsid w:val="00EB4FC4"/>
    <w:rsid w:val="00EC006F"/>
    <w:rsid w:val="00EC32C9"/>
    <w:rsid w:val="00ED167E"/>
    <w:rsid w:val="00ED7EA1"/>
    <w:rsid w:val="00EE7026"/>
    <w:rsid w:val="00EF07FF"/>
    <w:rsid w:val="00F05163"/>
    <w:rsid w:val="00F134B6"/>
    <w:rsid w:val="00F15874"/>
    <w:rsid w:val="00F16191"/>
    <w:rsid w:val="00F24ACA"/>
    <w:rsid w:val="00F324E7"/>
    <w:rsid w:val="00F36BC5"/>
    <w:rsid w:val="00F43E12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7CE0"/>
    <w:rsid w:val="00F900CF"/>
    <w:rsid w:val="00F928B7"/>
    <w:rsid w:val="00F93066"/>
    <w:rsid w:val="00FA00E4"/>
    <w:rsid w:val="00FA14DC"/>
    <w:rsid w:val="00FA490D"/>
    <w:rsid w:val="00FA4AA6"/>
    <w:rsid w:val="00FA625F"/>
    <w:rsid w:val="00FB131B"/>
    <w:rsid w:val="00FB6574"/>
    <w:rsid w:val="00FC28C3"/>
    <w:rsid w:val="00FC293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  <w15:chartTrackingRefBased/>
  <w15:docId w15:val="{1E106DDB-89F0-4607-990E-BA691DAFC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  <w:style w:type="paragraph" w:styleId="Bezmezer">
    <w:name w:val="No Spacing"/>
    <w:uiPriority w:val="1"/>
    <w:qFormat/>
    <w:rsid w:val="0072511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86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8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86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8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86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3%20Ob&#225;lka%20mezirezort%20legislativn&#237;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EE808DA57724CC4AA7949931C84FF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DACDD2-A771-4674-BAC3-3299F6F938FB}"/>
      </w:docPartPr>
      <w:docPartBody>
        <w:p w:rsidR="00080033" w:rsidRDefault="00080033">
          <w:pPr>
            <w:pStyle w:val="8EE808DA57724CC4AA7949931C84FF08"/>
          </w:pPr>
          <w:r w:rsidRPr="0013695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033"/>
    <w:rsid w:val="0008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8EE808DA57724CC4AA7949931C84FF08">
    <w:name w:val="8EE808DA57724CC4AA7949931C84FF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10CD9-9BE8-45F2-A87B-F0E968331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P-03 Obálka mezirezort legislativní.dotm</Template>
  <TotalTime>4</TotalTime>
  <Pages>1</Pages>
  <Words>77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Zíval Jakub</dc:creator>
  <cp:keywords/>
  <cp:lastModifiedBy>Oravská Alexandra</cp:lastModifiedBy>
  <cp:revision>2</cp:revision>
  <cp:lastPrinted>2016-02-26T09:44:00Z</cp:lastPrinted>
  <dcterms:created xsi:type="dcterms:W3CDTF">2017-07-19T08:55:00Z</dcterms:created>
  <dcterms:modified xsi:type="dcterms:W3CDTF">2017-07-20T08:24:00Z</dcterms:modified>
</cp:coreProperties>
</file>