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186"/>
      </w:tblGrid>
      <w:tr w:rsidR="008F77F6" w:rsidRPr="00DE2BC0" w:rsidTr="00D13C18">
        <w:trPr>
          <w:trHeight w:val="828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CB5560" w:rsidRPr="00E51F38" w:rsidRDefault="00E51F38" w:rsidP="00790A4A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E51F38">
              <w:rPr>
                <w:rFonts w:ascii="Arial" w:eastAsia="Calibri" w:hAnsi="Arial" w:cs="Arial"/>
                <w:b/>
                <w:bCs/>
                <w:color w:val="0070C0"/>
                <w:sz w:val="28"/>
                <w:szCs w:val="28"/>
              </w:rPr>
              <w:t>Národní výzkumná a inovační strategie pro</w:t>
            </w:r>
            <w:r w:rsidR="00790A4A">
              <w:rPr>
                <w:rFonts w:ascii="Arial" w:eastAsia="Calibri" w:hAnsi="Arial" w:cs="Arial"/>
                <w:b/>
                <w:bCs/>
                <w:color w:val="0070C0"/>
                <w:sz w:val="28"/>
                <w:szCs w:val="28"/>
              </w:rPr>
              <w:t> </w:t>
            </w:r>
            <w:r w:rsidRPr="00E51F38">
              <w:rPr>
                <w:rFonts w:ascii="Arial" w:eastAsia="Calibri" w:hAnsi="Arial" w:cs="Arial"/>
                <w:b/>
                <w:bCs/>
                <w:color w:val="0070C0"/>
                <w:sz w:val="28"/>
                <w:szCs w:val="28"/>
              </w:rPr>
              <w:t>inteligentní specializaci České republiky 2014 – 2020 (Národní RIS3 strategie), aktualizace 2018</w:t>
            </w:r>
          </w:p>
        </w:tc>
        <w:tc>
          <w:tcPr>
            <w:tcW w:w="218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DB73DB" w:rsidP="00C95C87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33</w:t>
            </w:r>
            <w:r w:rsidR="00182D53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E51F38">
              <w:rPr>
                <w:rFonts w:ascii="Arial" w:hAnsi="Arial" w:cs="Arial"/>
                <w:b/>
                <w:color w:val="0070C0"/>
                <w:sz w:val="28"/>
                <w:szCs w:val="28"/>
              </w:rPr>
              <w:t>B7</w:t>
            </w:r>
          </w:p>
        </w:tc>
      </w:tr>
      <w:tr w:rsidR="008F77F6" w:rsidRPr="00DE2BC0" w:rsidTr="003610C5">
        <w:trPr>
          <w:trHeight w:val="2524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2488C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DC1DBB" w:rsidRDefault="00E15CBC" w:rsidP="00DC1DBB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15CBC">
              <w:rPr>
                <w:rFonts w:ascii="Arial" w:hAnsi="Arial" w:cs="Arial"/>
                <w:sz w:val="22"/>
                <w:szCs w:val="22"/>
              </w:rPr>
              <w:t xml:space="preserve">Ministerstvo průmyslu a obchodu </w:t>
            </w:r>
            <w:r w:rsidR="00AA7A80" w:rsidRPr="00E15CBC">
              <w:rPr>
                <w:rFonts w:ascii="Arial" w:hAnsi="Arial" w:cs="Arial"/>
                <w:sz w:val="22"/>
                <w:szCs w:val="22"/>
              </w:rPr>
              <w:t xml:space="preserve">předložilo </w:t>
            </w:r>
            <w:r w:rsidRPr="00E15CBC">
              <w:rPr>
                <w:rFonts w:ascii="Arial" w:hAnsi="Arial" w:cs="Arial"/>
                <w:sz w:val="22"/>
                <w:szCs w:val="22"/>
              </w:rPr>
              <w:t xml:space="preserve">dopisem ministryně </w:t>
            </w:r>
            <w:r>
              <w:rPr>
                <w:rFonts w:ascii="Arial" w:hAnsi="Arial" w:cs="Arial"/>
                <w:sz w:val="22"/>
                <w:szCs w:val="22"/>
              </w:rPr>
              <w:t xml:space="preserve">na </w:t>
            </w:r>
            <w:r w:rsidR="00AA7A80">
              <w:rPr>
                <w:rFonts w:ascii="Arial" w:hAnsi="Arial" w:cs="Arial"/>
                <w:sz w:val="22"/>
                <w:szCs w:val="22"/>
              </w:rPr>
              <w:t xml:space="preserve">339. </w:t>
            </w:r>
            <w:r>
              <w:rPr>
                <w:rFonts w:ascii="Arial" w:hAnsi="Arial" w:cs="Arial"/>
                <w:sz w:val="22"/>
                <w:szCs w:val="22"/>
              </w:rPr>
              <w:t xml:space="preserve">zasedání Rady </w:t>
            </w:r>
            <w:r w:rsidRPr="00E15CBC">
              <w:rPr>
                <w:rFonts w:ascii="Arial" w:eastAsia="Calibri" w:hAnsi="Arial" w:cs="Arial"/>
                <w:bCs/>
                <w:sz w:val="22"/>
                <w:szCs w:val="22"/>
              </w:rPr>
              <w:t xml:space="preserve">materiál </w:t>
            </w:r>
            <w:r w:rsidR="00790A4A">
              <w:rPr>
                <w:rFonts w:ascii="Arial" w:eastAsia="Calibri" w:hAnsi="Arial" w:cs="Arial"/>
                <w:bCs/>
                <w:sz w:val="22"/>
                <w:szCs w:val="22"/>
              </w:rPr>
              <w:t xml:space="preserve">určený pro jednání vlády </w:t>
            </w:r>
            <w:r>
              <w:rPr>
                <w:rFonts w:ascii="Arial" w:eastAsia="Calibri" w:hAnsi="Arial" w:cs="Arial"/>
                <w:bCs/>
                <w:sz w:val="22"/>
                <w:szCs w:val="22"/>
              </w:rPr>
              <w:t>„</w:t>
            </w:r>
            <w:r w:rsidRPr="00E15CBC">
              <w:rPr>
                <w:rFonts w:ascii="Arial" w:eastAsia="Calibri" w:hAnsi="Arial" w:cs="Arial"/>
                <w:bCs/>
                <w:sz w:val="22"/>
                <w:szCs w:val="22"/>
              </w:rPr>
              <w:t>Národní výzkumná a inovační strategie pro inteligentní specializaci České republiky 2014 – 2020 (Národní RIS3 strategie), aktualizace 2018</w:t>
            </w:r>
            <w:r w:rsidR="00DC1DBB">
              <w:rPr>
                <w:rFonts w:ascii="Arial" w:eastAsia="Calibri" w:hAnsi="Arial" w:cs="Arial"/>
                <w:bCs/>
                <w:sz w:val="22"/>
                <w:szCs w:val="22"/>
              </w:rPr>
              <w:t>“</w:t>
            </w:r>
            <w:r w:rsidR="00DC1DBB">
              <w:rPr>
                <w:rFonts w:ascii="Arial" w:hAnsi="Arial" w:cs="Arial"/>
                <w:bCs/>
                <w:sz w:val="22"/>
                <w:szCs w:val="22"/>
              </w:rPr>
              <w:t xml:space="preserve"> (dále "</w:t>
            </w:r>
            <w:r w:rsidR="00DC1DBB" w:rsidRPr="0039576F">
              <w:rPr>
                <w:rFonts w:ascii="Arial" w:hAnsi="Arial" w:cs="Arial"/>
                <w:bCs/>
                <w:sz w:val="22"/>
                <w:szCs w:val="22"/>
              </w:rPr>
              <w:t>Národní RIS3 strategie</w:t>
            </w:r>
            <w:r w:rsidR="00DC1DBB">
              <w:rPr>
                <w:rFonts w:ascii="Arial" w:hAnsi="Arial" w:cs="Arial"/>
                <w:bCs/>
                <w:sz w:val="22"/>
                <w:szCs w:val="22"/>
              </w:rPr>
              <w:t>").</w:t>
            </w:r>
          </w:p>
          <w:p w:rsidR="00DC1DBB" w:rsidRPr="00DC1DBB" w:rsidRDefault="00DC1DBB" w:rsidP="00DC1DBB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Národní RIS3 strategie je</w:t>
            </w:r>
            <w:r w:rsidRPr="0039576F">
              <w:rPr>
                <w:rFonts w:ascii="Arial" w:hAnsi="Arial" w:cs="Arial"/>
                <w:bCs/>
                <w:sz w:val="22"/>
                <w:szCs w:val="22"/>
              </w:rPr>
              <w:t xml:space="preserve"> komplexní </w:t>
            </w:r>
            <w:r>
              <w:rPr>
                <w:rFonts w:ascii="Arial" w:hAnsi="Arial" w:cs="Arial"/>
                <w:bCs/>
                <w:sz w:val="22"/>
                <w:szCs w:val="22"/>
              </w:rPr>
              <w:t>koncepční</w:t>
            </w:r>
            <w:r w:rsidRPr="0039576F">
              <w:rPr>
                <w:rFonts w:ascii="Arial" w:hAnsi="Arial" w:cs="Arial"/>
                <w:bCs/>
                <w:sz w:val="22"/>
                <w:szCs w:val="22"/>
              </w:rPr>
              <w:t xml:space="preserve"> dokument zaštiťující aplikovaný výzkum v ČR v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39576F">
              <w:rPr>
                <w:rFonts w:ascii="Arial" w:hAnsi="Arial" w:cs="Arial"/>
                <w:bCs/>
                <w:sz w:val="22"/>
                <w:szCs w:val="22"/>
              </w:rPr>
              <w:t xml:space="preserve">úzké vazbě na Národní politiku </w:t>
            </w:r>
            <w:proofErr w:type="spellStart"/>
            <w:r w:rsidRPr="0039576F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Pr="0039576F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Jejím účelem</w:t>
            </w:r>
            <w:r w:rsidRPr="0039576F">
              <w:rPr>
                <w:rFonts w:ascii="Arial" w:hAnsi="Arial" w:cs="Arial"/>
                <w:bCs/>
                <w:sz w:val="22"/>
                <w:szCs w:val="22"/>
              </w:rPr>
              <w:t xml:space="preserve"> je efektivní zacílení finančních prostředků – evropských, národních, krajských a soukromých – do prioritních inovativních specializací, tak aby byl plně využit znalostní potenciál ČR. Mimo jiné tedy významně podporuje posílení konkurenceschopnosti ekonomiky. Profilování oblastí specializace a nových trendů se děje na základě řízené odborné diskuse v rámci poradních orgánů RIS3 (tzv. Národních inovačních platforem) za rovnocenné spoluúčasti zástupců podnikatelské i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39576F">
              <w:rPr>
                <w:rFonts w:ascii="Arial" w:hAnsi="Arial" w:cs="Arial"/>
                <w:bCs/>
                <w:sz w:val="22"/>
                <w:szCs w:val="22"/>
              </w:rPr>
              <w:t>akademické sféry a veřejné správy.</w:t>
            </w:r>
          </w:p>
          <w:p w:rsidR="00DC1DBB" w:rsidRDefault="00DC1DBB" w:rsidP="00DC1DBB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9576F">
              <w:rPr>
                <w:rFonts w:ascii="Arial" w:hAnsi="Arial" w:cs="Arial"/>
                <w:bCs/>
                <w:sz w:val="22"/>
                <w:szCs w:val="22"/>
              </w:rPr>
              <w:t xml:space="preserve">Národní RIS3 strategie (2014 – 2020) představuje předběžnou podmínku pro uskutečňování intervencí kohezní politiky Evropské unie v oblasti </w:t>
            </w:r>
            <w:proofErr w:type="spellStart"/>
            <w:r w:rsidRPr="0039576F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Pr="0039576F">
              <w:rPr>
                <w:rFonts w:ascii="Arial" w:hAnsi="Arial" w:cs="Arial"/>
                <w:bCs/>
                <w:sz w:val="22"/>
                <w:szCs w:val="22"/>
              </w:rPr>
              <w:t xml:space="preserve"> (Nařízení Evropského parlamentu a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39576F">
              <w:rPr>
                <w:rFonts w:ascii="Arial" w:hAnsi="Arial" w:cs="Arial"/>
                <w:bCs/>
                <w:sz w:val="22"/>
                <w:szCs w:val="22"/>
              </w:rPr>
              <w:t xml:space="preserve">Rady č. 1303/2013). </w:t>
            </w:r>
          </w:p>
          <w:p w:rsidR="003610C5" w:rsidRDefault="003610C5" w:rsidP="003610C5">
            <w:pPr>
              <w:spacing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35015">
              <w:rPr>
                <w:rFonts w:ascii="Arial" w:hAnsi="Arial" w:cs="Arial"/>
                <w:bCs/>
                <w:sz w:val="22"/>
                <w:szCs w:val="22"/>
              </w:rPr>
              <w:t xml:space="preserve">Po schválení vládou bude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tento materiál zaslán</w:t>
            </w:r>
            <w:r w:rsidRPr="00735015">
              <w:rPr>
                <w:rFonts w:ascii="Arial" w:hAnsi="Arial" w:cs="Arial"/>
                <w:bCs/>
                <w:sz w:val="22"/>
                <w:szCs w:val="22"/>
              </w:rPr>
              <w:t xml:space="preserve"> ke schválení Evropské komisi.</w:t>
            </w:r>
          </w:p>
          <w:p w:rsidR="009446F1" w:rsidRPr="0022488C" w:rsidRDefault="009446F1" w:rsidP="00E51F38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8F77F6" w:rsidRPr="00DE2BC0" w:rsidTr="007B56E5">
        <w:trPr>
          <w:trHeight w:val="1107"/>
        </w:trPr>
        <w:tc>
          <w:tcPr>
            <w:tcW w:w="952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22488C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22488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C81447" w:rsidRPr="0022488C" w:rsidRDefault="00E51F38" w:rsidP="003B0915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51F38">
              <w:rPr>
                <w:rFonts w:ascii="Arial" w:eastAsia="Calibri" w:hAnsi="Arial" w:cs="Arial"/>
                <w:sz w:val="22"/>
                <w:szCs w:val="22"/>
              </w:rPr>
              <w:t>Národní výzkumná a inovační strategie pro inteligentní specializaci České republiky 2014 – 2020 (Národní RIS3 strategie), aktualizace 2018</w:t>
            </w:r>
          </w:p>
        </w:tc>
      </w:tr>
    </w:tbl>
    <w:p w:rsidR="00F86D54" w:rsidRDefault="0085410B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10B" w:rsidRDefault="0085410B" w:rsidP="008F77F6">
      <w:r>
        <w:separator/>
      </w:r>
    </w:p>
  </w:endnote>
  <w:endnote w:type="continuationSeparator" w:id="0">
    <w:p w:rsidR="0085410B" w:rsidRDefault="0085410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10B" w:rsidRDefault="0085410B" w:rsidP="008F77F6">
      <w:r>
        <w:separator/>
      </w:r>
    </w:p>
  </w:footnote>
  <w:footnote w:type="continuationSeparator" w:id="0">
    <w:p w:rsidR="0085410B" w:rsidRDefault="0085410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1619FA"/>
    <w:multiLevelType w:val="hybridMultilevel"/>
    <w:tmpl w:val="99ACD9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62179C"/>
    <w:multiLevelType w:val="hybridMultilevel"/>
    <w:tmpl w:val="438CC002"/>
    <w:lvl w:ilvl="0" w:tplc="A542803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913E88"/>
    <w:multiLevelType w:val="hybridMultilevel"/>
    <w:tmpl w:val="00ECDA72"/>
    <w:lvl w:ilvl="0" w:tplc="F346753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7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>
    <w:nsid w:val="77D14E4F"/>
    <w:multiLevelType w:val="hybridMultilevel"/>
    <w:tmpl w:val="F4203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6"/>
  </w:num>
  <w:num w:numId="5">
    <w:abstractNumId w:val="8"/>
  </w:num>
  <w:num w:numId="6">
    <w:abstractNumId w:val="2"/>
  </w:num>
  <w:num w:numId="7">
    <w:abstractNumId w:val="13"/>
  </w:num>
  <w:num w:numId="8">
    <w:abstractNumId w:val="7"/>
  </w:num>
  <w:num w:numId="9">
    <w:abstractNumId w:val="14"/>
  </w:num>
  <w:num w:numId="10">
    <w:abstractNumId w:val="5"/>
  </w:num>
  <w:num w:numId="11">
    <w:abstractNumId w:val="16"/>
  </w:num>
  <w:num w:numId="12">
    <w:abstractNumId w:val="17"/>
  </w:num>
  <w:num w:numId="13">
    <w:abstractNumId w:val="15"/>
  </w:num>
  <w:num w:numId="14">
    <w:abstractNumId w:val="1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8"/>
  </w:num>
  <w:num w:numId="19">
    <w:abstractNumId w:val="11"/>
  </w:num>
  <w:num w:numId="20">
    <w:abstractNumId w:val="12"/>
  </w:num>
  <w:num w:numId="21">
    <w:abstractNumId w:val="4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057E"/>
    <w:rsid w:val="00022B78"/>
    <w:rsid w:val="00024376"/>
    <w:rsid w:val="00024674"/>
    <w:rsid w:val="00043668"/>
    <w:rsid w:val="00044D46"/>
    <w:rsid w:val="000607ED"/>
    <w:rsid w:val="000849D5"/>
    <w:rsid w:val="00095B2C"/>
    <w:rsid w:val="000A6290"/>
    <w:rsid w:val="000B7D0E"/>
    <w:rsid w:val="000C4A33"/>
    <w:rsid w:val="000D6C28"/>
    <w:rsid w:val="000E256F"/>
    <w:rsid w:val="00115DD5"/>
    <w:rsid w:val="00117845"/>
    <w:rsid w:val="00121AF3"/>
    <w:rsid w:val="00127410"/>
    <w:rsid w:val="00141492"/>
    <w:rsid w:val="00154AA2"/>
    <w:rsid w:val="00155BC7"/>
    <w:rsid w:val="001603B9"/>
    <w:rsid w:val="00171A4D"/>
    <w:rsid w:val="0017784E"/>
    <w:rsid w:val="001829AF"/>
    <w:rsid w:val="00182D53"/>
    <w:rsid w:val="001A1063"/>
    <w:rsid w:val="001A11E2"/>
    <w:rsid w:val="001D15F9"/>
    <w:rsid w:val="001E6E69"/>
    <w:rsid w:val="001E7EAC"/>
    <w:rsid w:val="00206877"/>
    <w:rsid w:val="0021726D"/>
    <w:rsid w:val="00220B1D"/>
    <w:rsid w:val="0022488C"/>
    <w:rsid w:val="00237006"/>
    <w:rsid w:val="00246F78"/>
    <w:rsid w:val="00254A52"/>
    <w:rsid w:val="00267568"/>
    <w:rsid w:val="002728BB"/>
    <w:rsid w:val="002866DF"/>
    <w:rsid w:val="002A18DA"/>
    <w:rsid w:val="002B4C9D"/>
    <w:rsid w:val="002F01DD"/>
    <w:rsid w:val="002F611A"/>
    <w:rsid w:val="0031020D"/>
    <w:rsid w:val="0031750C"/>
    <w:rsid w:val="00333D12"/>
    <w:rsid w:val="00336C8B"/>
    <w:rsid w:val="00340B79"/>
    <w:rsid w:val="00341AE5"/>
    <w:rsid w:val="00342085"/>
    <w:rsid w:val="00360293"/>
    <w:rsid w:val="003610C5"/>
    <w:rsid w:val="00370E53"/>
    <w:rsid w:val="00376D0F"/>
    <w:rsid w:val="00380040"/>
    <w:rsid w:val="00386CBE"/>
    <w:rsid w:val="00387B05"/>
    <w:rsid w:val="003B0915"/>
    <w:rsid w:val="003B1822"/>
    <w:rsid w:val="003B4449"/>
    <w:rsid w:val="003C03D2"/>
    <w:rsid w:val="003C0F31"/>
    <w:rsid w:val="003C1580"/>
    <w:rsid w:val="003C6480"/>
    <w:rsid w:val="003D19B3"/>
    <w:rsid w:val="004006AE"/>
    <w:rsid w:val="004064D0"/>
    <w:rsid w:val="00411EB2"/>
    <w:rsid w:val="004462AA"/>
    <w:rsid w:val="00457D6D"/>
    <w:rsid w:val="00461A40"/>
    <w:rsid w:val="00494A1F"/>
    <w:rsid w:val="00495E87"/>
    <w:rsid w:val="004A757F"/>
    <w:rsid w:val="004E013D"/>
    <w:rsid w:val="00516F19"/>
    <w:rsid w:val="00533D24"/>
    <w:rsid w:val="00553E0C"/>
    <w:rsid w:val="0055683A"/>
    <w:rsid w:val="00560239"/>
    <w:rsid w:val="005655FC"/>
    <w:rsid w:val="00582B31"/>
    <w:rsid w:val="005934EE"/>
    <w:rsid w:val="00597D2A"/>
    <w:rsid w:val="005C127D"/>
    <w:rsid w:val="005F4CC0"/>
    <w:rsid w:val="006006CA"/>
    <w:rsid w:val="00624B53"/>
    <w:rsid w:val="00630101"/>
    <w:rsid w:val="00634307"/>
    <w:rsid w:val="00646D8B"/>
    <w:rsid w:val="00660AAF"/>
    <w:rsid w:val="0066164C"/>
    <w:rsid w:val="00667CA5"/>
    <w:rsid w:val="00681D93"/>
    <w:rsid w:val="006A3417"/>
    <w:rsid w:val="006B03C3"/>
    <w:rsid w:val="006C4FEA"/>
    <w:rsid w:val="007039F9"/>
    <w:rsid w:val="00713180"/>
    <w:rsid w:val="0071524F"/>
    <w:rsid w:val="00731B10"/>
    <w:rsid w:val="00754FD6"/>
    <w:rsid w:val="007621DC"/>
    <w:rsid w:val="00762A4B"/>
    <w:rsid w:val="00770A6C"/>
    <w:rsid w:val="00790A4A"/>
    <w:rsid w:val="007A6307"/>
    <w:rsid w:val="007B4EA4"/>
    <w:rsid w:val="007B56E5"/>
    <w:rsid w:val="007C208A"/>
    <w:rsid w:val="007F1F37"/>
    <w:rsid w:val="008031FA"/>
    <w:rsid w:val="00810AA0"/>
    <w:rsid w:val="00816061"/>
    <w:rsid w:val="00816D69"/>
    <w:rsid w:val="0081779E"/>
    <w:rsid w:val="00821E36"/>
    <w:rsid w:val="0085410B"/>
    <w:rsid w:val="008642EB"/>
    <w:rsid w:val="008770A0"/>
    <w:rsid w:val="00883CF4"/>
    <w:rsid w:val="008A1BB3"/>
    <w:rsid w:val="008C4325"/>
    <w:rsid w:val="008C7F2E"/>
    <w:rsid w:val="008F35D6"/>
    <w:rsid w:val="008F5980"/>
    <w:rsid w:val="008F77F6"/>
    <w:rsid w:val="00900D95"/>
    <w:rsid w:val="00925EA0"/>
    <w:rsid w:val="009446F1"/>
    <w:rsid w:val="009704D2"/>
    <w:rsid w:val="00973A2D"/>
    <w:rsid w:val="00986657"/>
    <w:rsid w:val="009870E8"/>
    <w:rsid w:val="00996128"/>
    <w:rsid w:val="00996672"/>
    <w:rsid w:val="009B25FF"/>
    <w:rsid w:val="009B3AB0"/>
    <w:rsid w:val="009C1F93"/>
    <w:rsid w:val="009D61B4"/>
    <w:rsid w:val="009F53F4"/>
    <w:rsid w:val="00A21F6C"/>
    <w:rsid w:val="00A346DA"/>
    <w:rsid w:val="00A41366"/>
    <w:rsid w:val="00A44A31"/>
    <w:rsid w:val="00A510E8"/>
    <w:rsid w:val="00A51417"/>
    <w:rsid w:val="00A51D40"/>
    <w:rsid w:val="00A549F1"/>
    <w:rsid w:val="00A60A40"/>
    <w:rsid w:val="00A83D19"/>
    <w:rsid w:val="00A84261"/>
    <w:rsid w:val="00A96B82"/>
    <w:rsid w:val="00AA1B8F"/>
    <w:rsid w:val="00AA277C"/>
    <w:rsid w:val="00AA51BE"/>
    <w:rsid w:val="00AA7217"/>
    <w:rsid w:val="00AA7A80"/>
    <w:rsid w:val="00AB6973"/>
    <w:rsid w:val="00AD58A8"/>
    <w:rsid w:val="00AE7D40"/>
    <w:rsid w:val="00AF4FCB"/>
    <w:rsid w:val="00B2119B"/>
    <w:rsid w:val="00B25016"/>
    <w:rsid w:val="00B437E0"/>
    <w:rsid w:val="00B476E7"/>
    <w:rsid w:val="00B72578"/>
    <w:rsid w:val="00BA148D"/>
    <w:rsid w:val="00BA54FD"/>
    <w:rsid w:val="00BB0768"/>
    <w:rsid w:val="00BC1CC5"/>
    <w:rsid w:val="00C20639"/>
    <w:rsid w:val="00C81447"/>
    <w:rsid w:val="00C95C87"/>
    <w:rsid w:val="00CB5560"/>
    <w:rsid w:val="00CC3195"/>
    <w:rsid w:val="00CD54DB"/>
    <w:rsid w:val="00CE22B7"/>
    <w:rsid w:val="00CE7143"/>
    <w:rsid w:val="00CF1D9F"/>
    <w:rsid w:val="00D10E9A"/>
    <w:rsid w:val="00D13C18"/>
    <w:rsid w:val="00D27C56"/>
    <w:rsid w:val="00D35DDA"/>
    <w:rsid w:val="00D3646A"/>
    <w:rsid w:val="00D50564"/>
    <w:rsid w:val="00D83B4B"/>
    <w:rsid w:val="00D85836"/>
    <w:rsid w:val="00D96DE7"/>
    <w:rsid w:val="00DA042B"/>
    <w:rsid w:val="00DB1A95"/>
    <w:rsid w:val="00DB3C64"/>
    <w:rsid w:val="00DB73DB"/>
    <w:rsid w:val="00DC1DBB"/>
    <w:rsid w:val="00DC5FE9"/>
    <w:rsid w:val="00DD4323"/>
    <w:rsid w:val="00DD4FF7"/>
    <w:rsid w:val="00DE1FE1"/>
    <w:rsid w:val="00DF5B98"/>
    <w:rsid w:val="00E0075D"/>
    <w:rsid w:val="00E15CBC"/>
    <w:rsid w:val="00E245B6"/>
    <w:rsid w:val="00E32120"/>
    <w:rsid w:val="00E51F38"/>
    <w:rsid w:val="00E52D50"/>
    <w:rsid w:val="00E64CA1"/>
    <w:rsid w:val="00E84184"/>
    <w:rsid w:val="00EA63D9"/>
    <w:rsid w:val="00EC5543"/>
    <w:rsid w:val="00EC70A1"/>
    <w:rsid w:val="00EE3E85"/>
    <w:rsid w:val="00EF3114"/>
    <w:rsid w:val="00F10E50"/>
    <w:rsid w:val="00F24D60"/>
    <w:rsid w:val="00F25066"/>
    <w:rsid w:val="00F3227C"/>
    <w:rsid w:val="00F36FE0"/>
    <w:rsid w:val="00F52322"/>
    <w:rsid w:val="00F54F31"/>
    <w:rsid w:val="00F5508B"/>
    <w:rsid w:val="00F6389D"/>
    <w:rsid w:val="00F71F74"/>
    <w:rsid w:val="00F81EBC"/>
    <w:rsid w:val="00F844F4"/>
    <w:rsid w:val="00F848B5"/>
    <w:rsid w:val="00FA489B"/>
    <w:rsid w:val="00FD0BAB"/>
    <w:rsid w:val="00FD797F"/>
    <w:rsid w:val="00FD7AD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B03C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B03C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220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16</cp:revision>
  <cp:lastPrinted>2018-10-15T12:14:00Z</cp:lastPrinted>
  <dcterms:created xsi:type="dcterms:W3CDTF">2018-10-04T13:28:00Z</dcterms:created>
  <dcterms:modified xsi:type="dcterms:W3CDTF">2018-10-31T07:26:00Z</dcterms:modified>
</cp:coreProperties>
</file>