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460CDF2F6582450D8383B22AE52B03D8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874036" w:rsidRDefault="00874036" w:rsidP="00874036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9056DD" w:rsidRDefault="00874036" w:rsidP="00874036">
      <w:pPr>
        <w:pStyle w:val="Zkladntext"/>
        <w:spacing w:before="360" w:after="600"/>
        <w:jc w:val="right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bookmarkStart w:id="0" w:name="_GoBack"/>
      <w:r w:rsidR="007C79D3">
        <w:rPr>
          <w:bCs/>
          <w:sz w:val="22"/>
          <w:szCs w:val="22"/>
        </w:rPr>
        <w:t>IV.</w:t>
      </w:r>
      <w:bookmarkEnd w:id="0"/>
      <w:r w:rsidR="00E92E6A">
        <w:rPr>
          <w:bCs/>
          <w:sz w:val="22"/>
          <w:szCs w:val="22"/>
        </w:rPr>
        <w:fldChar w:fldCharType="end"/>
      </w:r>
    </w:p>
    <w:p w:rsidR="00952E4D" w:rsidRPr="00540F7C" w:rsidRDefault="002E4804" w:rsidP="00540F7C">
      <w:pPr>
        <w:pStyle w:val="Zkladntext"/>
        <w:spacing w:before="240" w:after="600"/>
        <w:jc w:val="center"/>
        <w:rPr>
          <w:b/>
          <w:bCs/>
          <w:szCs w:val="22"/>
        </w:rPr>
      </w:pPr>
      <w:r w:rsidRPr="00540F7C">
        <w:rPr>
          <w:b/>
          <w:caps/>
          <w:szCs w:val="22"/>
        </w:rPr>
        <w:t>Vypořádání připomínek k materiálu s názvem:</w:t>
      </w:r>
    </w:p>
    <w:p w:rsidR="00C803B7" w:rsidRPr="00C803B7" w:rsidRDefault="00E92E6A" w:rsidP="00C803B7">
      <w:pPr>
        <w:rPr>
          <w:b/>
          <w:bCs/>
          <w:noProof/>
          <w:sz w:val="22"/>
          <w:szCs w:val="22"/>
        </w:rPr>
      </w:pPr>
      <w:r>
        <w:rPr>
          <w:b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>
              <w:default w:val="Název materiálu"/>
            </w:textInput>
          </w:ffData>
        </w:fldChar>
      </w:r>
      <w:bookmarkStart w:id="1" w:name="Text8"/>
      <w:r>
        <w:rPr>
          <w:b/>
          <w:bCs/>
          <w:sz w:val="22"/>
          <w:szCs w:val="22"/>
        </w:rPr>
        <w:instrText xml:space="preserve"> FORMTEXT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 w:rsidR="00C803B7" w:rsidRPr="00C803B7">
        <w:rPr>
          <w:b/>
          <w:bCs/>
          <w:noProof/>
          <w:sz w:val="22"/>
          <w:szCs w:val="22"/>
        </w:rPr>
        <w:t>Národní výzkumná a inovační strategie pro inteligentní specializaci České republiky 2014 – 2020 (Národní RIS3 strategie), aktualizace 2018</w:t>
      </w:r>
    </w:p>
    <w:p w:rsidR="009056DD" w:rsidRPr="00B77102" w:rsidRDefault="00E92E6A" w:rsidP="009056DD">
      <w:pPr>
        <w:spacing w:before="240" w:after="240"/>
        <w:jc w:val="center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fldChar w:fldCharType="end"/>
      </w:r>
      <w:bookmarkEnd w:id="1"/>
    </w:p>
    <w:p w:rsidR="00B81330" w:rsidRPr="00B77102" w:rsidRDefault="00B81330" w:rsidP="009056DD">
      <w:pPr>
        <w:spacing w:before="240" w:after="240"/>
        <w:jc w:val="both"/>
        <w:rPr>
          <w:sz w:val="22"/>
          <w:szCs w:val="22"/>
        </w:rPr>
      </w:pPr>
      <w:r w:rsidRPr="00B77102">
        <w:rPr>
          <w:sz w:val="22"/>
          <w:szCs w:val="22"/>
        </w:rPr>
        <w:t>Dle Jednacího řádu vlády byl materiál rozeslán do meziresortního připomínkového řízení dopisem</w:t>
      </w:r>
      <w:r w:rsidR="00AD59F5" w:rsidRPr="00B77102">
        <w:rPr>
          <w:sz w:val="22"/>
          <w:szCs w:val="22"/>
        </w:rPr>
        <w:t xml:space="preserve"> </w:t>
      </w:r>
      <w:r w:rsidR="000F7617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inistryně/ministra"/>
            </w:textInput>
          </w:ffData>
        </w:fldChar>
      </w:r>
      <w:r w:rsidR="000F7617">
        <w:rPr>
          <w:bCs/>
          <w:sz w:val="22"/>
          <w:szCs w:val="22"/>
        </w:rPr>
        <w:instrText xml:space="preserve"> FORMTEXT </w:instrText>
      </w:r>
      <w:r w:rsidR="000F7617">
        <w:rPr>
          <w:bCs/>
          <w:sz w:val="22"/>
          <w:szCs w:val="22"/>
        </w:rPr>
      </w:r>
      <w:r w:rsidR="000F7617">
        <w:rPr>
          <w:bCs/>
          <w:sz w:val="22"/>
          <w:szCs w:val="22"/>
        </w:rPr>
        <w:fldChar w:fldCharType="separate"/>
      </w:r>
      <w:r w:rsidR="000F7617">
        <w:rPr>
          <w:bCs/>
          <w:noProof/>
          <w:sz w:val="22"/>
          <w:szCs w:val="22"/>
        </w:rPr>
        <w:t>ministryně/ministra</w:t>
      </w:r>
      <w:r w:rsidR="000F7617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 xml:space="preserve">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inisterstvo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ministerstvo</w:t>
      </w:r>
      <w:r w:rsidR="00E92E6A">
        <w:rPr>
          <w:bCs/>
          <w:sz w:val="22"/>
          <w:szCs w:val="22"/>
        </w:rPr>
        <w:fldChar w:fldCharType="end"/>
      </w:r>
      <w:r w:rsidR="00540F7C">
        <w:rPr>
          <w:bCs/>
          <w:sz w:val="22"/>
          <w:szCs w:val="22"/>
        </w:rPr>
        <w:t xml:space="preserve"> </w:t>
      </w:r>
      <w:r w:rsidRPr="00B77102">
        <w:rPr>
          <w:sz w:val="22"/>
          <w:szCs w:val="22"/>
        </w:rPr>
        <w:t xml:space="preserve">dne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atum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datum</w:t>
      </w:r>
      <w:r w:rsidR="00E92E6A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 xml:space="preserve">, s termínem dodání stanovisek do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atum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datum</w:t>
      </w:r>
      <w:r w:rsidR="00E92E6A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>. Vyhodnocení tohoto řízení je uvedeno v následující tabulce:</w:t>
      </w: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8"/>
        <w:gridCol w:w="5961"/>
        <w:gridCol w:w="6650"/>
      </w:tblGrid>
      <w:tr w:rsidR="001C1BAD" w:rsidRPr="00B77102" w:rsidTr="009056DD">
        <w:trPr>
          <w:trHeight w:val="340"/>
        </w:trPr>
        <w:tc>
          <w:tcPr>
            <w:tcW w:w="1718" w:type="dxa"/>
            <w:shd w:val="clear" w:color="auto" w:fill="auto"/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5961" w:type="dxa"/>
            <w:shd w:val="clear" w:color="auto" w:fill="auto"/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6650" w:type="dxa"/>
            <w:shd w:val="clear" w:color="auto" w:fill="auto"/>
          </w:tcPr>
          <w:p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Vypořádání</w:t>
            </w:r>
          </w:p>
        </w:tc>
      </w:tr>
      <w:tr w:rsidR="002E4804" w:rsidRPr="00B77102" w:rsidTr="009056DD">
        <w:trPr>
          <w:trHeight w:val="340"/>
        </w:trPr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9056DD" w:rsidRDefault="00093098" w:rsidP="00E92E6A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ev rezortu"/>
                  </w:textInput>
                </w:ffData>
              </w:fldChar>
            </w:r>
            <w:r>
              <w:rPr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Název rezortu</w:t>
            </w:r>
            <w:r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RDefault="00540F7C" w:rsidP="00E92E6A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RDefault="00540F7C" w:rsidP="00E92E6A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2E4804" w:rsidRPr="00B77102" w:rsidTr="009056DD">
        <w:trPr>
          <w:trHeight w:val="340"/>
        </w:trPr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B77102" w:rsidRDefault="002E4804" w:rsidP="007E1384">
            <w:pPr>
              <w:rPr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RDefault="00540F7C" w:rsidP="00E92E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RDefault="00540F7C" w:rsidP="00E92E6A">
            <w:pPr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2E4804" w:rsidRPr="00B77102" w:rsidTr="009056DD">
        <w:trPr>
          <w:trHeight w:val="340"/>
        </w:trPr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B77102" w:rsidRDefault="002E4804" w:rsidP="007E1384">
            <w:pPr>
              <w:rPr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RDefault="00540F7C" w:rsidP="00E92E6A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04" w:rsidRPr="005A5A03" w:rsidRDefault="00540F7C" w:rsidP="00E92E6A">
            <w:pPr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</w:tbl>
    <w:p w:rsidR="00062C44" w:rsidRPr="00B77102" w:rsidRDefault="00062C44" w:rsidP="009056DD">
      <w:pPr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>V 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raze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Praze</w:t>
      </w:r>
      <w:r w:rsidR="00E92E6A">
        <w:rPr>
          <w:bCs/>
          <w:sz w:val="22"/>
          <w:szCs w:val="22"/>
        </w:rPr>
        <w:fldChar w:fldCharType="end"/>
      </w:r>
      <w:r w:rsidR="00952E4D" w:rsidRPr="00B77102">
        <w:rPr>
          <w:sz w:val="22"/>
          <w:szCs w:val="22"/>
        </w:rPr>
        <w:t xml:space="preserve"> </w:t>
      </w:r>
      <w:r w:rsidRPr="00B77102">
        <w:rPr>
          <w:sz w:val="22"/>
          <w:szCs w:val="22"/>
        </w:rPr>
        <w:t xml:space="preserve">dne </w:t>
      </w:r>
      <w:r w:rsidR="00952E4D" w:rsidRPr="00B77102">
        <w:rPr>
          <w:sz w:val="22"/>
          <w:szCs w:val="22"/>
        </w:rPr>
        <w:fldChar w:fldCharType="begin"/>
      </w:r>
      <w:r w:rsidR="00952E4D" w:rsidRPr="00B77102">
        <w:rPr>
          <w:sz w:val="22"/>
          <w:szCs w:val="22"/>
        </w:rPr>
        <w:instrText xml:space="preserve"> TIME \@ "d. MMMM yyyy" </w:instrText>
      </w:r>
      <w:r w:rsidR="00952E4D" w:rsidRPr="00B77102">
        <w:rPr>
          <w:sz w:val="22"/>
          <w:szCs w:val="22"/>
        </w:rPr>
        <w:fldChar w:fldCharType="separate"/>
      </w:r>
      <w:r w:rsidR="007C79D3">
        <w:rPr>
          <w:noProof/>
          <w:sz w:val="22"/>
          <w:szCs w:val="22"/>
        </w:rPr>
        <w:t>26. září 2018</w:t>
      </w:r>
      <w:r w:rsidR="00952E4D" w:rsidRPr="00B77102">
        <w:rPr>
          <w:sz w:val="22"/>
          <w:szCs w:val="22"/>
        </w:rPr>
        <w:fldChar w:fldCharType="end"/>
      </w:r>
    </w:p>
    <w:p w:rsidR="00062C44" w:rsidRPr="00B77102" w:rsidRDefault="00062C44" w:rsidP="00E92E6A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 xml:space="preserve">Vypracoval: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titul, jméno, příjmení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titul, jméno, příjmení</w:t>
      </w:r>
      <w:r w:rsidR="00E92E6A">
        <w:rPr>
          <w:bCs/>
          <w:sz w:val="22"/>
          <w:szCs w:val="22"/>
        </w:rPr>
        <w:fldChar w:fldCharType="end"/>
      </w:r>
      <w:r w:rsidR="00E92E6A">
        <w:rPr>
          <w:sz w:val="22"/>
          <w:szCs w:val="22"/>
        </w:rPr>
        <w:tab/>
      </w:r>
      <w:r w:rsidR="00540F7C">
        <w:rPr>
          <w:sz w:val="22"/>
          <w:szCs w:val="22"/>
        </w:rPr>
        <w:t>Podpis:</w:t>
      </w:r>
    </w:p>
    <w:sectPr w:rsidR="00062C44" w:rsidRPr="00B77102" w:rsidSect="00DF31E1">
      <w:footerReference w:type="default" r:id="rId7"/>
      <w:pgSz w:w="16838" w:h="11906" w:orient="landscape"/>
      <w:pgMar w:top="1258" w:right="1418" w:bottom="1135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397" w:rsidRDefault="008F0397">
      <w:r>
        <w:separator/>
      </w:r>
    </w:p>
  </w:endnote>
  <w:endnote w:type="continuationSeparator" w:id="0">
    <w:p w:rsidR="008F0397" w:rsidRDefault="008F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E6A" w:rsidRPr="00CA4A8C" w:rsidRDefault="00E92E6A" w:rsidP="00E92E6A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666592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8F0397">
      <w:rPr>
        <w:rFonts w:ascii="Arial" w:hAnsi="Arial" w:cs="Arial"/>
        <w:noProof/>
        <w:sz w:val="22"/>
        <w:szCs w:val="22"/>
      </w:rPr>
      <w:t>1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397" w:rsidRDefault="008F0397">
      <w:r>
        <w:separator/>
      </w:r>
    </w:p>
  </w:footnote>
  <w:footnote w:type="continuationSeparator" w:id="0">
    <w:p w:rsidR="008F0397" w:rsidRDefault="008F0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4A5D1E"/>
    <w:multiLevelType w:val="hybridMultilevel"/>
    <w:tmpl w:val="0414B8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BD85044"/>
    <w:multiLevelType w:val="hybridMultilevel"/>
    <w:tmpl w:val="286050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D73F64"/>
    <w:multiLevelType w:val="hybridMultilevel"/>
    <w:tmpl w:val="49E2F5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0"/>
  </w:num>
  <w:num w:numId="5">
    <w:abstractNumId w:val="8"/>
  </w:num>
  <w:num w:numId="6">
    <w:abstractNumId w:val="11"/>
  </w:num>
  <w:num w:numId="7">
    <w:abstractNumId w:val="9"/>
  </w:num>
  <w:num w:numId="8">
    <w:abstractNumId w:val="4"/>
  </w:num>
  <w:num w:numId="9">
    <w:abstractNumId w:val="1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397"/>
    <w:rsid w:val="000134BD"/>
    <w:rsid w:val="0001676C"/>
    <w:rsid w:val="000335F7"/>
    <w:rsid w:val="00062C44"/>
    <w:rsid w:val="00093098"/>
    <w:rsid w:val="000970C1"/>
    <w:rsid w:val="000A7FF0"/>
    <w:rsid w:val="000B085C"/>
    <w:rsid w:val="000C7F33"/>
    <w:rsid w:val="000E3BE9"/>
    <w:rsid w:val="000F7617"/>
    <w:rsid w:val="00110AAF"/>
    <w:rsid w:val="0012692B"/>
    <w:rsid w:val="00140086"/>
    <w:rsid w:val="00145705"/>
    <w:rsid w:val="0014667B"/>
    <w:rsid w:val="001848D8"/>
    <w:rsid w:val="00195697"/>
    <w:rsid w:val="001B2EDE"/>
    <w:rsid w:val="001C1BAD"/>
    <w:rsid w:val="001D55D4"/>
    <w:rsid w:val="001F33A5"/>
    <w:rsid w:val="00205563"/>
    <w:rsid w:val="00212ADB"/>
    <w:rsid w:val="002132CD"/>
    <w:rsid w:val="00217309"/>
    <w:rsid w:val="00241C0B"/>
    <w:rsid w:val="00254415"/>
    <w:rsid w:val="00254AB0"/>
    <w:rsid w:val="0027082B"/>
    <w:rsid w:val="00287369"/>
    <w:rsid w:val="00291F07"/>
    <w:rsid w:val="002A26E9"/>
    <w:rsid w:val="002A29FE"/>
    <w:rsid w:val="002C6EC1"/>
    <w:rsid w:val="002E4804"/>
    <w:rsid w:val="002F055A"/>
    <w:rsid w:val="003C3A84"/>
    <w:rsid w:val="003D276A"/>
    <w:rsid w:val="0040041F"/>
    <w:rsid w:val="00406325"/>
    <w:rsid w:val="004111C8"/>
    <w:rsid w:val="00417825"/>
    <w:rsid w:val="00420190"/>
    <w:rsid w:val="004A3B5C"/>
    <w:rsid w:val="004F00D3"/>
    <w:rsid w:val="0050118B"/>
    <w:rsid w:val="00506235"/>
    <w:rsid w:val="005213A9"/>
    <w:rsid w:val="00522DBE"/>
    <w:rsid w:val="00540F7C"/>
    <w:rsid w:val="00556ED7"/>
    <w:rsid w:val="00586F0C"/>
    <w:rsid w:val="00597FEB"/>
    <w:rsid w:val="005A278E"/>
    <w:rsid w:val="005A325F"/>
    <w:rsid w:val="005A5A03"/>
    <w:rsid w:val="005B1037"/>
    <w:rsid w:val="005C610B"/>
    <w:rsid w:val="005D5146"/>
    <w:rsid w:val="005E7888"/>
    <w:rsid w:val="005F77BA"/>
    <w:rsid w:val="00607570"/>
    <w:rsid w:val="00633AD7"/>
    <w:rsid w:val="006418D9"/>
    <w:rsid w:val="00641AB8"/>
    <w:rsid w:val="00666592"/>
    <w:rsid w:val="006707E2"/>
    <w:rsid w:val="006A5ACC"/>
    <w:rsid w:val="006D6FEC"/>
    <w:rsid w:val="006F1E98"/>
    <w:rsid w:val="007116F2"/>
    <w:rsid w:val="007801AD"/>
    <w:rsid w:val="007908EB"/>
    <w:rsid w:val="007952FD"/>
    <w:rsid w:val="007A3FC1"/>
    <w:rsid w:val="007C2824"/>
    <w:rsid w:val="007C79D3"/>
    <w:rsid w:val="007E1384"/>
    <w:rsid w:val="007E6DCF"/>
    <w:rsid w:val="007E6DF7"/>
    <w:rsid w:val="007F0C8F"/>
    <w:rsid w:val="007F1990"/>
    <w:rsid w:val="007F6497"/>
    <w:rsid w:val="00804406"/>
    <w:rsid w:val="008275AF"/>
    <w:rsid w:val="00850594"/>
    <w:rsid w:val="0085141E"/>
    <w:rsid w:val="00860C55"/>
    <w:rsid w:val="00864230"/>
    <w:rsid w:val="00874036"/>
    <w:rsid w:val="008777EA"/>
    <w:rsid w:val="008A46C8"/>
    <w:rsid w:val="008B55BA"/>
    <w:rsid w:val="008D1D31"/>
    <w:rsid w:val="008F0397"/>
    <w:rsid w:val="008F7AA8"/>
    <w:rsid w:val="009056DD"/>
    <w:rsid w:val="00942FA3"/>
    <w:rsid w:val="00952E4D"/>
    <w:rsid w:val="00985528"/>
    <w:rsid w:val="009945AB"/>
    <w:rsid w:val="009A2376"/>
    <w:rsid w:val="009B1CD8"/>
    <w:rsid w:val="009B2879"/>
    <w:rsid w:val="009B435F"/>
    <w:rsid w:val="009B66D5"/>
    <w:rsid w:val="009C61AA"/>
    <w:rsid w:val="009E1556"/>
    <w:rsid w:val="009E1CBD"/>
    <w:rsid w:val="009E44F6"/>
    <w:rsid w:val="00A1223A"/>
    <w:rsid w:val="00A1699D"/>
    <w:rsid w:val="00A17317"/>
    <w:rsid w:val="00A1761E"/>
    <w:rsid w:val="00A964FB"/>
    <w:rsid w:val="00AC469B"/>
    <w:rsid w:val="00AD59F5"/>
    <w:rsid w:val="00AF016A"/>
    <w:rsid w:val="00B028CF"/>
    <w:rsid w:val="00B03196"/>
    <w:rsid w:val="00B62844"/>
    <w:rsid w:val="00B75488"/>
    <w:rsid w:val="00B754CD"/>
    <w:rsid w:val="00B77102"/>
    <w:rsid w:val="00B81330"/>
    <w:rsid w:val="00BA7DC0"/>
    <w:rsid w:val="00BD5685"/>
    <w:rsid w:val="00BF345C"/>
    <w:rsid w:val="00BF6B3F"/>
    <w:rsid w:val="00C31F3B"/>
    <w:rsid w:val="00C378D4"/>
    <w:rsid w:val="00C7306B"/>
    <w:rsid w:val="00C803B7"/>
    <w:rsid w:val="00CA0B69"/>
    <w:rsid w:val="00CC297A"/>
    <w:rsid w:val="00D00D44"/>
    <w:rsid w:val="00D40886"/>
    <w:rsid w:val="00D53649"/>
    <w:rsid w:val="00D80871"/>
    <w:rsid w:val="00DB7A85"/>
    <w:rsid w:val="00DE3EF8"/>
    <w:rsid w:val="00DE5945"/>
    <w:rsid w:val="00DE6B25"/>
    <w:rsid w:val="00DE7FFA"/>
    <w:rsid w:val="00DF31E1"/>
    <w:rsid w:val="00DF3F5B"/>
    <w:rsid w:val="00E111E0"/>
    <w:rsid w:val="00E13CF6"/>
    <w:rsid w:val="00E235D5"/>
    <w:rsid w:val="00E364F6"/>
    <w:rsid w:val="00E47DEE"/>
    <w:rsid w:val="00E61AE1"/>
    <w:rsid w:val="00E8534D"/>
    <w:rsid w:val="00E90993"/>
    <w:rsid w:val="00E92E6A"/>
    <w:rsid w:val="00EA3AAA"/>
    <w:rsid w:val="00EB0F86"/>
    <w:rsid w:val="00EB21CE"/>
    <w:rsid w:val="00F40AA2"/>
    <w:rsid w:val="00FD49B5"/>
    <w:rsid w:val="00FE084B"/>
    <w:rsid w:val="00FE1A7B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ABD48BC-4947-40B3-93FD-241601367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next w:val="Normln"/>
    <w:link w:val="PodtitulChar"/>
    <w:uiPriority w:val="11"/>
    <w:qFormat/>
    <w:rsid w:val="00E92E6A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titulChar">
    <w:name w:val="Podtitul Char"/>
    <w:link w:val="Podtitul"/>
    <w:uiPriority w:val="11"/>
    <w:rsid w:val="00E92E6A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87403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6%20Vypo&#345;&#225;d&#225;n&#237;%20p&#345;ipom&#237;ne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0CDF2F6582450D8383B22AE52B03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74650C-70F0-415B-BA14-67AD1D1D090E}"/>
      </w:docPartPr>
      <w:docPartBody>
        <w:p w:rsidR="005B4571" w:rsidRDefault="005B4571">
          <w:pPr>
            <w:pStyle w:val="460CDF2F6582450D8383B22AE52B03D8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71"/>
    <w:rsid w:val="005B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60CDF2F6582450D8383B22AE52B03D8">
    <w:name w:val="460CDF2F6582450D8383B22AE52B03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P-16 Vypořádání připomínek.dotm</Template>
  <TotalTime>5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ÚŘAD VLÁDY ČR</vt:lpstr>
      <vt:lpstr>ÚŘAD VLÁDY ČR</vt:lpstr>
    </vt:vector>
  </TitlesOfParts>
  <Company>UVIS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subject/>
  <dc:creator>Svobodová Alena</dc:creator>
  <cp:keywords/>
  <cp:lastModifiedBy>Svobodová Alena</cp:lastModifiedBy>
  <cp:revision>3</cp:revision>
  <cp:lastPrinted>2004-04-02T05:53:00Z</cp:lastPrinted>
  <dcterms:created xsi:type="dcterms:W3CDTF">2018-09-26T08:13:00Z</dcterms:created>
  <dcterms:modified xsi:type="dcterms:W3CDTF">2018-09-26T08:20:00Z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