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E3053" w14:textId="20F17FFA" w:rsidR="00E0003B" w:rsidRDefault="00E0003B" w:rsidP="00B342A7">
      <w:pPr>
        <w:jc w:val="center"/>
        <w:rPr>
          <w:rFonts w:ascii="Times New Roman" w:hAnsi="Times New Roman" w:cs="Times New Roman"/>
          <w:b/>
          <w:sz w:val="28"/>
        </w:rPr>
      </w:pPr>
      <w:r w:rsidRPr="005A1998">
        <w:rPr>
          <w:rFonts w:ascii="Times New Roman" w:hAnsi="Times New Roman" w:cs="Times New Roman"/>
          <w:b/>
          <w:sz w:val="32"/>
        </w:rPr>
        <w:t>Statut Národní koordinační skupiny pro podporu průmyslového výzkumu</w:t>
      </w:r>
    </w:p>
    <w:p w14:paraId="6BC76D4A" w14:textId="77777777" w:rsidR="00B342A7" w:rsidRPr="00B342A7" w:rsidRDefault="00B342A7" w:rsidP="00B342A7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14:paraId="7D90CC6C" w14:textId="77777777" w:rsidR="00E0003B" w:rsidRPr="002547D3" w:rsidRDefault="00E0003B" w:rsidP="00E000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Článek I</w:t>
      </w:r>
    </w:p>
    <w:p w14:paraId="36FF3722" w14:textId="77777777" w:rsidR="00E0003B" w:rsidRPr="002547D3" w:rsidRDefault="00E0003B" w:rsidP="00D171FF">
      <w:pPr>
        <w:spacing w:after="120"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Úvodní ustanovení</w:t>
      </w:r>
    </w:p>
    <w:p w14:paraId="09047CEC" w14:textId="0EE05AF3" w:rsidR="00DE0EC9" w:rsidRDefault="00DE0EC9" w:rsidP="00AC6778">
      <w:pPr>
        <w:pStyle w:val="Odstavecseseznamem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Národní koordinační skupina pro podporu průmyslového výzkumu </w:t>
      </w:r>
      <w:r w:rsidRPr="0005186E">
        <w:rPr>
          <w:rFonts w:ascii="Times New Roman" w:hAnsi="Times New Roman" w:cs="Times New Roman"/>
          <w:sz w:val="24"/>
          <w:szCs w:val="24"/>
        </w:rPr>
        <w:t>(dále jen „NKS“)</w:t>
      </w:r>
      <w:r>
        <w:rPr>
          <w:rFonts w:ascii="Times New Roman" w:hAnsi="Times New Roman" w:cs="Times New Roman"/>
          <w:sz w:val="24"/>
          <w:szCs w:val="24"/>
        </w:rPr>
        <w:t xml:space="preserve"> je koordinačním orgánem tvůrců politik</w:t>
      </w:r>
      <w:r w:rsidR="00F55A5B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4642">
        <w:rPr>
          <w:rFonts w:ascii="Times New Roman" w:hAnsi="Times New Roman" w:cs="Times New Roman"/>
          <w:sz w:val="24"/>
          <w:szCs w:val="24"/>
        </w:rPr>
        <w:t xml:space="preserve">relevantních </w:t>
      </w:r>
      <w:r>
        <w:rPr>
          <w:rFonts w:ascii="Times New Roman" w:hAnsi="Times New Roman" w:cs="Times New Roman"/>
          <w:sz w:val="24"/>
          <w:szCs w:val="24"/>
        </w:rPr>
        <w:t>poskytovatelů podpory výzkumu, vývoje a</w:t>
      </w:r>
      <w:r w:rsidR="00A06F8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inovací (dále jen „VaVaI“).</w:t>
      </w:r>
    </w:p>
    <w:p w14:paraId="77F2DC67" w14:textId="1124FA52" w:rsidR="00E0003B" w:rsidRPr="0005186E" w:rsidRDefault="0005186E" w:rsidP="00AC6778">
      <w:pPr>
        <w:pStyle w:val="Odstavecseseznamem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5186E">
        <w:rPr>
          <w:rFonts w:ascii="Times New Roman" w:hAnsi="Times New Roman" w:cs="Times New Roman"/>
          <w:sz w:val="24"/>
          <w:szCs w:val="24"/>
        </w:rPr>
        <w:t>NK</w:t>
      </w:r>
      <w:r w:rsidR="00DE0EC9">
        <w:rPr>
          <w:rFonts w:ascii="Times New Roman" w:hAnsi="Times New Roman" w:cs="Times New Roman"/>
          <w:sz w:val="24"/>
          <w:szCs w:val="24"/>
        </w:rPr>
        <w:t>S</w:t>
      </w:r>
      <w:r w:rsidRPr="0005186E">
        <w:rPr>
          <w:rFonts w:ascii="Times New Roman" w:hAnsi="Times New Roman" w:cs="Times New Roman"/>
          <w:sz w:val="24"/>
          <w:szCs w:val="24"/>
        </w:rPr>
        <w:t xml:space="preserve"> je zř</w:t>
      </w:r>
      <w:r w:rsidR="00494642">
        <w:rPr>
          <w:rFonts w:ascii="Times New Roman" w:hAnsi="Times New Roman" w:cs="Times New Roman"/>
          <w:sz w:val="24"/>
          <w:szCs w:val="24"/>
        </w:rPr>
        <w:t>ízena primárně</w:t>
      </w:r>
      <w:r w:rsidRPr="0005186E">
        <w:rPr>
          <w:rFonts w:ascii="Times New Roman" w:hAnsi="Times New Roman" w:cs="Times New Roman"/>
          <w:sz w:val="24"/>
          <w:szCs w:val="24"/>
        </w:rPr>
        <w:t xml:space="preserve"> </w:t>
      </w:r>
      <w:r w:rsidR="00E3524F">
        <w:rPr>
          <w:rFonts w:ascii="Times New Roman" w:hAnsi="Times New Roman" w:cs="Times New Roman"/>
          <w:sz w:val="24"/>
          <w:szCs w:val="24"/>
        </w:rPr>
        <w:t xml:space="preserve">za účelem plnění reforem v oblasti VaVaI </w:t>
      </w:r>
      <w:r w:rsidR="00605F53">
        <w:rPr>
          <w:rFonts w:ascii="Times New Roman" w:hAnsi="Times New Roman" w:cs="Times New Roman"/>
          <w:sz w:val="24"/>
          <w:szCs w:val="24"/>
        </w:rPr>
        <w:t xml:space="preserve">obsažených </w:t>
      </w:r>
      <w:r w:rsidR="00494642">
        <w:rPr>
          <w:rFonts w:ascii="Times New Roman" w:hAnsi="Times New Roman" w:cs="Times New Roman"/>
          <w:sz w:val="24"/>
          <w:szCs w:val="24"/>
        </w:rPr>
        <w:t>v Národním plánu obnovy</w:t>
      </w:r>
      <w:r w:rsidR="00494642" w:rsidRPr="0005186E">
        <w:rPr>
          <w:rFonts w:ascii="Times New Roman" w:hAnsi="Times New Roman" w:cs="Times New Roman"/>
          <w:sz w:val="24"/>
          <w:szCs w:val="24"/>
        </w:rPr>
        <w:t xml:space="preserve"> </w:t>
      </w:r>
      <w:r w:rsidR="00494642">
        <w:rPr>
          <w:rFonts w:ascii="Times New Roman" w:hAnsi="Times New Roman" w:cs="Times New Roman"/>
          <w:sz w:val="24"/>
          <w:szCs w:val="24"/>
        </w:rPr>
        <w:t xml:space="preserve">schváleném </w:t>
      </w:r>
      <w:r w:rsidRPr="0005186E">
        <w:rPr>
          <w:rFonts w:ascii="Times New Roman" w:hAnsi="Times New Roman" w:cs="Times New Roman"/>
          <w:sz w:val="24"/>
          <w:szCs w:val="24"/>
        </w:rPr>
        <w:t>usnesení</w:t>
      </w:r>
      <w:r w:rsidR="00494642">
        <w:rPr>
          <w:rFonts w:ascii="Times New Roman" w:hAnsi="Times New Roman" w:cs="Times New Roman"/>
          <w:sz w:val="24"/>
          <w:szCs w:val="24"/>
        </w:rPr>
        <w:t>m</w:t>
      </w:r>
      <w:r w:rsidRPr="0005186E">
        <w:rPr>
          <w:rFonts w:ascii="Times New Roman" w:hAnsi="Times New Roman" w:cs="Times New Roman"/>
          <w:sz w:val="24"/>
          <w:szCs w:val="24"/>
        </w:rPr>
        <w:t xml:space="preserve"> vlády č. 467 ze dne 17. května 202</w:t>
      </w:r>
      <w:r>
        <w:rPr>
          <w:rFonts w:ascii="Times New Roman" w:hAnsi="Times New Roman" w:cs="Times New Roman"/>
          <w:sz w:val="24"/>
          <w:szCs w:val="24"/>
        </w:rPr>
        <w:t>1.</w:t>
      </w:r>
    </w:p>
    <w:p w14:paraId="4BA04DFD" w14:textId="77777777" w:rsidR="00E0003B" w:rsidRPr="005A1998" w:rsidRDefault="00E0003B" w:rsidP="0005186E">
      <w:pPr>
        <w:spacing w:after="0"/>
        <w:rPr>
          <w:rFonts w:ascii="Times New Roman" w:hAnsi="Times New Roman" w:cs="Times New Roman"/>
          <w:sz w:val="28"/>
        </w:rPr>
      </w:pPr>
    </w:p>
    <w:p w14:paraId="5FDCB7E1" w14:textId="77777777" w:rsidR="00E0003B" w:rsidRPr="002547D3" w:rsidRDefault="00E0003B" w:rsidP="00E000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Článek II</w:t>
      </w:r>
    </w:p>
    <w:p w14:paraId="31870BD4" w14:textId="77777777" w:rsidR="00E0003B" w:rsidRPr="002547D3" w:rsidRDefault="00E0003B" w:rsidP="00D171FF">
      <w:pPr>
        <w:spacing w:after="120"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Působnost NKS</w:t>
      </w:r>
    </w:p>
    <w:p w14:paraId="39E5A50A" w14:textId="4840E39C" w:rsidR="000F5D8B" w:rsidRPr="000F5D8B" w:rsidRDefault="000F5D8B" w:rsidP="00AC6778">
      <w:pPr>
        <w:pStyle w:val="Default"/>
        <w:numPr>
          <w:ilvl w:val="0"/>
          <w:numId w:val="10"/>
        </w:numPr>
        <w:spacing w:after="120" w:line="276" w:lineRule="auto"/>
        <w:ind w:hanging="357"/>
        <w:jc w:val="both"/>
      </w:pPr>
      <w:r w:rsidRPr="000F5D8B">
        <w:t xml:space="preserve">NKS </w:t>
      </w:r>
      <w:r w:rsidR="00494642">
        <w:t xml:space="preserve">přispívá ke </w:t>
      </w:r>
      <w:r w:rsidRPr="000F5D8B">
        <w:t>sjedno</w:t>
      </w:r>
      <w:r w:rsidR="00494642">
        <w:t>cení</w:t>
      </w:r>
      <w:r w:rsidRPr="000F5D8B">
        <w:t xml:space="preserve"> politik podpory průmyslového výzkumu uplatňovan</w:t>
      </w:r>
      <w:r w:rsidR="00494642">
        <w:t xml:space="preserve">ých </w:t>
      </w:r>
      <w:r w:rsidRPr="000F5D8B">
        <w:t xml:space="preserve">poskytovateli podpory </w:t>
      </w:r>
      <w:r w:rsidR="00CE3C93">
        <w:t>VaVaI</w:t>
      </w:r>
      <w:r w:rsidRPr="000F5D8B">
        <w:t xml:space="preserve">. </w:t>
      </w:r>
    </w:p>
    <w:p w14:paraId="24DD9CBC" w14:textId="67E41845" w:rsidR="009B7D1E" w:rsidRPr="000F5D8B" w:rsidRDefault="000F5D8B" w:rsidP="00AC6778">
      <w:pPr>
        <w:pStyle w:val="Odstavecseseznamem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F5D8B">
        <w:rPr>
          <w:rFonts w:ascii="Times New Roman" w:hAnsi="Times New Roman" w:cs="Times New Roman"/>
          <w:sz w:val="24"/>
          <w:szCs w:val="24"/>
        </w:rPr>
        <w:t>Do působnosti NKS spadá:</w:t>
      </w:r>
    </w:p>
    <w:p w14:paraId="67AA353E" w14:textId="0AAF7C03" w:rsidR="00CE3C93" w:rsidRDefault="00C81CF4" w:rsidP="00AC6778">
      <w:pPr>
        <w:pStyle w:val="Odstavecseseznamem"/>
        <w:numPr>
          <w:ilvl w:val="0"/>
          <w:numId w:val="11"/>
        </w:numPr>
        <w:spacing w:after="120" w:line="276" w:lineRule="auto"/>
        <w:ind w:left="10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koordinace</w:t>
      </w:r>
      <w:r w:rsidR="008C3751">
        <w:rPr>
          <w:rFonts w:ascii="Times New Roman" w:hAnsi="Times New Roman" w:cs="Times New Roman"/>
          <w:sz w:val="24"/>
          <w:szCs w:val="24"/>
        </w:rPr>
        <w:t xml:space="preserve"> přístup</w:t>
      </w:r>
      <w:r w:rsidR="009865A3">
        <w:rPr>
          <w:rFonts w:ascii="Times New Roman" w:hAnsi="Times New Roman" w:cs="Times New Roman"/>
          <w:sz w:val="24"/>
          <w:szCs w:val="24"/>
        </w:rPr>
        <w:t>u</w:t>
      </w:r>
      <w:r w:rsidR="008C3751">
        <w:rPr>
          <w:rFonts w:ascii="Times New Roman" w:hAnsi="Times New Roman" w:cs="Times New Roman"/>
          <w:sz w:val="24"/>
          <w:szCs w:val="24"/>
        </w:rPr>
        <w:t xml:space="preserve"> k podpoře </w:t>
      </w:r>
      <w:r w:rsidR="004376B3">
        <w:rPr>
          <w:rFonts w:ascii="Times New Roman" w:hAnsi="Times New Roman" w:cs="Times New Roman"/>
          <w:sz w:val="24"/>
          <w:szCs w:val="24"/>
        </w:rPr>
        <w:t>průmyslového</w:t>
      </w:r>
      <w:r w:rsidR="008C3751">
        <w:rPr>
          <w:rFonts w:ascii="Times New Roman" w:hAnsi="Times New Roman" w:cs="Times New Roman"/>
          <w:sz w:val="24"/>
          <w:szCs w:val="24"/>
        </w:rPr>
        <w:t xml:space="preserve"> výzkumu</w:t>
      </w:r>
      <w:r w:rsidR="00CE3C93">
        <w:rPr>
          <w:rFonts w:ascii="Times New Roman" w:hAnsi="Times New Roman" w:cs="Times New Roman"/>
          <w:sz w:val="24"/>
          <w:szCs w:val="24"/>
        </w:rPr>
        <w:t>,</w:t>
      </w:r>
    </w:p>
    <w:p w14:paraId="23FEB5A4" w14:textId="4DDCFAE9" w:rsidR="00494642" w:rsidRPr="00C81CF4" w:rsidRDefault="00494642" w:rsidP="00421B0A">
      <w:pPr>
        <w:pStyle w:val="Odstavecseseznamem"/>
        <w:numPr>
          <w:ilvl w:val="0"/>
          <w:numId w:val="11"/>
        </w:numPr>
        <w:spacing w:after="120" w:line="276" w:lineRule="auto"/>
        <w:ind w:left="10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1CF4">
        <w:rPr>
          <w:rFonts w:ascii="Times New Roman" w:hAnsi="Times New Roman" w:cs="Times New Roman"/>
          <w:sz w:val="24"/>
          <w:szCs w:val="24"/>
        </w:rPr>
        <w:t>s</w:t>
      </w:r>
      <w:r w:rsidR="00C81CF4" w:rsidRPr="00C81CF4">
        <w:rPr>
          <w:rFonts w:ascii="Times New Roman" w:hAnsi="Times New Roman" w:cs="Times New Roman"/>
          <w:sz w:val="24"/>
          <w:szCs w:val="24"/>
        </w:rPr>
        <w:t>bl</w:t>
      </w:r>
      <w:r w:rsidR="00C81CF4">
        <w:rPr>
          <w:rFonts w:ascii="Times New Roman" w:hAnsi="Times New Roman" w:cs="Times New Roman"/>
          <w:sz w:val="24"/>
          <w:szCs w:val="24"/>
        </w:rPr>
        <w:t>ižování</w:t>
      </w:r>
      <w:r w:rsidRPr="00C81CF4">
        <w:rPr>
          <w:rFonts w:ascii="Times New Roman" w:hAnsi="Times New Roman" w:cs="Times New Roman"/>
          <w:sz w:val="24"/>
          <w:szCs w:val="24"/>
        </w:rPr>
        <w:t xml:space="preserve"> podmínek</w:t>
      </w:r>
      <w:r w:rsidR="00C81CF4">
        <w:rPr>
          <w:rFonts w:ascii="Times New Roman" w:hAnsi="Times New Roman" w:cs="Times New Roman"/>
          <w:sz w:val="24"/>
          <w:szCs w:val="24"/>
        </w:rPr>
        <w:t xml:space="preserve"> pro</w:t>
      </w:r>
      <w:r w:rsidRPr="00C81CF4">
        <w:rPr>
          <w:rFonts w:ascii="Times New Roman" w:hAnsi="Times New Roman" w:cs="Times New Roman"/>
          <w:sz w:val="24"/>
          <w:szCs w:val="24"/>
        </w:rPr>
        <w:t xml:space="preserve"> poskytování podpory,</w:t>
      </w:r>
    </w:p>
    <w:p w14:paraId="348402E8" w14:textId="0322B548" w:rsidR="000F5D8B" w:rsidRPr="000F5D8B" w:rsidRDefault="00C81CF4" w:rsidP="00AC6778">
      <w:pPr>
        <w:pStyle w:val="Odstavecseseznamem"/>
        <w:numPr>
          <w:ilvl w:val="0"/>
          <w:numId w:val="11"/>
        </w:numPr>
        <w:spacing w:after="120" w:line="276" w:lineRule="auto"/>
        <w:ind w:left="10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stabilizování </w:t>
      </w:r>
      <w:r w:rsidR="000F5D8B" w:rsidRPr="000F5D8B">
        <w:rPr>
          <w:rFonts w:ascii="Times New Roman" w:hAnsi="Times New Roman" w:cs="Times New Roman"/>
          <w:sz w:val="24"/>
          <w:szCs w:val="24"/>
        </w:rPr>
        <w:t xml:space="preserve">struktury komplementárních programů </w:t>
      </w:r>
      <w:r w:rsidR="009865A3">
        <w:rPr>
          <w:rFonts w:ascii="Times New Roman" w:hAnsi="Times New Roman" w:cs="Times New Roman"/>
          <w:sz w:val="24"/>
          <w:szCs w:val="24"/>
        </w:rPr>
        <w:t>podléhajících</w:t>
      </w:r>
      <w:r w:rsidR="000F5D8B" w:rsidRPr="000F5D8B">
        <w:rPr>
          <w:rFonts w:ascii="Times New Roman" w:hAnsi="Times New Roman" w:cs="Times New Roman"/>
          <w:sz w:val="24"/>
          <w:szCs w:val="24"/>
        </w:rPr>
        <w:t xml:space="preserve"> </w:t>
      </w:r>
      <w:r w:rsidR="009865A3">
        <w:rPr>
          <w:rFonts w:ascii="Times New Roman" w:hAnsi="Times New Roman" w:cs="Times New Roman"/>
          <w:sz w:val="24"/>
          <w:szCs w:val="24"/>
        </w:rPr>
        <w:t>Národní RIS3 strategii a</w:t>
      </w:r>
      <w:r w:rsidR="00E91617">
        <w:rPr>
          <w:rFonts w:ascii="Times New Roman" w:hAnsi="Times New Roman" w:cs="Times New Roman"/>
          <w:sz w:val="24"/>
          <w:szCs w:val="24"/>
        </w:rPr>
        <w:t> </w:t>
      </w:r>
      <w:r w:rsidR="009865A3">
        <w:rPr>
          <w:rFonts w:ascii="Times New Roman" w:hAnsi="Times New Roman" w:cs="Times New Roman"/>
          <w:sz w:val="24"/>
          <w:szCs w:val="24"/>
        </w:rPr>
        <w:t>naplňujících její cíle</w:t>
      </w:r>
      <w:r w:rsidR="00351421">
        <w:rPr>
          <w:rFonts w:ascii="Times New Roman" w:hAnsi="Times New Roman" w:cs="Times New Roman"/>
          <w:sz w:val="24"/>
          <w:szCs w:val="24"/>
        </w:rPr>
        <w:t>,</w:t>
      </w:r>
    </w:p>
    <w:p w14:paraId="586B7281" w14:textId="1108B8B6" w:rsidR="00CE3C93" w:rsidRPr="001D2085" w:rsidRDefault="00CE3C93" w:rsidP="00316ADB">
      <w:pPr>
        <w:pStyle w:val="Odstavecseseznamem"/>
        <w:numPr>
          <w:ilvl w:val="0"/>
          <w:numId w:val="11"/>
        </w:numPr>
        <w:spacing w:after="120" w:line="276" w:lineRule="auto"/>
        <w:ind w:left="10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2085">
        <w:rPr>
          <w:rFonts w:ascii="Times New Roman" w:hAnsi="Times New Roman" w:cs="Times New Roman"/>
          <w:sz w:val="24"/>
          <w:szCs w:val="24"/>
        </w:rPr>
        <w:t>zv</w:t>
      </w:r>
      <w:r w:rsidR="00494642" w:rsidRPr="001D2085">
        <w:rPr>
          <w:rFonts w:ascii="Times New Roman" w:hAnsi="Times New Roman" w:cs="Times New Roman"/>
          <w:sz w:val="24"/>
          <w:szCs w:val="24"/>
        </w:rPr>
        <w:t>y</w:t>
      </w:r>
      <w:r w:rsidRPr="001D2085">
        <w:rPr>
          <w:rFonts w:ascii="Times New Roman" w:hAnsi="Times New Roman" w:cs="Times New Roman"/>
          <w:sz w:val="24"/>
          <w:szCs w:val="24"/>
        </w:rPr>
        <w:t>š</w:t>
      </w:r>
      <w:r w:rsidR="00494642" w:rsidRPr="001D2085">
        <w:rPr>
          <w:rFonts w:ascii="Times New Roman" w:hAnsi="Times New Roman" w:cs="Times New Roman"/>
          <w:sz w:val="24"/>
          <w:szCs w:val="24"/>
        </w:rPr>
        <w:t xml:space="preserve">ování kvality </w:t>
      </w:r>
      <w:r w:rsidRPr="001D2085">
        <w:rPr>
          <w:rFonts w:ascii="Times New Roman" w:hAnsi="Times New Roman" w:cs="Times New Roman"/>
          <w:sz w:val="24"/>
          <w:szCs w:val="24"/>
        </w:rPr>
        <w:t>dlouhodob</w:t>
      </w:r>
      <w:r w:rsidR="009865A3" w:rsidRPr="001D2085">
        <w:rPr>
          <w:rFonts w:ascii="Times New Roman" w:hAnsi="Times New Roman" w:cs="Times New Roman"/>
          <w:sz w:val="24"/>
          <w:szCs w:val="24"/>
        </w:rPr>
        <w:t>é</w:t>
      </w:r>
      <w:r w:rsidRPr="001D2085">
        <w:rPr>
          <w:rFonts w:ascii="Times New Roman" w:hAnsi="Times New Roman" w:cs="Times New Roman"/>
          <w:sz w:val="24"/>
          <w:szCs w:val="24"/>
        </w:rPr>
        <w:t xml:space="preserve"> spoluprác</w:t>
      </w:r>
      <w:r w:rsidR="009865A3" w:rsidRPr="001D2085">
        <w:rPr>
          <w:rFonts w:ascii="Times New Roman" w:hAnsi="Times New Roman" w:cs="Times New Roman"/>
          <w:sz w:val="24"/>
          <w:szCs w:val="24"/>
        </w:rPr>
        <w:t>e</w:t>
      </w:r>
      <w:r w:rsidRPr="001D2085">
        <w:rPr>
          <w:rFonts w:ascii="Times New Roman" w:hAnsi="Times New Roman" w:cs="Times New Roman"/>
          <w:sz w:val="24"/>
          <w:szCs w:val="24"/>
        </w:rPr>
        <w:t xml:space="preserve"> mezi podniky a výzkumnou sférou v oblasti VaVaI</w:t>
      </w:r>
      <w:r w:rsidR="001D2085" w:rsidRPr="001D2085">
        <w:rPr>
          <w:rFonts w:ascii="Times New Roman" w:hAnsi="Times New Roman" w:cs="Times New Roman"/>
          <w:sz w:val="24"/>
          <w:szCs w:val="24"/>
        </w:rPr>
        <w:t xml:space="preserve"> a </w:t>
      </w:r>
      <w:r w:rsidR="001D2085">
        <w:rPr>
          <w:rFonts w:ascii="Times New Roman" w:hAnsi="Times New Roman" w:cs="Times New Roman"/>
          <w:sz w:val="24"/>
          <w:szCs w:val="24"/>
        </w:rPr>
        <w:t xml:space="preserve">obecně </w:t>
      </w:r>
      <w:r w:rsidRPr="001D2085">
        <w:rPr>
          <w:rFonts w:ascii="Times New Roman" w:hAnsi="Times New Roman" w:cs="Times New Roman"/>
          <w:sz w:val="24"/>
          <w:szCs w:val="24"/>
        </w:rPr>
        <w:t>rozvoj inovačního ekosystému</w:t>
      </w:r>
      <w:r w:rsidR="00E91617" w:rsidRPr="001D2085">
        <w:rPr>
          <w:rFonts w:ascii="Times New Roman" w:hAnsi="Times New Roman" w:cs="Times New Roman"/>
          <w:sz w:val="24"/>
          <w:szCs w:val="24"/>
        </w:rPr>
        <w:t>,</w:t>
      </w:r>
    </w:p>
    <w:p w14:paraId="64D28E2B" w14:textId="424EF6FC" w:rsidR="009B7D1E" w:rsidRPr="00807B21" w:rsidRDefault="001D2085" w:rsidP="00AC6778">
      <w:pPr>
        <w:pStyle w:val="Odstavecseseznamem"/>
        <w:numPr>
          <w:ilvl w:val="0"/>
          <w:numId w:val="11"/>
        </w:numPr>
        <w:spacing w:after="120" w:line="276" w:lineRule="auto"/>
        <w:ind w:left="10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formulace doporučení pro </w:t>
      </w:r>
      <w:r w:rsidR="006E4ED9" w:rsidRPr="00494642">
        <w:rPr>
          <w:rFonts w:ascii="Times New Roman" w:hAnsi="Times New Roman" w:cs="Times New Roman"/>
          <w:sz w:val="24"/>
          <w:szCs w:val="24"/>
        </w:rPr>
        <w:t>implementac</w:t>
      </w:r>
      <w:r w:rsidR="00C81CF4">
        <w:rPr>
          <w:rFonts w:ascii="Times New Roman" w:hAnsi="Times New Roman" w:cs="Times New Roman"/>
          <w:sz w:val="24"/>
          <w:szCs w:val="24"/>
        </w:rPr>
        <w:t>i</w:t>
      </w:r>
      <w:r w:rsidR="006E4ED9" w:rsidRPr="00494642">
        <w:rPr>
          <w:rFonts w:ascii="Times New Roman" w:hAnsi="Times New Roman" w:cs="Times New Roman"/>
          <w:sz w:val="24"/>
          <w:szCs w:val="24"/>
        </w:rPr>
        <w:t xml:space="preserve"> a naplňování</w:t>
      </w:r>
      <w:r w:rsidR="00A26124" w:rsidRPr="00494642">
        <w:rPr>
          <w:rFonts w:ascii="Times New Roman" w:hAnsi="Times New Roman" w:cs="Times New Roman"/>
          <w:sz w:val="24"/>
          <w:szCs w:val="24"/>
        </w:rPr>
        <w:t xml:space="preserve"> cílů </w:t>
      </w:r>
      <w:r w:rsidR="00A26124" w:rsidRPr="00807B21">
        <w:rPr>
          <w:rFonts w:ascii="Times New Roman" w:hAnsi="Times New Roman" w:cs="Times New Roman"/>
          <w:sz w:val="24"/>
          <w:szCs w:val="24"/>
        </w:rPr>
        <w:t>Národního plánu obnovy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C81CF4">
        <w:rPr>
          <w:rFonts w:ascii="Times New Roman" w:hAnsi="Times New Roman" w:cs="Times New Roman"/>
          <w:sz w:val="24"/>
          <w:szCs w:val="24"/>
        </w:rPr>
        <w:t> oblasti průmyslového výzkumu</w:t>
      </w:r>
      <w:r w:rsidR="00A26124" w:rsidRPr="00807B21">
        <w:rPr>
          <w:rFonts w:ascii="Times New Roman" w:hAnsi="Times New Roman" w:cs="Times New Roman"/>
          <w:sz w:val="24"/>
          <w:szCs w:val="24"/>
        </w:rPr>
        <w:t>.</w:t>
      </w:r>
    </w:p>
    <w:p w14:paraId="10880ADC" w14:textId="4AF3AF0A" w:rsidR="00807B21" w:rsidRPr="004376B3" w:rsidRDefault="00807B21" w:rsidP="00AC6778">
      <w:pPr>
        <w:pStyle w:val="Odstavecseseznamem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NKS nenahrazuje roli ani kompetence správních úřadů</w:t>
      </w:r>
      <w:r w:rsidR="001D2085">
        <w:rPr>
          <w:rFonts w:ascii="Times New Roman" w:hAnsi="Times New Roman" w:cs="Times New Roman"/>
          <w:sz w:val="24"/>
          <w:szCs w:val="24"/>
        </w:rPr>
        <w:t xml:space="preserve"> a dalších </w:t>
      </w:r>
      <w:r w:rsidR="005C507C">
        <w:rPr>
          <w:rFonts w:ascii="Times New Roman" w:hAnsi="Times New Roman" w:cs="Times New Roman"/>
          <w:sz w:val="24"/>
          <w:szCs w:val="24"/>
        </w:rPr>
        <w:t>subjektů</w:t>
      </w:r>
      <w:r w:rsidR="00767082">
        <w:rPr>
          <w:rFonts w:ascii="Times New Roman" w:hAnsi="Times New Roman" w:cs="Times New Roman"/>
          <w:sz w:val="24"/>
          <w:szCs w:val="24"/>
        </w:rPr>
        <w:t xml:space="preserve"> zastoupených v</w:t>
      </w:r>
      <w:r w:rsidR="00012121">
        <w:rPr>
          <w:rFonts w:ascii="Times New Roman" w:hAnsi="Times New Roman" w:cs="Times New Roman"/>
          <w:sz w:val="24"/>
          <w:szCs w:val="24"/>
        </w:rPr>
        <w:t> </w:t>
      </w:r>
      <w:r w:rsidR="00767082">
        <w:rPr>
          <w:rFonts w:ascii="Times New Roman" w:hAnsi="Times New Roman" w:cs="Times New Roman"/>
          <w:sz w:val="24"/>
          <w:szCs w:val="24"/>
        </w:rPr>
        <w:t>NKS</w:t>
      </w:r>
      <w:r w:rsidR="00012121">
        <w:rPr>
          <w:rFonts w:ascii="Times New Roman" w:hAnsi="Times New Roman" w:cs="Times New Roman"/>
          <w:sz w:val="24"/>
          <w:szCs w:val="24"/>
        </w:rPr>
        <w:t>, jejichž působnost je vymezena</w:t>
      </w:r>
      <w:r w:rsidR="001D2085">
        <w:rPr>
          <w:rFonts w:ascii="Times New Roman" w:hAnsi="Times New Roman" w:cs="Times New Roman"/>
          <w:sz w:val="24"/>
          <w:szCs w:val="24"/>
        </w:rPr>
        <w:t xml:space="preserve"> především</w:t>
      </w:r>
      <w:r w:rsidR="00012121">
        <w:rPr>
          <w:rFonts w:ascii="Times New Roman" w:hAnsi="Times New Roman" w:cs="Times New Roman"/>
          <w:sz w:val="24"/>
          <w:szCs w:val="24"/>
        </w:rPr>
        <w:t xml:space="preserve"> zákonem </w:t>
      </w:r>
      <w:r w:rsidR="001D2085">
        <w:rPr>
          <w:rFonts w:ascii="Times New Roman" w:hAnsi="Times New Roman" w:cs="Times New Roman"/>
          <w:sz w:val="24"/>
          <w:szCs w:val="24"/>
        </w:rPr>
        <w:t>č</w:t>
      </w:r>
      <w:r w:rsidR="001D2085" w:rsidRPr="001D2085">
        <w:rPr>
          <w:rFonts w:ascii="Times New Roman" w:hAnsi="Times New Roman" w:cs="Times New Roman"/>
          <w:sz w:val="24"/>
          <w:szCs w:val="24"/>
        </w:rPr>
        <w:t>. 2/1969 Sb., o zřízení ministerstev a</w:t>
      </w:r>
      <w:r w:rsidR="001D2085">
        <w:rPr>
          <w:rFonts w:ascii="Times New Roman" w:hAnsi="Times New Roman" w:cs="Times New Roman"/>
          <w:sz w:val="24"/>
          <w:szCs w:val="24"/>
        </w:rPr>
        <w:t> </w:t>
      </w:r>
      <w:r w:rsidR="001D2085" w:rsidRPr="001D2085">
        <w:rPr>
          <w:rFonts w:ascii="Times New Roman" w:hAnsi="Times New Roman" w:cs="Times New Roman"/>
          <w:sz w:val="24"/>
          <w:szCs w:val="24"/>
        </w:rPr>
        <w:t>jiných ústředních orgánů státní správy České republiky</w:t>
      </w:r>
      <w:r w:rsidR="001D2085">
        <w:rPr>
          <w:rFonts w:ascii="Times New Roman" w:hAnsi="Times New Roman" w:cs="Times New Roman"/>
          <w:sz w:val="24"/>
          <w:szCs w:val="24"/>
        </w:rPr>
        <w:t xml:space="preserve">, </w:t>
      </w:r>
      <w:r w:rsidR="00456CB4">
        <w:rPr>
          <w:rFonts w:ascii="Times New Roman" w:hAnsi="Times New Roman" w:cs="Times New Roman"/>
          <w:sz w:val="24"/>
          <w:szCs w:val="24"/>
        </w:rPr>
        <w:t xml:space="preserve">ve znění pozdějších předpisů, </w:t>
      </w:r>
      <w:r w:rsidR="001D2085">
        <w:rPr>
          <w:rFonts w:ascii="Times New Roman" w:hAnsi="Times New Roman" w:cs="Times New Roman"/>
          <w:sz w:val="24"/>
          <w:szCs w:val="24"/>
        </w:rPr>
        <w:t>a zákonem</w:t>
      </w:r>
      <w:r w:rsidR="001D2085" w:rsidRPr="001D2085">
        <w:rPr>
          <w:rFonts w:ascii="Times New Roman" w:hAnsi="Times New Roman" w:cs="Times New Roman"/>
          <w:sz w:val="24"/>
          <w:szCs w:val="24"/>
        </w:rPr>
        <w:t xml:space="preserve"> </w:t>
      </w:r>
      <w:r w:rsidR="00012121">
        <w:rPr>
          <w:rFonts w:ascii="Times New Roman" w:hAnsi="Times New Roman" w:cs="Times New Roman"/>
          <w:sz w:val="24"/>
          <w:szCs w:val="24"/>
        </w:rPr>
        <w:t>č. 130/2002 S</w:t>
      </w:r>
      <w:r w:rsidR="00012121" w:rsidRPr="00012121">
        <w:rPr>
          <w:rFonts w:ascii="Times New Roman" w:hAnsi="Times New Roman" w:cs="Times New Roman"/>
          <w:color w:val="auto"/>
          <w:sz w:val="24"/>
          <w:szCs w:val="24"/>
        </w:rPr>
        <w:t xml:space="preserve">b., </w:t>
      </w:r>
      <w:r w:rsidR="00012121" w:rsidRPr="00012121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>o</w:t>
      </w:r>
      <w:r w:rsidR="001D2085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> </w:t>
      </w:r>
      <w:r w:rsidR="00012121" w:rsidRPr="00012121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>podpoře výzkumu</w:t>
      </w:r>
      <w:r w:rsidR="001D2085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>, experimentální</w:t>
      </w:r>
      <w:r w:rsidR="001D2085" w:rsidRPr="004376B3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>ho</w:t>
      </w:r>
      <w:r w:rsidR="00012121" w:rsidRPr="004376B3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 xml:space="preserve"> vývoje</w:t>
      </w:r>
      <w:r w:rsidR="001D2085" w:rsidRPr="004376B3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 xml:space="preserve"> a inovací</w:t>
      </w:r>
      <w:r w:rsidR="00012121" w:rsidRPr="004376B3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 xml:space="preserve"> z veřejných prostředků a o změně některých souvisejících zákonů</w:t>
      </w:r>
      <w:r w:rsidR="00456CB4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>, ve znění pozdějších předpisů</w:t>
      </w:r>
      <w:r w:rsidR="00012121" w:rsidRPr="004376B3">
        <w:rPr>
          <w:rFonts w:ascii="Times New Roman" w:hAnsi="Times New Roman" w:cs="Times New Roman"/>
          <w:iCs/>
          <w:color w:val="auto"/>
          <w:sz w:val="24"/>
          <w:szCs w:val="24"/>
          <w:shd w:val="clear" w:color="auto" w:fill="FFFFFF"/>
        </w:rPr>
        <w:t>.</w:t>
      </w:r>
    </w:p>
    <w:p w14:paraId="17620A70" w14:textId="78D4FBA1" w:rsidR="00012121" w:rsidRPr="004376B3" w:rsidRDefault="00012121" w:rsidP="00AC6778">
      <w:pPr>
        <w:pStyle w:val="Odstavecseseznamem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76B3">
        <w:rPr>
          <w:rFonts w:ascii="Times New Roman" w:hAnsi="Times New Roman" w:cs="Times New Roman"/>
          <w:sz w:val="24"/>
          <w:szCs w:val="24"/>
        </w:rPr>
        <w:t>NKS vykonává svou působnost prostřednictvím:</w:t>
      </w:r>
    </w:p>
    <w:p w14:paraId="1DC642BB" w14:textId="181D9CB6" w:rsidR="00012121" w:rsidRPr="004376B3" w:rsidRDefault="00012121" w:rsidP="00AC6778">
      <w:pPr>
        <w:pStyle w:val="Odstavecseseznamem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76B3">
        <w:rPr>
          <w:rFonts w:ascii="Times New Roman" w:hAnsi="Times New Roman" w:cs="Times New Roman"/>
          <w:sz w:val="24"/>
          <w:szCs w:val="24"/>
        </w:rPr>
        <w:t>jednání NKS,</w:t>
      </w:r>
    </w:p>
    <w:p w14:paraId="4311B2C8" w14:textId="72890D6C" w:rsidR="00012121" w:rsidRDefault="004376B3" w:rsidP="00AC6778">
      <w:pPr>
        <w:pStyle w:val="Odstavecseseznamem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76B3">
        <w:rPr>
          <w:rFonts w:ascii="Times New Roman" w:hAnsi="Times New Roman" w:cs="Times New Roman"/>
          <w:sz w:val="24"/>
          <w:szCs w:val="24"/>
        </w:rPr>
        <w:t>stanovisek k otázkám spadajícím do její působnosti podle odstavce 2</w:t>
      </w:r>
      <w:r w:rsidR="00C81CF4">
        <w:rPr>
          <w:rFonts w:ascii="Times New Roman" w:hAnsi="Times New Roman" w:cs="Times New Roman"/>
          <w:sz w:val="24"/>
          <w:szCs w:val="24"/>
        </w:rPr>
        <w:t>,</w:t>
      </w:r>
    </w:p>
    <w:p w14:paraId="0ED4CCCB" w14:textId="38C9FD9A" w:rsidR="00C81CF4" w:rsidRPr="004376B3" w:rsidRDefault="00C81CF4" w:rsidP="00AC6778">
      <w:pPr>
        <w:pStyle w:val="Odstavecseseznamem"/>
        <w:numPr>
          <w:ilvl w:val="0"/>
          <w:numId w:val="12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předkládání doporučení v oblasti podpory průmyslového výzkumu vládě či jednotlivým poskytovatelům.</w:t>
      </w:r>
    </w:p>
    <w:p w14:paraId="7CA4F876" w14:textId="77777777" w:rsidR="009B7D1E" w:rsidRPr="005A1998" w:rsidRDefault="009B7D1E" w:rsidP="00012121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DA83FFE" w14:textId="77777777" w:rsidR="006D6AF2" w:rsidRDefault="006D6AF2" w:rsidP="00E000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5FDCB5D6" w14:textId="14CED403" w:rsidR="009B7D1E" w:rsidRPr="002547D3" w:rsidRDefault="009B7D1E" w:rsidP="004376B3">
      <w:pPr>
        <w:keepNext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26124">
        <w:rPr>
          <w:rFonts w:ascii="Times New Roman" w:hAnsi="Times New Roman" w:cs="Times New Roman"/>
          <w:sz w:val="27"/>
          <w:szCs w:val="27"/>
        </w:rPr>
        <w:t>Článek III</w:t>
      </w:r>
    </w:p>
    <w:p w14:paraId="17C558C7" w14:textId="00DDC86A" w:rsidR="006E762C" w:rsidRDefault="009B7D1E" w:rsidP="004376B3">
      <w:pPr>
        <w:keepNext/>
        <w:spacing w:after="120"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Složení NKS</w:t>
      </w:r>
    </w:p>
    <w:p w14:paraId="575E4639" w14:textId="32246BA7" w:rsidR="00012121" w:rsidRDefault="00012121" w:rsidP="00AC6778">
      <w:pPr>
        <w:pStyle w:val="Odstavecseseznamem"/>
        <w:numPr>
          <w:ilvl w:val="0"/>
          <w:numId w:val="13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 xml:space="preserve">NKS se skládá z předsedy </w:t>
      </w:r>
      <w:r w:rsidR="001D2085">
        <w:rPr>
          <w:rFonts w:ascii="Times New Roman" w:hAnsi="Times New Roman" w:cs="Times New Roman"/>
          <w:sz w:val="24"/>
          <w:szCs w:val="27"/>
        </w:rPr>
        <w:t>a</w:t>
      </w:r>
      <w:r w:rsidR="00804878">
        <w:rPr>
          <w:rFonts w:ascii="Times New Roman" w:hAnsi="Times New Roman" w:cs="Times New Roman"/>
          <w:sz w:val="24"/>
          <w:szCs w:val="27"/>
        </w:rPr>
        <w:t xml:space="preserve"> </w:t>
      </w:r>
      <w:r>
        <w:rPr>
          <w:rFonts w:ascii="Times New Roman" w:hAnsi="Times New Roman" w:cs="Times New Roman"/>
          <w:sz w:val="24"/>
          <w:szCs w:val="27"/>
        </w:rPr>
        <w:t>členů</w:t>
      </w:r>
      <w:r w:rsidR="00804878">
        <w:rPr>
          <w:rFonts w:ascii="Times New Roman" w:hAnsi="Times New Roman" w:cs="Times New Roman"/>
          <w:sz w:val="24"/>
          <w:szCs w:val="27"/>
        </w:rPr>
        <w:t xml:space="preserve"> zastupujících </w:t>
      </w:r>
      <w:r w:rsidR="005C507C">
        <w:rPr>
          <w:rFonts w:ascii="Times New Roman" w:hAnsi="Times New Roman" w:cs="Times New Roman"/>
          <w:sz w:val="24"/>
          <w:szCs w:val="27"/>
        </w:rPr>
        <w:t>subjekty</w:t>
      </w:r>
      <w:r w:rsidR="00804878">
        <w:rPr>
          <w:rFonts w:ascii="Times New Roman" w:hAnsi="Times New Roman" w:cs="Times New Roman"/>
          <w:sz w:val="24"/>
          <w:szCs w:val="27"/>
        </w:rPr>
        <w:t xml:space="preserve"> uvedené v</w:t>
      </w:r>
      <w:r w:rsidR="00C2418F">
        <w:rPr>
          <w:rFonts w:ascii="Times New Roman" w:hAnsi="Times New Roman" w:cs="Times New Roman"/>
          <w:sz w:val="24"/>
          <w:szCs w:val="27"/>
        </w:rPr>
        <w:t> </w:t>
      </w:r>
      <w:r w:rsidR="00804878">
        <w:rPr>
          <w:rFonts w:ascii="Times New Roman" w:hAnsi="Times New Roman" w:cs="Times New Roman"/>
          <w:sz w:val="24"/>
          <w:szCs w:val="27"/>
        </w:rPr>
        <w:t>odstavc</w:t>
      </w:r>
      <w:r w:rsidR="00C2418F">
        <w:rPr>
          <w:rFonts w:ascii="Times New Roman" w:hAnsi="Times New Roman" w:cs="Times New Roman"/>
          <w:sz w:val="24"/>
          <w:szCs w:val="27"/>
        </w:rPr>
        <w:t xml:space="preserve">i </w:t>
      </w:r>
      <w:r w:rsidR="004376B3">
        <w:rPr>
          <w:rFonts w:ascii="Times New Roman" w:hAnsi="Times New Roman" w:cs="Times New Roman"/>
          <w:sz w:val="24"/>
          <w:szCs w:val="27"/>
        </w:rPr>
        <w:t>2</w:t>
      </w:r>
      <w:r w:rsidR="00D259B0">
        <w:rPr>
          <w:rFonts w:ascii="Times New Roman" w:hAnsi="Times New Roman" w:cs="Times New Roman"/>
          <w:sz w:val="24"/>
          <w:szCs w:val="27"/>
        </w:rPr>
        <w:t>, a dále ze stálých hostů NKS</w:t>
      </w:r>
      <w:r w:rsidR="00804878">
        <w:rPr>
          <w:rFonts w:ascii="Times New Roman" w:hAnsi="Times New Roman" w:cs="Times New Roman"/>
          <w:sz w:val="24"/>
          <w:szCs w:val="27"/>
        </w:rPr>
        <w:t xml:space="preserve">. </w:t>
      </w:r>
    </w:p>
    <w:p w14:paraId="355BC7D9" w14:textId="388637B5" w:rsidR="00C2418F" w:rsidRPr="00C2418F" w:rsidRDefault="005C507C" w:rsidP="00AC6778">
      <w:pPr>
        <w:pStyle w:val="Odstavecseseznamem"/>
        <w:numPr>
          <w:ilvl w:val="0"/>
          <w:numId w:val="13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Č</w:t>
      </w:r>
      <w:r w:rsidR="00804878">
        <w:rPr>
          <w:rFonts w:ascii="Times New Roman" w:hAnsi="Times New Roman" w:cs="Times New Roman"/>
          <w:sz w:val="24"/>
          <w:szCs w:val="27"/>
        </w:rPr>
        <w:t xml:space="preserve">leny NKS </w:t>
      </w:r>
      <w:r>
        <w:rPr>
          <w:rFonts w:ascii="Times New Roman" w:hAnsi="Times New Roman" w:cs="Times New Roman"/>
          <w:sz w:val="24"/>
          <w:szCs w:val="27"/>
        </w:rPr>
        <w:t>jsou</w:t>
      </w:r>
      <w:r w:rsidR="00804878">
        <w:rPr>
          <w:rFonts w:ascii="Times New Roman" w:hAnsi="Times New Roman" w:cs="Times New Roman"/>
          <w:sz w:val="24"/>
          <w:szCs w:val="27"/>
        </w:rPr>
        <w:t>:</w:t>
      </w:r>
    </w:p>
    <w:p w14:paraId="04CAB277" w14:textId="7768BFC1" w:rsidR="00024382" w:rsidRDefault="00B437CE" w:rsidP="00AC6778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 xml:space="preserve">zástupci </w:t>
      </w:r>
      <w:r w:rsidR="00024382">
        <w:rPr>
          <w:rFonts w:ascii="Times New Roman" w:hAnsi="Times New Roman" w:cs="Times New Roman"/>
          <w:sz w:val="24"/>
          <w:szCs w:val="27"/>
        </w:rPr>
        <w:t>poskytovatelů podpory výzkumu, vývoje a inovací, a to na úrovni náměstka nebo ředitele odboru odpovědného za výzkum, vývoj a inovace:</w:t>
      </w:r>
    </w:p>
    <w:p w14:paraId="53F7CDED" w14:textId="7927BEAC" w:rsidR="005C507C" w:rsidRDefault="005C507C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Ministerstva dopravy,</w:t>
      </w:r>
    </w:p>
    <w:p w14:paraId="003D9C06" w14:textId="77777777" w:rsidR="005C507C" w:rsidRDefault="005C507C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Ministerstva kultury,</w:t>
      </w:r>
    </w:p>
    <w:p w14:paraId="7AF99529" w14:textId="4B511273" w:rsidR="005C507C" w:rsidRDefault="005C507C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Ministerstva obrany,</w:t>
      </w:r>
    </w:p>
    <w:p w14:paraId="5E144C4F" w14:textId="7A35BF52" w:rsidR="005C507C" w:rsidRDefault="005C507C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Ministerstva průmyslu a obchodu</w:t>
      </w:r>
    </w:p>
    <w:p w14:paraId="1F0870A7" w14:textId="77777777" w:rsidR="005C507C" w:rsidRDefault="005C507C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Ministerstva školství, mládeže a tělovýchovy,</w:t>
      </w:r>
    </w:p>
    <w:p w14:paraId="2930FE21" w14:textId="29B138FF" w:rsidR="008B4162" w:rsidRDefault="00C2418F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Ministerstva vnitra,</w:t>
      </w:r>
    </w:p>
    <w:p w14:paraId="0EE466FB" w14:textId="186C2F39" w:rsidR="00C2418F" w:rsidRDefault="00C2418F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Ministerstva zdravotnictví,</w:t>
      </w:r>
    </w:p>
    <w:p w14:paraId="095C69B0" w14:textId="359B0627" w:rsidR="00C2418F" w:rsidRDefault="00C2418F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Ministerstva zemědělství,</w:t>
      </w:r>
    </w:p>
    <w:p w14:paraId="1858D665" w14:textId="77777777" w:rsidR="00024382" w:rsidRDefault="00C2418F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Ministerstva životního prostředí,</w:t>
      </w:r>
    </w:p>
    <w:p w14:paraId="0EF93B66" w14:textId="6E05872B" w:rsidR="00024382" w:rsidRPr="00024382" w:rsidRDefault="00024382" w:rsidP="00024382">
      <w:pPr>
        <w:pStyle w:val="Odstavecseseznamem"/>
        <w:numPr>
          <w:ilvl w:val="1"/>
          <w:numId w:val="20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 w:rsidRPr="00024382">
        <w:rPr>
          <w:rFonts w:ascii="Times New Roman" w:hAnsi="Times New Roman" w:cs="Times New Roman"/>
          <w:sz w:val="24"/>
          <w:szCs w:val="27"/>
        </w:rPr>
        <w:t>Technologické agentury ČR</w:t>
      </w:r>
      <w:r>
        <w:rPr>
          <w:rFonts w:ascii="Times New Roman" w:hAnsi="Times New Roman" w:cs="Times New Roman"/>
          <w:sz w:val="24"/>
          <w:szCs w:val="27"/>
        </w:rPr>
        <w:t>,</w:t>
      </w:r>
    </w:p>
    <w:p w14:paraId="07AD83FC" w14:textId="07262E4F" w:rsidR="00C2418F" w:rsidRDefault="00B437CE" w:rsidP="00AC6778">
      <w:pPr>
        <w:pStyle w:val="Odstavecseseznamem"/>
        <w:numPr>
          <w:ilvl w:val="0"/>
          <w:numId w:val="14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národní RIS3 manažer</w:t>
      </w:r>
      <w:r w:rsidR="00024382">
        <w:rPr>
          <w:rFonts w:ascii="Times New Roman" w:hAnsi="Times New Roman" w:cs="Times New Roman"/>
          <w:sz w:val="24"/>
          <w:szCs w:val="27"/>
        </w:rPr>
        <w:t>.</w:t>
      </w:r>
    </w:p>
    <w:p w14:paraId="0FE43F8A" w14:textId="60C8D69F" w:rsidR="00834664" w:rsidRDefault="00834664" w:rsidP="00AC6778">
      <w:pPr>
        <w:pStyle w:val="Odstavecseseznamem"/>
        <w:numPr>
          <w:ilvl w:val="0"/>
          <w:numId w:val="13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případě, že příslušný člen NKS pozb</w:t>
      </w:r>
      <w:r w:rsidR="0002438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de oprávnění zastupovat příslušnou instituci, kterou v NKS reprezentuje, zaniká jeho členství v NKS.</w:t>
      </w:r>
      <w:r w:rsidR="00BE15F4">
        <w:rPr>
          <w:rFonts w:ascii="Times New Roman" w:hAnsi="Times New Roman" w:cs="Times New Roman"/>
          <w:sz w:val="24"/>
          <w:szCs w:val="24"/>
        </w:rPr>
        <w:t xml:space="preserve"> </w:t>
      </w:r>
      <w:r w:rsidR="00024382">
        <w:rPr>
          <w:rFonts w:ascii="Times New Roman" w:hAnsi="Times New Roman" w:cs="Times New Roman"/>
          <w:sz w:val="24"/>
          <w:szCs w:val="24"/>
        </w:rPr>
        <w:t>Příslušný č</w:t>
      </w:r>
      <w:r>
        <w:rPr>
          <w:rFonts w:ascii="Times New Roman" w:hAnsi="Times New Roman" w:cs="Times New Roman"/>
          <w:sz w:val="24"/>
          <w:szCs w:val="24"/>
        </w:rPr>
        <w:t>len vlády</w:t>
      </w:r>
      <w:r w:rsidR="00F55A5B">
        <w:rPr>
          <w:rFonts w:ascii="Times New Roman" w:hAnsi="Times New Roman" w:cs="Times New Roman"/>
          <w:sz w:val="24"/>
          <w:szCs w:val="24"/>
        </w:rPr>
        <w:t xml:space="preserve"> nebo</w:t>
      </w:r>
      <w:r w:rsidR="00BE15F4">
        <w:rPr>
          <w:rFonts w:ascii="Times New Roman" w:hAnsi="Times New Roman" w:cs="Times New Roman"/>
          <w:sz w:val="24"/>
          <w:szCs w:val="24"/>
        </w:rPr>
        <w:t xml:space="preserve"> předseda Technologické agentury o této skutečnosti neprodleně písemně informuje předsedu NKS a</w:t>
      </w:r>
      <w:r w:rsidR="00F55A5B">
        <w:rPr>
          <w:rFonts w:ascii="Times New Roman" w:hAnsi="Times New Roman" w:cs="Times New Roman"/>
          <w:sz w:val="24"/>
          <w:szCs w:val="24"/>
        </w:rPr>
        <w:t> </w:t>
      </w:r>
      <w:r w:rsidR="00BE15F4">
        <w:rPr>
          <w:rFonts w:ascii="Times New Roman" w:hAnsi="Times New Roman" w:cs="Times New Roman"/>
          <w:sz w:val="24"/>
          <w:szCs w:val="24"/>
        </w:rPr>
        <w:t>zároveň nominuje nového člena NKS.</w:t>
      </w:r>
    </w:p>
    <w:p w14:paraId="176CB2E0" w14:textId="55F2F858" w:rsidR="00BE15F4" w:rsidRDefault="00024382" w:rsidP="00AC6778">
      <w:pPr>
        <w:pStyle w:val="Odstavecseseznamem"/>
        <w:numPr>
          <w:ilvl w:val="0"/>
          <w:numId w:val="13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Členové NKS jsou povinni dodržovat pravidla tohoto Statutu, </w:t>
      </w:r>
      <w:r w:rsidR="00BE15F4">
        <w:rPr>
          <w:rFonts w:ascii="Times New Roman" w:hAnsi="Times New Roman" w:cs="Times New Roman"/>
          <w:sz w:val="24"/>
          <w:szCs w:val="24"/>
        </w:rPr>
        <w:t>účastnit se zasedání NKS, aktivně se podílet na její práci a plnit úkoly vyplývající z činnosti NKS.</w:t>
      </w:r>
    </w:p>
    <w:p w14:paraId="6AB8005C" w14:textId="1B66A629" w:rsidR="00CB2304" w:rsidRPr="00BA1B23" w:rsidRDefault="00D259B0" w:rsidP="00AC6778">
      <w:pPr>
        <w:pStyle w:val="Odstavecseseznamem"/>
        <w:numPr>
          <w:ilvl w:val="0"/>
          <w:numId w:val="13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Stálými hosty NKS mohou být jmenováni zástupci hospodářských a sociálních partnerů, </w:t>
      </w:r>
      <w:r w:rsidR="00F55A5B">
        <w:rPr>
          <w:rFonts w:ascii="Times New Roman" w:hAnsi="Times New Roman" w:cs="Times New Roman"/>
          <w:sz w:val="24"/>
          <w:szCs w:val="24"/>
        </w:rPr>
        <w:t xml:space="preserve">Rady pro výzkum, vývoj a inovace, </w:t>
      </w:r>
      <w:r>
        <w:rPr>
          <w:rFonts w:ascii="Times New Roman" w:hAnsi="Times New Roman" w:cs="Times New Roman"/>
          <w:sz w:val="24"/>
          <w:szCs w:val="24"/>
        </w:rPr>
        <w:t xml:space="preserve">případně zástupci dalších </w:t>
      </w:r>
      <w:proofErr w:type="spellStart"/>
      <w:r>
        <w:rPr>
          <w:rFonts w:ascii="Times New Roman" w:hAnsi="Times New Roman" w:cs="Times New Roman"/>
          <w:sz w:val="24"/>
          <w:szCs w:val="24"/>
        </w:rPr>
        <w:t>stakeholderů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9EE338F" w14:textId="77777777" w:rsidR="000C453A" w:rsidRPr="005A1998" w:rsidRDefault="000C453A" w:rsidP="00E000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3CB862" w14:textId="4AE19A4F" w:rsidR="000C453A" w:rsidRPr="002547D3" w:rsidRDefault="000C453A" w:rsidP="00E000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Článek IV</w:t>
      </w:r>
    </w:p>
    <w:p w14:paraId="4E7A73B9" w14:textId="77777777" w:rsidR="000C453A" w:rsidRPr="002547D3" w:rsidRDefault="000C453A" w:rsidP="00D171FF">
      <w:pPr>
        <w:spacing w:after="120"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Předseda NKS</w:t>
      </w:r>
    </w:p>
    <w:p w14:paraId="514768EB" w14:textId="36F06712" w:rsidR="000C453A" w:rsidRDefault="00660E2B" w:rsidP="00AC6778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V čele NKS stojí předseda, kterým je </w:t>
      </w:r>
      <w:r w:rsidR="00B71938">
        <w:rPr>
          <w:rFonts w:ascii="Times New Roman" w:hAnsi="Times New Roman" w:cs="Times New Roman"/>
          <w:sz w:val="24"/>
          <w:szCs w:val="28"/>
        </w:rPr>
        <w:t xml:space="preserve">náměstek </w:t>
      </w:r>
      <w:r w:rsidR="004376B3">
        <w:rPr>
          <w:rFonts w:ascii="Times New Roman" w:hAnsi="Times New Roman" w:cs="Times New Roman"/>
          <w:sz w:val="24"/>
          <w:szCs w:val="28"/>
        </w:rPr>
        <w:t>ministra</w:t>
      </w:r>
      <w:r w:rsidR="00B71938">
        <w:rPr>
          <w:rFonts w:ascii="Times New Roman" w:hAnsi="Times New Roman" w:cs="Times New Roman"/>
          <w:sz w:val="24"/>
          <w:szCs w:val="28"/>
        </w:rPr>
        <w:t xml:space="preserve"> průmyslu a obchodu, který má v gesci agendu výzkumu, vývoj</w:t>
      </w:r>
      <w:r w:rsidR="00456CB4">
        <w:rPr>
          <w:rFonts w:ascii="Times New Roman" w:hAnsi="Times New Roman" w:cs="Times New Roman"/>
          <w:sz w:val="24"/>
          <w:szCs w:val="28"/>
        </w:rPr>
        <w:t>e</w:t>
      </w:r>
      <w:r w:rsidR="00B71938">
        <w:rPr>
          <w:rFonts w:ascii="Times New Roman" w:hAnsi="Times New Roman" w:cs="Times New Roman"/>
          <w:sz w:val="24"/>
          <w:szCs w:val="28"/>
        </w:rPr>
        <w:t xml:space="preserve"> a inovac</w:t>
      </w:r>
      <w:r w:rsidR="00456CB4">
        <w:rPr>
          <w:rFonts w:ascii="Times New Roman" w:hAnsi="Times New Roman" w:cs="Times New Roman"/>
          <w:sz w:val="24"/>
          <w:szCs w:val="28"/>
        </w:rPr>
        <w:t>í</w:t>
      </w:r>
      <w:r w:rsidR="00B71938">
        <w:rPr>
          <w:rFonts w:ascii="Times New Roman" w:hAnsi="Times New Roman" w:cs="Times New Roman"/>
          <w:sz w:val="24"/>
          <w:szCs w:val="28"/>
        </w:rPr>
        <w:t>. Předseda řídí činnost NKS</w:t>
      </w:r>
      <w:r w:rsidR="00D171FF">
        <w:rPr>
          <w:rFonts w:ascii="Times New Roman" w:hAnsi="Times New Roman" w:cs="Times New Roman"/>
          <w:sz w:val="24"/>
          <w:szCs w:val="28"/>
        </w:rPr>
        <w:t>.</w:t>
      </w:r>
    </w:p>
    <w:p w14:paraId="77718B88" w14:textId="77777777" w:rsidR="004376B3" w:rsidRDefault="004376B3" w:rsidP="004376B3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Předsedu NKS jmenuje a odvolává ministr průmyslu a obchodu.</w:t>
      </w:r>
    </w:p>
    <w:p w14:paraId="65AF8E43" w14:textId="5A9F7290" w:rsidR="00D171FF" w:rsidRDefault="00D171FF" w:rsidP="00AC6778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Předseda NKS:</w:t>
      </w:r>
    </w:p>
    <w:p w14:paraId="53634E00" w14:textId="23B4360F" w:rsidR="00D259B0" w:rsidRDefault="00D259B0" w:rsidP="00AC6778">
      <w:pPr>
        <w:pStyle w:val="Odstavecseseznamem"/>
        <w:numPr>
          <w:ilvl w:val="0"/>
          <w:numId w:val="16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jmenuje členy NKS a stálé hosty NKS,</w:t>
      </w:r>
    </w:p>
    <w:p w14:paraId="31FAF440" w14:textId="4F824379" w:rsidR="00D171FF" w:rsidRDefault="00D171FF" w:rsidP="00AC6778">
      <w:pPr>
        <w:pStyle w:val="Odstavecseseznamem"/>
        <w:numPr>
          <w:ilvl w:val="0"/>
          <w:numId w:val="16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svolává zasedání NKS, navrhuje program a řídí jednání NKS, schvaluje zápis z jednání NKS,</w:t>
      </w:r>
    </w:p>
    <w:p w14:paraId="7AF600AE" w14:textId="465EFFAB" w:rsidR="00D171FF" w:rsidRDefault="00D171FF" w:rsidP="00AC6778">
      <w:pPr>
        <w:pStyle w:val="Odstavecseseznamem"/>
        <w:numPr>
          <w:ilvl w:val="0"/>
          <w:numId w:val="16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navrhuje NKS ke schválení její </w:t>
      </w:r>
      <w:r w:rsidR="004376B3">
        <w:rPr>
          <w:rFonts w:ascii="Times New Roman" w:hAnsi="Times New Roman" w:cs="Times New Roman"/>
          <w:sz w:val="24"/>
          <w:szCs w:val="28"/>
        </w:rPr>
        <w:t>j</w:t>
      </w:r>
      <w:r>
        <w:rPr>
          <w:rFonts w:ascii="Times New Roman" w:hAnsi="Times New Roman" w:cs="Times New Roman"/>
          <w:sz w:val="24"/>
          <w:szCs w:val="28"/>
        </w:rPr>
        <w:t>ednací řád</w:t>
      </w:r>
      <w:r w:rsidR="000204BC">
        <w:rPr>
          <w:rFonts w:ascii="Times New Roman" w:hAnsi="Times New Roman" w:cs="Times New Roman"/>
          <w:sz w:val="24"/>
          <w:szCs w:val="28"/>
        </w:rPr>
        <w:t xml:space="preserve"> a jeho úpravy</w:t>
      </w:r>
      <w:r>
        <w:rPr>
          <w:rFonts w:ascii="Times New Roman" w:hAnsi="Times New Roman" w:cs="Times New Roman"/>
          <w:sz w:val="24"/>
          <w:szCs w:val="28"/>
        </w:rPr>
        <w:t>,</w:t>
      </w:r>
    </w:p>
    <w:p w14:paraId="208EE553" w14:textId="2E25D513" w:rsidR="00D171FF" w:rsidRPr="00A62155" w:rsidRDefault="00D171FF" w:rsidP="00AC6778">
      <w:pPr>
        <w:pStyle w:val="Odstavecseseznamem"/>
        <w:numPr>
          <w:ilvl w:val="0"/>
          <w:numId w:val="16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prezentuje stanoviska schválená na zasedání NKS a př</w:t>
      </w:r>
      <w:r w:rsidRPr="00A62155">
        <w:rPr>
          <w:rFonts w:ascii="Times New Roman" w:hAnsi="Times New Roman" w:cs="Times New Roman"/>
          <w:sz w:val="24"/>
          <w:szCs w:val="28"/>
        </w:rPr>
        <w:t>edkládá je ministru průmyslu a</w:t>
      </w:r>
      <w:r w:rsidR="004376B3" w:rsidRPr="00A62155">
        <w:rPr>
          <w:rFonts w:ascii="Times New Roman" w:hAnsi="Times New Roman" w:cs="Times New Roman"/>
          <w:sz w:val="24"/>
          <w:szCs w:val="28"/>
        </w:rPr>
        <w:t> </w:t>
      </w:r>
      <w:r w:rsidRPr="00A62155">
        <w:rPr>
          <w:rFonts w:ascii="Times New Roman" w:hAnsi="Times New Roman" w:cs="Times New Roman"/>
          <w:sz w:val="24"/>
          <w:szCs w:val="28"/>
        </w:rPr>
        <w:t>obchodu</w:t>
      </w:r>
      <w:r w:rsidR="004376B3" w:rsidRPr="00A62155">
        <w:rPr>
          <w:rFonts w:ascii="Times New Roman" w:hAnsi="Times New Roman" w:cs="Times New Roman"/>
          <w:sz w:val="24"/>
          <w:szCs w:val="28"/>
        </w:rPr>
        <w:t xml:space="preserve"> či relevantním adresátům, jichž se stanoviska týkají,</w:t>
      </w:r>
    </w:p>
    <w:p w14:paraId="479E694E" w14:textId="0D251E88" w:rsidR="00D171FF" w:rsidRPr="004376B3" w:rsidRDefault="00D171FF" w:rsidP="004376B3">
      <w:pPr>
        <w:pStyle w:val="Odstavecseseznamem"/>
        <w:numPr>
          <w:ilvl w:val="0"/>
          <w:numId w:val="16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odpovídá za dodržování Statutu NKS </w:t>
      </w:r>
      <w:r w:rsidR="004376B3">
        <w:rPr>
          <w:rFonts w:ascii="Times New Roman" w:hAnsi="Times New Roman" w:cs="Times New Roman"/>
          <w:sz w:val="24"/>
          <w:szCs w:val="28"/>
        </w:rPr>
        <w:t xml:space="preserve">jejími </w:t>
      </w:r>
      <w:r>
        <w:rPr>
          <w:rFonts w:ascii="Times New Roman" w:hAnsi="Times New Roman" w:cs="Times New Roman"/>
          <w:sz w:val="24"/>
          <w:szCs w:val="28"/>
        </w:rPr>
        <w:t>člen</w:t>
      </w:r>
      <w:r w:rsidR="004376B3">
        <w:rPr>
          <w:rFonts w:ascii="Times New Roman" w:hAnsi="Times New Roman" w:cs="Times New Roman"/>
          <w:sz w:val="24"/>
          <w:szCs w:val="28"/>
        </w:rPr>
        <w:t>y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30D6B29" w14:textId="77777777" w:rsidR="005E6BC5" w:rsidRPr="005A1998" w:rsidRDefault="005E6BC5" w:rsidP="00D43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CD8BBF" w14:textId="4CD7BC4C" w:rsidR="001F3999" w:rsidRPr="002547D3" w:rsidRDefault="005E6BC5" w:rsidP="001F399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Článek V</w:t>
      </w:r>
      <w:r w:rsidR="001F3999" w:rsidRPr="001F3999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0476EEB7" w14:textId="22E95304" w:rsidR="001F3999" w:rsidRDefault="001F3999" w:rsidP="001F3999">
      <w:pPr>
        <w:spacing w:after="120"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Zasedání </w:t>
      </w:r>
      <w:r w:rsidRPr="002547D3">
        <w:rPr>
          <w:rFonts w:ascii="Times New Roman" w:hAnsi="Times New Roman" w:cs="Times New Roman"/>
          <w:sz w:val="27"/>
          <w:szCs w:val="27"/>
        </w:rPr>
        <w:t>NKS</w:t>
      </w:r>
    </w:p>
    <w:p w14:paraId="44D4E4DA" w14:textId="4D1269F4" w:rsidR="005E6BC5" w:rsidRDefault="001F3999" w:rsidP="001F3999">
      <w:pPr>
        <w:pStyle w:val="Odstavecseseznamem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NKS zasedá alespoň 2x ročně.</w:t>
      </w:r>
    </w:p>
    <w:p w14:paraId="56779A1E" w14:textId="1E9964EE" w:rsidR="001F3999" w:rsidRDefault="001F3999" w:rsidP="001F3999">
      <w:pPr>
        <w:pStyle w:val="Odstavecseseznamem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NKS je způsobilá jednat a přijímat závěry, pokud je přítomna nadpoloviční většina členů. Závěr je přijat, pokud se pro něj vysloví většina přítomných členů NKS.</w:t>
      </w:r>
    </w:p>
    <w:p w14:paraId="1FAD901D" w14:textId="03C1EADF" w:rsidR="00BA5F0F" w:rsidRPr="00BA5F0F" w:rsidRDefault="000204BC" w:rsidP="00BA5F0F">
      <w:pPr>
        <w:pStyle w:val="Odstavecseseznamem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Pravidla jednání p</w:t>
      </w:r>
      <w:r w:rsidR="001F3999">
        <w:rPr>
          <w:rFonts w:ascii="Times New Roman" w:hAnsi="Times New Roman" w:cs="Times New Roman"/>
          <w:sz w:val="24"/>
          <w:szCs w:val="24"/>
        </w:rPr>
        <w:t>odrobněji upravuje jednací řád předložený a schválený na prvním zasedání NKS.</w:t>
      </w:r>
    </w:p>
    <w:p w14:paraId="3991C6B5" w14:textId="77777777" w:rsidR="000B408C" w:rsidRDefault="000B408C" w:rsidP="001F3999">
      <w:pPr>
        <w:spacing w:after="120" w:line="276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031DB381" w14:textId="666B2712" w:rsidR="000B408C" w:rsidRPr="002547D3" w:rsidRDefault="000B408C" w:rsidP="000B408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Článek V</w:t>
      </w:r>
      <w:r w:rsidR="001F3999">
        <w:rPr>
          <w:rFonts w:ascii="Times New Roman" w:hAnsi="Times New Roman" w:cs="Times New Roman"/>
          <w:sz w:val="27"/>
          <w:szCs w:val="27"/>
        </w:rPr>
        <w:t>I</w:t>
      </w:r>
    </w:p>
    <w:p w14:paraId="46D63389" w14:textId="5D4C8217" w:rsidR="005E6BC5" w:rsidRDefault="00D43422" w:rsidP="00393D21">
      <w:pPr>
        <w:spacing w:after="120"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Zabezpečení</w:t>
      </w:r>
      <w:r w:rsidR="005E6BC5" w:rsidRPr="002547D3">
        <w:rPr>
          <w:rFonts w:ascii="Times New Roman" w:hAnsi="Times New Roman" w:cs="Times New Roman"/>
          <w:sz w:val="27"/>
          <w:szCs w:val="27"/>
        </w:rPr>
        <w:t xml:space="preserve"> činnosti NKS</w:t>
      </w:r>
    </w:p>
    <w:p w14:paraId="26D075F7" w14:textId="3F0869A8" w:rsidR="00AC6778" w:rsidRPr="00C80A9F" w:rsidRDefault="00C81CF4" w:rsidP="001F3999">
      <w:pPr>
        <w:pStyle w:val="Odstavecseseznamem"/>
        <w:numPr>
          <w:ilvl w:val="0"/>
          <w:numId w:val="17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A</w:t>
      </w:r>
      <w:r w:rsidR="00393D21">
        <w:rPr>
          <w:rFonts w:ascii="Times New Roman" w:hAnsi="Times New Roman" w:cs="Times New Roman"/>
          <w:sz w:val="24"/>
          <w:szCs w:val="27"/>
        </w:rPr>
        <w:t xml:space="preserve">dministrativně a organizačně zabezpečuje činnost NKS </w:t>
      </w:r>
      <w:r>
        <w:rPr>
          <w:rFonts w:ascii="Times New Roman" w:hAnsi="Times New Roman" w:cs="Times New Roman"/>
          <w:sz w:val="24"/>
          <w:szCs w:val="27"/>
        </w:rPr>
        <w:t>Ministerstvo průmyslu a obchodu</w:t>
      </w:r>
      <w:r w:rsidR="00AC6778">
        <w:rPr>
          <w:rFonts w:ascii="Times New Roman" w:hAnsi="Times New Roman" w:cs="Times New Roman"/>
          <w:sz w:val="24"/>
          <w:szCs w:val="27"/>
        </w:rPr>
        <w:t>, zejména</w:t>
      </w:r>
      <w:r w:rsidR="00C80A9F">
        <w:rPr>
          <w:rFonts w:ascii="Times New Roman" w:hAnsi="Times New Roman" w:cs="Times New Roman"/>
          <w:sz w:val="24"/>
          <w:szCs w:val="27"/>
        </w:rPr>
        <w:t xml:space="preserve"> </w:t>
      </w:r>
      <w:r>
        <w:rPr>
          <w:rFonts w:ascii="Times New Roman" w:hAnsi="Times New Roman" w:cs="Times New Roman"/>
          <w:sz w:val="24"/>
          <w:szCs w:val="27"/>
        </w:rPr>
        <w:t>zabezpečuje</w:t>
      </w:r>
      <w:r w:rsidR="00AC6778" w:rsidRPr="00C80A9F">
        <w:rPr>
          <w:rFonts w:ascii="Times New Roman" w:hAnsi="Times New Roman" w:cs="Times New Roman"/>
          <w:sz w:val="24"/>
          <w:szCs w:val="27"/>
        </w:rPr>
        <w:t xml:space="preserve"> podklady a informace potřebné pro činnost NKS na</w:t>
      </w:r>
      <w:r w:rsidR="00C80A9F">
        <w:rPr>
          <w:rFonts w:ascii="Times New Roman" w:hAnsi="Times New Roman" w:cs="Times New Roman"/>
          <w:sz w:val="24"/>
          <w:szCs w:val="27"/>
        </w:rPr>
        <w:t> </w:t>
      </w:r>
      <w:r w:rsidR="00AC6778" w:rsidRPr="00C80A9F">
        <w:rPr>
          <w:rFonts w:ascii="Times New Roman" w:hAnsi="Times New Roman" w:cs="Times New Roman"/>
          <w:sz w:val="24"/>
          <w:szCs w:val="27"/>
        </w:rPr>
        <w:t>základě pokynů předsedy NKS.</w:t>
      </w:r>
    </w:p>
    <w:p w14:paraId="38FE202A" w14:textId="77777777" w:rsidR="005E6BC5" w:rsidRPr="005A1998" w:rsidRDefault="005E6BC5" w:rsidP="001D09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24BE48" w14:textId="37C6DB7F" w:rsidR="005E6BC5" w:rsidRPr="002547D3" w:rsidRDefault="005E6BC5" w:rsidP="00E000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Článek V</w:t>
      </w:r>
      <w:r w:rsidR="001F3999">
        <w:rPr>
          <w:rFonts w:ascii="Times New Roman" w:hAnsi="Times New Roman" w:cs="Times New Roman"/>
          <w:sz w:val="27"/>
          <w:szCs w:val="27"/>
        </w:rPr>
        <w:t>I</w:t>
      </w:r>
      <w:r w:rsidRPr="002547D3">
        <w:rPr>
          <w:rFonts w:ascii="Times New Roman" w:hAnsi="Times New Roman" w:cs="Times New Roman"/>
          <w:sz w:val="27"/>
          <w:szCs w:val="27"/>
        </w:rPr>
        <w:t>I</w:t>
      </w:r>
    </w:p>
    <w:p w14:paraId="71D2FC14" w14:textId="096AB7EF" w:rsidR="00371EF0" w:rsidRPr="002547D3" w:rsidRDefault="005E6BC5" w:rsidP="00AC6778">
      <w:pPr>
        <w:spacing w:after="120"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547D3">
        <w:rPr>
          <w:rFonts w:ascii="Times New Roman" w:hAnsi="Times New Roman" w:cs="Times New Roman"/>
          <w:sz w:val="27"/>
          <w:szCs w:val="27"/>
        </w:rPr>
        <w:t>Závěrečná ustanovení</w:t>
      </w:r>
    </w:p>
    <w:p w14:paraId="309FE109" w14:textId="40CA32FD" w:rsidR="000F5D8B" w:rsidRDefault="00AC6778" w:rsidP="00AC6778">
      <w:pPr>
        <w:pStyle w:val="Odstavecseseznamem"/>
        <w:numPr>
          <w:ilvl w:val="0"/>
          <w:numId w:val="19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Tento statut lze měnit schválením NKS. Návrh na změnu tohoto Statutu může předložit kterýkoli člen NKS předsedovi NKS, který ho zařadí na program nejbližšího jednání NKS.</w:t>
      </w:r>
    </w:p>
    <w:p w14:paraId="12AA5C33" w14:textId="30890CBB" w:rsidR="00AC6778" w:rsidRPr="00AC6778" w:rsidRDefault="00AC6778" w:rsidP="00AC6778">
      <w:pPr>
        <w:pStyle w:val="Odstavecseseznamem"/>
        <w:numPr>
          <w:ilvl w:val="0"/>
          <w:numId w:val="19"/>
        </w:numPr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Tento statut nabývá účinnosti dnem schválení NKS.</w:t>
      </w:r>
    </w:p>
    <w:sectPr w:rsidR="00AC6778" w:rsidRPr="00AC6778" w:rsidSect="00B51F5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5A83C" w14:textId="77777777" w:rsidR="000E4050" w:rsidRDefault="000E4050" w:rsidP="00677FE0">
      <w:pPr>
        <w:spacing w:after="0" w:line="240" w:lineRule="auto"/>
      </w:pPr>
      <w:r>
        <w:separator/>
      </w:r>
    </w:p>
  </w:endnote>
  <w:endnote w:type="continuationSeparator" w:id="0">
    <w:p w14:paraId="12B9993B" w14:textId="77777777" w:rsidR="000E4050" w:rsidRDefault="000E4050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9608104"/>
      <w:docPartObj>
        <w:docPartGallery w:val="Page Numbers (Bottom of Page)"/>
        <w:docPartUnique/>
      </w:docPartObj>
    </w:sdtPr>
    <w:sdtEndPr/>
    <w:sdtContent>
      <w:p w14:paraId="1C50E3F7" w14:textId="2CB26113" w:rsidR="00D155A6" w:rsidRDefault="00D155A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EF309C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263E7" w14:textId="77777777" w:rsidR="000E4050" w:rsidRDefault="000E4050" w:rsidP="00677FE0">
      <w:pPr>
        <w:spacing w:after="0" w:line="240" w:lineRule="auto"/>
      </w:pPr>
      <w:r>
        <w:separator/>
      </w:r>
    </w:p>
  </w:footnote>
  <w:footnote w:type="continuationSeparator" w:id="0">
    <w:p w14:paraId="38ED801A" w14:textId="77777777" w:rsidR="000E4050" w:rsidRDefault="000E4050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CAF24" w14:textId="16361F22" w:rsidR="00030CB0" w:rsidRPr="00D723C2" w:rsidRDefault="00D723C2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</w:t>
    </w:r>
    <w:r w:rsidR="00030CB0" w:rsidRPr="00D723C2">
      <w:rPr>
        <w:rFonts w:ascii="Arial" w:hAnsi="Arial" w:cs="Arial"/>
      </w:rPr>
      <w:t>III.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E2B"/>
    <w:multiLevelType w:val="hybridMultilevel"/>
    <w:tmpl w:val="632C20E0"/>
    <w:lvl w:ilvl="0" w:tplc="9160ABB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2" w15:restartNumberingAfterBreak="0">
    <w:nsid w:val="130316F8"/>
    <w:multiLevelType w:val="multilevel"/>
    <w:tmpl w:val="3320A8B2"/>
    <w:numStyleLink w:val="VariantaB-odrky"/>
  </w:abstractNum>
  <w:abstractNum w:abstractNumId="3" w15:restartNumberingAfterBreak="0">
    <w:nsid w:val="15D41DD1"/>
    <w:multiLevelType w:val="hybridMultilevel"/>
    <w:tmpl w:val="678024A6"/>
    <w:lvl w:ilvl="0" w:tplc="2EC806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5" w15:restartNumberingAfterBreak="0">
    <w:nsid w:val="17E26D40"/>
    <w:multiLevelType w:val="hybridMultilevel"/>
    <w:tmpl w:val="0C36C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872DA"/>
    <w:multiLevelType w:val="multilevel"/>
    <w:tmpl w:val="E8A48D7C"/>
    <w:numStyleLink w:val="VariantaA-sla"/>
  </w:abstractNum>
  <w:abstractNum w:abstractNumId="7" w15:restartNumberingAfterBreak="0">
    <w:nsid w:val="1DB30FE2"/>
    <w:multiLevelType w:val="hybridMultilevel"/>
    <w:tmpl w:val="C81A19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42360"/>
    <w:multiLevelType w:val="hybridMultilevel"/>
    <w:tmpl w:val="C8422F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A5EA2"/>
    <w:multiLevelType w:val="multilevel"/>
    <w:tmpl w:val="E8BAE50A"/>
    <w:numStyleLink w:val="VariantaA-odrky"/>
  </w:abstractNum>
  <w:abstractNum w:abstractNumId="10" w15:restartNumberingAfterBreak="0">
    <w:nsid w:val="31083639"/>
    <w:multiLevelType w:val="hybridMultilevel"/>
    <w:tmpl w:val="D6AAB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12F99"/>
    <w:multiLevelType w:val="hybridMultilevel"/>
    <w:tmpl w:val="C7D253E4"/>
    <w:lvl w:ilvl="0" w:tplc="2F6CC2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A0089A"/>
    <w:multiLevelType w:val="hybridMultilevel"/>
    <w:tmpl w:val="0DE437E2"/>
    <w:lvl w:ilvl="0" w:tplc="45AC38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5" w15:restartNumberingAfterBreak="0">
    <w:nsid w:val="5AF35F43"/>
    <w:multiLevelType w:val="multilevel"/>
    <w:tmpl w:val="0D8ABE32"/>
    <w:numStyleLink w:val="VariantaB-sla"/>
  </w:abstractNum>
  <w:abstractNum w:abstractNumId="16" w15:restartNumberingAfterBreak="0">
    <w:nsid w:val="60BF5BB4"/>
    <w:multiLevelType w:val="hybridMultilevel"/>
    <w:tmpl w:val="C7F4593A"/>
    <w:lvl w:ilvl="0" w:tplc="4E6638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0708"/>
    <w:multiLevelType w:val="hybridMultilevel"/>
    <w:tmpl w:val="97901A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656FE"/>
    <w:multiLevelType w:val="hybridMultilevel"/>
    <w:tmpl w:val="1CF414F0"/>
    <w:lvl w:ilvl="0" w:tplc="9E2EEA4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65D038AC"/>
    <w:multiLevelType w:val="hybridMultilevel"/>
    <w:tmpl w:val="98464674"/>
    <w:lvl w:ilvl="0" w:tplc="9E2EEA4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74635091"/>
    <w:multiLevelType w:val="hybridMultilevel"/>
    <w:tmpl w:val="F28450D0"/>
    <w:lvl w:ilvl="0" w:tplc="6FF809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1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8"/>
  </w:num>
  <w:num w:numId="14">
    <w:abstractNumId w:val="19"/>
  </w:num>
  <w:num w:numId="15">
    <w:abstractNumId w:val="10"/>
  </w:num>
  <w:num w:numId="16">
    <w:abstractNumId w:val="12"/>
  </w:num>
  <w:num w:numId="17">
    <w:abstractNumId w:val="5"/>
  </w:num>
  <w:num w:numId="18">
    <w:abstractNumId w:val="16"/>
  </w:num>
  <w:num w:numId="19">
    <w:abstractNumId w:val="17"/>
  </w:num>
  <w:num w:numId="20">
    <w:abstractNumId w:val="18"/>
  </w:num>
  <w:num w:numId="21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3B"/>
    <w:rsid w:val="00012121"/>
    <w:rsid w:val="00015306"/>
    <w:rsid w:val="000204BC"/>
    <w:rsid w:val="00024382"/>
    <w:rsid w:val="0002674B"/>
    <w:rsid w:val="00030CB0"/>
    <w:rsid w:val="0004162E"/>
    <w:rsid w:val="0004786B"/>
    <w:rsid w:val="00047B4A"/>
    <w:rsid w:val="0005186E"/>
    <w:rsid w:val="00063405"/>
    <w:rsid w:val="000809B9"/>
    <w:rsid w:val="00090B40"/>
    <w:rsid w:val="00095A0A"/>
    <w:rsid w:val="000B1B3D"/>
    <w:rsid w:val="000B408C"/>
    <w:rsid w:val="000C453A"/>
    <w:rsid w:val="000C4CAF"/>
    <w:rsid w:val="000E4050"/>
    <w:rsid w:val="000F5D8B"/>
    <w:rsid w:val="00121485"/>
    <w:rsid w:val="001268B0"/>
    <w:rsid w:val="0018051B"/>
    <w:rsid w:val="001B1E4A"/>
    <w:rsid w:val="001D09B2"/>
    <w:rsid w:val="001D2085"/>
    <w:rsid w:val="001D27C0"/>
    <w:rsid w:val="001E74C3"/>
    <w:rsid w:val="001F3999"/>
    <w:rsid w:val="001F6937"/>
    <w:rsid w:val="00220DE3"/>
    <w:rsid w:val="00250190"/>
    <w:rsid w:val="0025290D"/>
    <w:rsid w:val="002547D3"/>
    <w:rsid w:val="00260372"/>
    <w:rsid w:val="00262DAF"/>
    <w:rsid w:val="00285AED"/>
    <w:rsid w:val="00297FE8"/>
    <w:rsid w:val="002E2442"/>
    <w:rsid w:val="002F0E8C"/>
    <w:rsid w:val="002F2238"/>
    <w:rsid w:val="00310FA0"/>
    <w:rsid w:val="00320481"/>
    <w:rsid w:val="003250CB"/>
    <w:rsid w:val="00351421"/>
    <w:rsid w:val="00363201"/>
    <w:rsid w:val="00371EF0"/>
    <w:rsid w:val="00387161"/>
    <w:rsid w:val="0039063C"/>
    <w:rsid w:val="00393D21"/>
    <w:rsid w:val="003A46A8"/>
    <w:rsid w:val="003A51AA"/>
    <w:rsid w:val="003B565A"/>
    <w:rsid w:val="003D00A1"/>
    <w:rsid w:val="003D180E"/>
    <w:rsid w:val="0041427F"/>
    <w:rsid w:val="004376B3"/>
    <w:rsid w:val="004509E5"/>
    <w:rsid w:val="00456CB4"/>
    <w:rsid w:val="00480FE3"/>
    <w:rsid w:val="00486FB9"/>
    <w:rsid w:val="00494642"/>
    <w:rsid w:val="004C212A"/>
    <w:rsid w:val="004F5C96"/>
    <w:rsid w:val="00500232"/>
    <w:rsid w:val="00504668"/>
    <w:rsid w:val="00524469"/>
    <w:rsid w:val="0053681B"/>
    <w:rsid w:val="0054033E"/>
    <w:rsid w:val="005455E1"/>
    <w:rsid w:val="005502BD"/>
    <w:rsid w:val="00556787"/>
    <w:rsid w:val="00570F77"/>
    <w:rsid w:val="00582276"/>
    <w:rsid w:val="005A1998"/>
    <w:rsid w:val="005B4A7C"/>
    <w:rsid w:val="005C2560"/>
    <w:rsid w:val="005C507C"/>
    <w:rsid w:val="005E6BC5"/>
    <w:rsid w:val="005F7585"/>
    <w:rsid w:val="00605759"/>
    <w:rsid w:val="00605F53"/>
    <w:rsid w:val="00650C6C"/>
    <w:rsid w:val="00652FE6"/>
    <w:rsid w:val="00660E2B"/>
    <w:rsid w:val="00667898"/>
    <w:rsid w:val="00677FE0"/>
    <w:rsid w:val="00685D00"/>
    <w:rsid w:val="00690FEE"/>
    <w:rsid w:val="00692CDE"/>
    <w:rsid w:val="006D04EF"/>
    <w:rsid w:val="006D6AF2"/>
    <w:rsid w:val="006E2FB0"/>
    <w:rsid w:val="006E4ED9"/>
    <w:rsid w:val="006E762C"/>
    <w:rsid w:val="006F7B3A"/>
    <w:rsid w:val="007102D2"/>
    <w:rsid w:val="00713948"/>
    <w:rsid w:val="007311A8"/>
    <w:rsid w:val="00736468"/>
    <w:rsid w:val="00753A27"/>
    <w:rsid w:val="00767082"/>
    <w:rsid w:val="0079342A"/>
    <w:rsid w:val="007B4949"/>
    <w:rsid w:val="007B5A0F"/>
    <w:rsid w:val="007C08AE"/>
    <w:rsid w:val="007F0BC6"/>
    <w:rsid w:val="00804878"/>
    <w:rsid w:val="00807B21"/>
    <w:rsid w:val="00831374"/>
    <w:rsid w:val="00834664"/>
    <w:rsid w:val="00857580"/>
    <w:rsid w:val="00865238"/>
    <w:rsid w:val="008667BF"/>
    <w:rsid w:val="00895645"/>
    <w:rsid w:val="008A7851"/>
    <w:rsid w:val="008B4162"/>
    <w:rsid w:val="008C3751"/>
    <w:rsid w:val="008C3782"/>
    <w:rsid w:val="008D4A32"/>
    <w:rsid w:val="008D593A"/>
    <w:rsid w:val="008E7760"/>
    <w:rsid w:val="00922001"/>
    <w:rsid w:val="00922C17"/>
    <w:rsid w:val="0093248D"/>
    <w:rsid w:val="00942DDD"/>
    <w:rsid w:val="009516A8"/>
    <w:rsid w:val="0097705C"/>
    <w:rsid w:val="009865A3"/>
    <w:rsid w:val="009B7D1E"/>
    <w:rsid w:val="009F393D"/>
    <w:rsid w:val="009F7F46"/>
    <w:rsid w:val="00A000BF"/>
    <w:rsid w:val="00A0587E"/>
    <w:rsid w:val="00A06F88"/>
    <w:rsid w:val="00A26124"/>
    <w:rsid w:val="00A275BC"/>
    <w:rsid w:val="00A36213"/>
    <w:rsid w:val="00A464B4"/>
    <w:rsid w:val="00A53799"/>
    <w:rsid w:val="00A62155"/>
    <w:rsid w:val="00A63D6B"/>
    <w:rsid w:val="00A84B52"/>
    <w:rsid w:val="00A8660F"/>
    <w:rsid w:val="00A95C48"/>
    <w:rsid w:val="00AA404D"/>
    <w:rsid w:val="00AA7056"/>
    <w:rsid w:val="00AB31C6"/>
    <w:rsid w:val="00AB523B"/>
    <w:rsid w:val="00AC6778"/>
    <w:rsid w:val="00AD7E40"/>
    <w:rsid w:val="00B1477A"/>
    <w:rsid w:val="00B20993"/>
    <w:rsid w:val="00B342A7"/>
    <w:rsid w:val="00B42E96"/>
    <w:rsid w:val="00B437CE"/>
    <w:rsid w:val="00B50EE6"/>
    <w:rsid w:val="00B51F5B"/>
    <w:rsid w:val="00B52185"/>
    <w:rsid w:val="00B71938"/>
    <w:rsid w:val="00B914BA"/>
    <w:rsid w:val="00B9753A"/>
    <w:rsid w:val="00BA1B23"/>
    <w:rsid w:val="00BA5F0F"/>
    <w:rsid w:val="00BB479C"/>
    <w:rsid w:val="00BC4720"/>
    <w:rsid w:val="00BC59CC"/>
    <w:rsid w:val="00BD75A2"/>
    <w:rsid w:val="00BE15F4"/>
    <w:rsid w:val="00C2017A"/>
    <w:rsid w:val="00C2026B"/>
    <w:rsid w:val="00C20470"/>
    <w:rsid w:val="00C2418F"/>
    <w:rsid w:val="00C34B2F"/>
    <w:rsid w:val="00C34D30"/>
    <w:rsid w:val="00C4641B"/>
    <w:rsid w:val="00C6690E"/>
    <w:rsid w:val="00C703C5"/>
    <w:rsid w:val="00C805F2"/>
    <w:rsid w:val="00C80A9F"/>
    <w:rsid w:val="00C81CF4"/>
    <w:rsid w:val="00C96EFE"/>
    <w:rsid w:val="00CB2304"/>
    <w:rsid w:val="00CC522E"/>
    <w:rsid w:val="00CC5E40"/>
    <w:rsid w:val="00CE3C93"/>
    <w:rsid w:val="00D155A6"/>
    <w:rsid w:val="00D1569F"/>
    <w:rsid w:val="00D171FF"/>
    <w:rsid w:val="00D20B1E"/>
    <w:rsid w:val="00D22462"/>
    <w:rsid w:val="00D230AC"/>
    <w:rsid w:val="00D259B0"/>
    <w:rsid w:val="00D32489"/>
    <w:rsid w:val="00D3349E"/>
    <w:rsid w:val="00D43422"/>
    <w:rsid w:val="00D57F3F"/>
    <w:rsid w:val="00D723C2"/>
    <w:rsid w:val="00D73CB8"/>
    <w:rsid w:val="00D96E86"/>
    <w:rsid w:val="00DA7591"/>
    <w:rsid w:val="00DD754E"/>
    <w:rsid w:val="00DE0EC9"/>
    <w:rsid w:val="00DE6D40"/>
    <w:rsid w:val="00E0003B"/>
    <w:rsid w:val="00E20D5F"/>
    <w:rsid w:val="00E32798"/>
    <w:rsid w:val="00E33CC8"/>
    <w:rsid w:val="00E3524F"/>
    <w:rsid w:val="00E51C91"/>
    <w:rsid w:val="00E667C1"/>
    <w:rsid w:val="00E91617"/>
    <w:rsid w:val="00EC3F88"/>
    <w:rsid w:val="00ED36D8"/>
    <w:rsid w:val="00EE6BD7"/>
    <w:rsid w:val="00F0689D"/>
    <w:rsid w:val="00F10538"/>
    <w:rsid w:val="00F55A5B"/>
    <w:rsid w:val="00F62D11"/>
    <w:rsid w:val="00FB01B5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FE0F4"/>
  <w15:chartTrackingRefBased/>
  <w15:docId w15:val="{E58063E2-A897-48B0-B85C-EFE494D8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587E"/>
    <w:pPr>
      <w:spacing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character" w:styleId="Odkaznakoment">
    <w:name w:val="annotation reference"/>
    <w:basedOn w:val="Standardnpsmoodstavce"/>
    <w:uiPriority w:val="99"/>
    <w:semiHidden/>
    <w:unhideWhenUsed/>
    <w:rsid w:val="00C34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4D3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4D30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4D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4D30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D30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basedOn w:val="Normln"/>
    <w:rsid w:val="000F5D8B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9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Times New Roman"/>
      </a:majorFont>
      <a:minorFont>
        <a:latin typeface="Calibri"/>
        <a:ea typeface=""/>
        <a:cs typeface="Times New Roma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D9126-E706-4433-A9D1-CFF38F79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B47E01CC.dotm</Template>
  <TotalTime>24</TotalTime>
  <Pages>3</Pages>
  <Words>630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Kostková Petra</dc:creator>
  <cp:keywords/>
  <dc:description/>
  <cp:lastModifiedBy>Kostková Petra</cp:lastModifiedBy>
  <cp:revision>7</cp:revision>
  <cp:lastPrinted>2021-11-26T12:08:00Z</cp:lastPrinted>
  <dcterms:created xsi:type="dcterms:W3CDTF">2021-10-14T14:44:00Z</dcterms:created>
  <dcterms:modified xsi:type="dcterms:W3CDTF">2021-11-26T12:14:00Z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a92a76-a6c4-4984-b898-a49fe77c5243_Enabled">
    <vt:lpwstr>true</vt:lpwstr>
  </property>
  <property fmtid="{D5CDD505-2E9C-101B-9397-08002B2CF9AE}" pid="3" name="MSIP_Label_1ba92a76-a6c4-4984-b898-a49fe77c5243_SetDate">
    <vt:lpwstr>2021-10-14T13:27:40Z</vt:lpwstr>
  </property>
  <property fmtid="{D5CDD505-2E9C-101B-9397-08002B2CF9AE}" pid="4" name="MSIP_Label_1ba92a76-a6c4-4984-b898-a49fe77c5243_Method">
    <vt:lpwstr>Privileged</vt:lpwstr>
  </property>
  <property fmtid="{D5CDD505-2E9C-101B-9397-08002B2CF9AE}" pid="5" name="MSIP_Label_1ba92a76-a6c4-4984-b898-a49fe77c5243_Name">
    <vt:lpwstr>Veřejné - s popiskem</vt:lpwstr>
  </property>
  <property fmtid="{D5CDD505-2E9C-101B-9397-08002B2CF9AE}" pid="6" name="MSIP_Label_1ba92a76-a6c4-4984-b898-a49fe77c5243_SiteId">
    <vt:lpwstr>1f9775f0-c6d0-40f3-b27c-91cb5bbd294a</vt:lpwstr>
  </property>
  <property fmtid="{D5CDD505-2E9C-101B-9397-08002B2CF9AE}" pid="7" name="MSIP_Label_1ba92a76-a6c4-4984-b898-a49fe77c5243_ActionId">
    <vt:lpwstr>9afa226a-6f70-4242-bebd-7f3daa9b5d89</vt:lpwstr>
  </property>
  <property fmtid="{D5CDD505-2E9C-101B-9397-08002B2CF9AE}" pid="8" name="MSIP_Label_1ba92a76-a6c4-4984-b898-a49fe77c5243_ContentBits">
    <vt:lpwstr>0</vt:lpwstr>
  </property>
</Properties>
</file>