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237"/>
        <w:gridCol w:w="3401"/>
      </w:tblGrid>
      <w:tr w:rsidR="00AF6E17" w:rsidTr="00E7760C">
        <w:trPr>
          <w:trHeight w:val="992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p w:rsidR="00AF6E17" w:rsidRPr="00E8478D" w:rsidRDefault="00041777" w:rsidP="00E8478D">
            <w:pPr>
              <w:pStyle w:val="Bezmezer"/>
              <w:jc w:val="right"/>
              <w:rPr>
                <w:b/>
              </w:rPr>
            </w:pPr>
            <w:sdt>
              <w:sdtPr>
                <w:rPr>
                  <w:b/>
                </w:rPr>
                <w:tag w:val="oznaceniDokumentu"/>
                <w:id w:val="-1578812355"/>
                <w:placeholder>
                  <w:docPart w:val="071BF5E83F504474948DB1946F4056F6"/>
                </w:placeholder>
                <w:dropDownList>
                  <w:listItem w:displayText=" " w:value=" "/>
                  <w:listItem w:displayText="PRO VNITŘNÍ POTŘEBU" w:value="PRO VNITŘNÍ POTŘEBU"/>
                  <w:listItem w:displayText="CITLIVÉ" w:value="CITLIVÉ"/>
                  <w:listItem w:displayText="VELMI CITLIVÉ" w:value="VELMI CITLIVÉ"/>
                </w:dropDownList>
              </w:sdtPr>
              <w:sdtEndPr/>
              <w:sdtContent>
                <w:r w:rsidR="00846686">
                  <w:rPr>
                    <w:b/>
                  </w:rPr>
                  <w:t xml:space="preserve"> </w:t>
                </w:r>
              </w:sdtContent>
            </w:sdt>
            <w:r w:rsidR="00711059" w:rsidRPr="00711059"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 wp14:anchorId="4D44825E" wp14:editId="584A2ABC">
                  <wp:simplePos x="0" y="0"/>
                  <wp:positionH relativeFrom="column">
                    <wp:posOffset>2775585</wp:posOffset>
                  </wp:positionH>
                  <wp:positionV relativeFrom="paragraph">
                    <wp:posOffset>-68580</wp:posOffset>
                  </wp:positionV>
                  <wp:extent cx="624841" cy="701041"/>
                  <wp:effectExtent l="0" t="0" r="3810" b="3810"/>
                  <wp:wrapNone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elky-statny-zna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4841" cy="701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455E8" w:rsidTr="00E7760C">
        <w:trPr>
          <w:trHeight w:val="794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p w:rsidR="002747AE" w:rsidRDefault="002747AE" w:rsidP="002747AE">
            <w:pPr>
              <w:pStyle w:val="Zarstredbarvavelka"/>
            </w:pPr>
          </w:p>
          <w:p w:rsidR="00E8478D" w:rsidRDefault="00ED677B" w:rsidP="00E8478D">
            <w:pPr>
              <w:pStyle w:val="Zarstred"/>
            </w:pPr>
            <w:r>
              <w:t>Karel Havlíček</w:t>
            </w:r>
          </w:p>
          <w:p w:rsidR="00E86524" w:rsidRDefault="00ED677B" w:rsidP="00ED677B">
            <w:pPr>
              <w:pStyle w:val="Zarstredbarvamala"/>
            </w:pPr>
            <w:r>
              <w:t>místopředseda vlády</w:t>
            </w:r>
            <w:r w:rsidR="00283B67">
              <w:t>,</w:t>
            </w:r>
          </w:p>
          <w:p w:rsidR="002747AE" w:rsidRDefault="00ED677B" w:rsidP="00ED677B">
            <w:pPr>
              <w:pStyle w:val="Zarstredbarvamala"/>
            </w:pPr>
            <w:r>
              <w:t>ministr</w:t>
            </w:r>
            <w:r w:rsidR="00E86524">
              <w:t xml:space="preserve"> průmyslu a obchodu</w:t>
            </w:r>
          </w:p>
          <w:p w:rsidR="00283B67" w:rsidRDefault="00283B67" w:rsidP="00ED677B">
            <w:pPr>
              <w:pStyle w:val="Zarstredbarvamala"/>
            </w:pPr>
            <w:r>
              <w:t>a ministr dopravy</w:t>
            </w:r>
          </w:p>
        </w:tc>
      </w:tr>
      <w:tr w:rsidR="00EF1465" w:rsidTr="001C53B9">
        <w:trPr>
          <w:trHeight w:hRule="exact" w:val="1418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p w:rsidR="00EF1465" w:rsidRDefault="00EF1465" w:rsidP="004353E5"/>
        </w:tc>
      </w:tr>
      <w:tr w:rsidR="0049776A" w:rsidTr="00C30D30">
        <w:trPr>
          <w:cantSplit/>
          <w:trHeight w:hRule="exact" w:val="680"/>
        </w:trPr>
        <w:tc>
          <w:tcPr>
            <w:tcW w:w="6237" w:type="dxa"/>
            <w:tcMar>
              <w:left w:w="0" w:type="dxa"/>
              <w:right w:w="0" w:type="dxa"/>
            </w:tcMar>
          </w:tcPr>
          <w:p w:rsidR="0049776A" w:rsidRDefault="0049776A" w:rsidP="005A04B8">
            <w:pPr>
              <w:pStyle w:val="Datum1"/>
            </w:pPr>
          </w:p>
        </w:tc>
        <w:tc>
          <w:tcPr>
            <w:tcW w:w="3401" w:type="dxa"/>
          </w:tcPr>
          <w:p w:rsidR="00A56FC4" w:rsidRDefault="0049776A" w:rsidP="00A56FC4">
            <w:pPr>
              <w:pStyle w:val="Datum1"/>
            </w:pPr>
            <w:r>
              <w:t xml:space="preserve">V Praze dne </w:t>
            </w:r>
            <w:sdt>
              <w:sdtPr>
                <w:id w:val="906652110"/>
                <w:placeholder>
                  <w:docPart w:val="69EC4F9C7BC2476B8D4C47E81FA44C62"/>
                </w:placeholder>
              </w:sdtPr>
              <w:sdtEndPr/>
              <w:sdtContent>
                <w:r w:rsidR="00B97740">
                  <w:t xml:space="preserve">        </w:t>
                </w:r>
                <w:proofErr w:type="gramStart"/>
                <w:r w:rsidR="00B97740">
                  <w:t xml:space="preserve">  .</w:t>
                </w:r>
                <w:proofErr w:type="gramEnd"/>
                <w:r w:rsidR="00B97740">
                  <w:t xml:space="preserve"> listopadu 2021</w:t>
                </w:r>
              </w:sdtContent>
            </w:sdt>
          </w:p>
          <w:p w:rsidR="0049776A" w:rsidRDefault="008B7272" w:rsidP="008B7272">
            <w:pPr>
              <w:pStyle w:val="Datum1"/>
            </w:pPr>
            <w:r>
              <w:t>Č. j.:</w:t>
            </w:r>
            <w:r w:rsidR="00C30D30">
              <w:t xml:space="preserve"> MPO</w:t>
            </w:r>
            <w:r w:rsidR="0049776A">
              <w:t xml:space="preserve"> </w:t>
            </w:r>
            <w:sdt>
              <w:sdtPr>
                <w:id w:val="1583492768"/>
                <w:placeholder>
                  <w:docPart w:val="2952AE1B0C154EFF85E037C244593718"/>
                </w:placeholder>
              </w:sdtPr>
              <w:sdtEndPr/>
              <w:sdtContent>
                <w:sdt>
                  <w:sdtPr>
                    <w:id w:val="698980590"/>
                    <w:placeholder>
                      <w:docPart w:val="4B9C505A3844407E80CF231B9DDA063E"/>
                    </w:placeholder>
                  </w:sdtPr>
                  <w:sdtContent>
                    <w:r w:rsidR="00183CA3" w:rsidRPr="00A86694">
                      <w:t>631033</w:t>
                    </w:r>
                    <w:r w:rsidR="00183CA3">
                      <w:t>/21/71000/01000</w:t>
                    </w:r>
                  </w:sdtContent>
                </w:sdt>
              </w:sdtContent>
            </w:sdt>
          </w:p>
        </w:tc>
      </w:tr>
      <w:tr w:rsidR="00EF1465" w:rsidTr="006B3C12">
        <w:trPr>
          <w:cantSplit/>
          <w:trHeight w:hRule="exact" w:val="283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p w:rsidR="00EF1465" w:rsidRDefault="00EF1465" w:rsidP="007657DC">
            <w:pPr>
              <w:pStyle w:val="Datum1"/>
            </w:pPr>
          </w:p>
        </w:tc>
      </w:tr>
    </w:tbl>
    <w:p w:rsidR="00BE16FD" w:rsidRDefault="00BE16FD" w:rsidP="00BE16FD">
      <w:pPr>
        <w:pStyle w:val="Konec"/>
        <w:sectPr w:rsidR="00BE16FD" w:rsidSect="00041CC5">
          <w:footerReference w:type="default" r:id="rId7"/>
          <w:footerReference w:type="first" r:id="rId8"/>
          <w:pgSz w:w="11906" w:h="16838" w:code="9"/>
          <w:pgMar w:top="567" w:right="1134" w:bottom="3005" w:left="1134" w:header="0" w:footer="0" w:gutter="0"/>
          <w:cols w:space="708"/>
          <w:docGrid w:linePitch="360"/>
        </w:sectPr>
      </w:pPr>
    </w:p>
    <w:p w:rsidR="00BE16FD" w:rsidRDefault="00BE16FD" w:rsidP="00BE16FD">
      <w:pPr>
        <w:pStyle w:val="Konec"/>
      </w:pPr>
    </w:p>
    <w:sdt>
      <w:sdtPr>
        <w:id w:val="-823282327"/>
        <w:placeholder>
          <w:docPart w:val="C60EB9C651064A1C953C765A2888CFF0"/>
        </w:placeholder>
      </w:sdtPr>
      <w:sdtEndPr/>
      <w:sdtContent>
        <w:p w:rsidR="00A1434E" w:rsidRDefault="00B97740" w:rsidP="00A56FC4">
          <w:r>
            <w:t>Vážení,</w:t>
          </w:r>
        </w:p>
      </w:sdtContent>
    </w:sdt>
    <w:sdt>
      <w:sdtPr>
        <w:id w:val="668367642"/>
        <w:placeholder>
          <w:docPart w:val="C27C2DF898A2477482CC4EA08F99E32E"/>
        </w:placeholder>
      </w:sdtPr>
      <w:sdtEndPr/>
      <w:sdtContent>
        <w:sdt>
          <w:sdtPr>
            <w:id w:val="1601840139"/>
            <w:placeholder>
              <w:docPart w:val="56B402514A3341509F8FE60E81153D96"/>
            </w:placeholder>
          </w:sdtPr>
          <w:sdtContent>
            <w:p w:rsidR="00B97740" w:rsidRDefault="00B97740" w:rsidP="00B97740">
              <w:pPr>
                <w:tabs>
                  <w:tab w:val="left" w:pos="709"/>
                </w:tabs>
                <w:ind w:firstLine="708"/>
              </w:pPr>
              <w:r>
                <w:t>v rám</w:t>
              </w:r>
              <w:r w:rsidRPr="00172A43">
                <w:t xml:space="preserve">ci </w:t>
              </w:r>
              <w:r>
                <w:t>meziresortního</w:t>
              </w:r>
              <w:r w:rsidRPr="00172A43">
                <w:t xml:space="preserve"> připomínk</w:t>
              </w:r>
              <w:r>
                <w:t>ového řízení byl do elektronické knihovny Úřadu vlády ČR (</w:t>
              </w:r>
              <w:proofErr w:type="spellStart"/>
              <w:r>
                <w:t>eKLEP</w:t>
              </w:r>
              <w:proofErr w:type="spellEnd"/>
              <w:r>
                <w:t>) vložen materiál „</w:t>
              </w:r>
              <w:r>
                <w:t>Zřízení Národní koordinační skupiny pro podporu průmyslového výzkumu</w:t>
              </w:r>
              <w:r>
                <w:t xml:space="preserve">“. </w:t>
              </w:r>
            </w:p>
            <w:p w:rsidR="00B97740" w:rsidRPr="009658BA" w:rsidRDefault="00B97740" w:rsidP="00B97740">
              <w:pPr>
                <w:pStyle w:val="Normlnodsazen"/>
                <w:jc w:val="both"/>
              </w:pPr>
              <w:r w:rsidRPr="0031716C">
                <w:t xml:space="preserve">Vaše připomínky </w:t>
              </w:r>
              <w:r>
                <w:t xml:space="preserve">očekávám nejpozději do </w:t>
              </w:r>
              <w:r w:rsidRPr="0031716C">
                <w:t>10 pracovních dnů</w:t>
              </w:r>
              <w:r>
                <w:t xml:space="preserve"> ode dne vložení materiálu do systému </w:t>
              </w:r>
              <w:proofErr w:type="spellStart"/>
              <w:r>
                <w:t>eKLEP</w:t>
              </w:r>
              <w:proofErr w:type="spellEnd"/>
              <w:r>
                <w:t xml:space="preserve"> v souladu s čl. II odst. 1 Jednacího řádu vlády. </w:t>
              </w:r>
              <w:r w:rsidRPr="0031716C">
                <w:t xml:space="preserve">V případě, že </w:t>
              </w:r>
              <w:r>
                <w:t xml:space="preserve">je do tohoto data nevložíte do systému </w:t>
              </w:r>
              <w:proofErr w:type="spellStart"/>
              <w:r>
                <w:t>eKLEP</w:t>
              </w:r>
              <w:proofErr w:type="spellEnd"/>
              <w:r>
                <w:t xml:space="preserve">, budu považovat Vaše stanovisko k předmětnému materiálu za souhlasné. Současně žádám o zaslání Vašich připomínek na elektronickou adresu </w:t>
              </w:r>
              <w:hyperlink r:id="rId9" w:history="1">
                <w:r w:rsidRPr="006148D1">
                  <w:rPr>
                    <w:rStyle w:val="Hypertextovodkaz"/>
                  </w:rPr>
                  <w:t>svolba@mpo.cz</w:t>
                </w:r>
              </w:hyperlink>
              <w:r w:rsidRPr="0001604B">
                <w:t>. Ve stanovisku,</w:t>
              </w:r>
              <w:r>
                <w:t xml:space="preserve"> prosím, uveďte kontaktní osobu, která bude oprávněna k vypořádání zásadních připomínek. </w:t>
              </w:r>
            </w:p>
            <w:p w:rsidR="00543758" w:rsidRDefault="00B97740" w:rsidP="00B97740">
              <w:pPr>
                <w:ind w:firstLine="708"/>
              </w:pPr>
              <w:r>
                <w:t>S pozdravem</w:t>
              </w:r>
            </w:p>
          </w:sdtContent>
        </w:sdt>
      </w:sdtContent>
    </w:sdt>
    <w:p w:rsidR="00B97740" w:rsidRDefault="00B97740"/>
    <w:p w:rsidR="00B97740" w:rsidRDefault="00B97740"/>
    <w:p w:rsidR="00B97740" w:rsidRDefault="00B97740"/>
    <w:p w:rsidR="00B97740" w:rsidRDefault="00B97740"/>
    <w:p w:rsidR="00B97740" w:rsidRPr="00E94721" w:rsidRDefault="00B97740" w:rsidP="00B97740">
      <w:pPr>
        <w:pStyle w:val="StylStylramecekvzorekdn"/>
        <w:framePr w:w="0" w:hRule="auto" w:wrap="auto" w:vAnchor="margin" w:hAnchor="text" w:xAlign="left" w:yAlign="inline"/>
      </w:pPr>
      <w:r>
        <w:t>Adresáti: viz rozdělovník v příloze</w:t>
      </w:r>
    </w:p>
    <w:p w:rsidR="00B97740" w:rsidRDefault="00B97740">
      <w:r>
        <w:br w:type="page"/>
      </w:r>
    </w:p>
    <w:p w:rsidR="00B97740" w:rsidRDefault="00B97740" w:rsidP="00B97740">
      <w:pPr>
        <w:jc w:val="center"/>
        <w:rPr>
          <w:rStyle w:val="Neviditeln"/>
          <w:vanish w:val="0"/>
          <w:color w:val="auto"/>
        </w:rPr>
      </w:pPr>
      <w:r w:rsidRPr="00B056DA">
        <w:rPr>
          <w:rStyle w:val="Neviditeln"/>
          <w:vanish w:val="0"/>
          <w:color w:val="auto"/>
        </w:rPr>
        <w:lastRenderedPageBreak/>
        <w:t>Rozdělovník k č.j. MPO</w:t>
      </w:r>
      <w:r>
        <w:rPr>
          <w:rStyle w:val="Neviditeln"/>
          <w:vanish w:val="0"/>
          <w:color w:val="auto"/>
        </w:rPr>
        <w:t xml:space="preserve"> </w:t>
      </w:r>
      <w:r w:rsidR="00041777" w:rsidRPr="00041777">
        <w:rPr>
          <w:rStyle w:val="Neviditeln"/>
          <w:vanish w:val="0"/>
          <w:color w:val="auto"/>
        </w:rPr>
        <w:t>631033/21/71000/01000</w:t>
      </w:r>
      <w:bookmarkStart w:id="0" w:name="_GoBack"/>
      <w:bookmarkEnd w:id="0"/>
    </w:p>
    <w:p w:rsidR="00B97740" w:rsidRPr="00172A43" w:rsidRDefault="00B97740" w:rsidP="00B97740">
      <w:pPr>
        <w:spacing w:after="60" w:line="240" w:lineRule="auto"/>
        <w:jc w:val="both"/>
        <w:rPr>
          <w:rFonts w:cs="Calibri"/>
          <w:noProof/>
          <w:szCs w:val="22"/>
        </w:rPr>
      </w:pPr>
      <w:r w:rsidRPr="00172A43">
        <w:rPr>
          <w:rFonts w:cs="Calibri"/>
          <w:noProof/>
          <w:szCs w:val="22"/>
        </w:rPr>
        <w:t xml:space="preserve">Ministerstvo dopravy </w:t>
      </w:r>
    </w:p>
    <w:p w:rsidR="00B97740" w:rsidRDefault="00B97740" w:rsidP="00B97740">
      <w:pPr>
        <w:spacing w:after="60" w:line="240" w:lineRule="auto"/>
        <w:jc w:val="both"/>
        <w:rPr>
          <w:rFonts w:cs="Calibri"/>
          <w:szCs w:val="22"/>
        </w:rPr>
      </w:pPr>
      <w:r w:rsidRPr="00172A43">
        <w:rPr>
          <w:rFonts w:cs="Calibri"/>
          <w:szCs w:val="22"/>
        </w:rPr>
        <w:t xml:space="preserve">Ministerstvo financí </w:t>
      </w:r>
    </w:p>
    <w:p w:rsidR="00B97740" w:rsidRDefault="00B97740" w:rsidP="00B97740">
      <w:pPr>
        <w:spacing w:after="60" w:line="240" w:lineRule="auto"/>
        <w:jc w:val="both"/>
        <w:rPr>
          <w:rFonts w:cs="Calibri"/>
          <w:szCs w:val="22"/>
        </w:rPr>
      </w:pPr>
      <w:r w:rsidRPr="00172A43">
        <w:rPr>
          <w:rFonts w:cs="Calibri"/>
          <w:szCs w:val="22"/>
        </w:rPr>
        <w:t xml:space="preserve">Ministerstvo kultury </w:t>
      </w:r>
    </w:p>
    <w:p w:rsidR="00B97740" w:rsidRPr="00172A43" w:rsidRDefault="00B97740" w:rsidP="00B97740">
      <w:pPr>
        <w:spacing w:after="60" w:line="240" w:lineRule="auto"/>
        <w:jc w:val="both"/>
        <w:rPr>
          <w:rFonts w:cs="Calibri"/>
          <w:szCs w:val="22"/>
        </w:rPr>
      </w:pPr>
      <w:r w:rsidRPr="00172A43">
        <w:rPr>
          <w:rFonts w:cs="Calibri"/>
          <w:szCs w:val="22"/>
        </w:rPr>
        <w:t>Ministerstvo obrany</w:t>
      </w:r>
    </w:p>
    <w:p w:rsidR="00B97740" w:rsidRPr="00172A43" w:rsidRDefault="00B97740" w:rsidP="00B97740">
      <w:pPr>
        <w:spacing w:after="60" w:line="240" w:lineRule="auto"/>
        <w:rPr>
          <w:rFonts w:cs="Calibri"/>
          <w:szCs w:val="22"/>
        </w:rPr>
      </w:pPr>
      <w:r w:rsidRPr="00172A43">
        <w:rPr>
          <w:rFonts w:cs="Calibri"/>
          <w:szCs w:val="22"/>
        </w:rPr>
        <w:t>Minist</w:t>
      </w:r>
      <w:r>
        <w:rPr>
          <w:rFonts w:cs="Calibri"/>
          <w:szCs w:val="22"/>
        </w:rPr>
        <w:t xml:space="preserve">erstvo práce a sociálních věcí </w:t>
      </w:r>
    </w:p>
    <w:p w:rsidR="00B97740" w:rsidRDefault="00B97740" w:rsidP="00B97740">
      <w:pPr>
        <w:spacing w:after="60" w:line="240" w:lineRule="auto"/>
        <w:jc w:val="both"/>
        <w:rPr>
          <w:rFonts w:cs="Calibri"/>
          <w:szCs w:val="22"/>
        </w:rPr>
      </w:pPr>
      <w:r w:rsidRPr="00172A43">
        <w:rPr>
          <w:rFonts w:cs="Calibri"/>
          <w:szCs w:val="22"/>
        </w:rPr>
        <w:t xml:space="preserve">Ministerstvo pro místní rozvoj </w:t>
      </w:r>
    </w:p>
    <w:p w:rsidR="00B97740" w:rsidRPr="00172A43" w:rsidRDefault="00B97740" w:rsidP="00B97740">
      <w:pPr>
        <w:spacing w:after="60" w:line="240" w:lineRule="auto"/>
        <w:jc w:val="both"/>
        <w:rPr>
          <w:rFonts w:cs="Calibri"/>
          <w:szCs w:val="22"/>
        </w:rPr>
      </w:pPr>
      <w:r w:rsidRPr="00172A43">
        <w:rPr>
          <w:rFonts w:cs="Calibri"/>
          <w:szCs w:val="22"/>
        </w:rPr>
        <w:t>Ministerstvo spravedlnosti</w:t>
      </w:r>
    </w:p>
    <w:p w:rsidR="00B97740" w:rsidRPr="00172A43" w:rsidRDefault="00B97740" w:rsidP="00B97740">
      <w:pPr>
        <w:spacing w:after="60" w:line="240" w:lineRule="auto"/>
        <w:jc w:val="both"/>
        <w:rPr>
          <w:rFonts w:cs="Calibri"/>
          <w:szCs w:val="22"/>
        </w:rPr>
      </w:pPr>
      <w:r w:rsidRPr="00172A43">
        <w:rPr>
          <w:rFonts w:cs="Calibri"/>
          <w:szCs w:val="22"/>
        </w:rPr>
        <w:t>Ministerstvo školství, mládeže a tělovýchovy</w:t>
      </w:r>
    </w:p>
    <w:p w:rsidR="00B97740" w:rsidRPr="00172A43" w:rsidRDefault="00B97740" w:rsidP="00B97740">
      <w:pPr>
        <w:spacing w:after="60" w:line="240" w:lineRule="auto"/>
        <w:jc w:val="both"/>
        <w:rPr>
          <w:rFonts w:cs="Calibri"/>
          <w:szCs w:val="22"/>
        </w:rPr>
      </w:pPr>
      <w:r w:rsidRPr="00172A43">
        <w:rPr>
          <w:rFonts w:cs="Calibri"/>
          <w:szCs w:val="22"/>
        </w:rPr>
        <w:t xml:space="preserve">Ministerstvo vnitra </w:t>
      </w:r>
    </w:p>
    <w:p w:rsidR="00B97740" w:rsidRPr="00172A43" w:rsidRDefault="00B97740" w:rsidP="00B97740">
      <w:pPr>
        <w:spacing w:after="60" w:line="240" w:lineRule="auto"/>
        <w:jc w:val="both"/>
        <w:rPr>
          <w:rFonts w:cs="Calibri"/>
          <w:noProof/>
          <w:szCs w:val="22"/>
        </w:rPr>
      </w:pPr>
      <w:r w:rsidRPr="00172A43">
        <w:rPr>
          <w:rFonts w:cs="Calibri"/>
          <w:noProof/>
          <w:szCs w:val="22"/>
        </w:rPr>
        <w:t xml:space="preserve">Ministerstvo zahraničních věcí </w:t>
      </w:r>
    </w:p>
    <w:p w:rsidR="00B97740" w:rsidRPr="00172A43" w:rsidRDefault="00B97740" w:rsidP="00B97740">
      <w:pPr>
        <w:spacing w:after="60" w:line="240" w:lineRule="auto"/>
        <w:rPr>
          <w:rFonts w:cs="Calibri"/>
          <w:szCs w:val="22"/>
        </w:rPr>
      </w:pPr>
      <w:r w:rsidRPr="00172A43">
        <w:rPr>
          <w:rFonts w:cs="Calibri"/>
          <w:szCs w:val="22"/>
        </w:rPr>
        <w:t xml:space="preserve">Ministerstvo zemědělství </w:t>
      </w:r>
    </w:p>
    <w:p w:rsidR="00B97740" w:rsidRPr="00172A43" w:rsidRDefault="00B97740" w:rsidP="00B97740">
      <w:pPr>
        <w:spacing w:after="60" w:line="240" w:lineRule="auto"/>
        <w:jc w:val="both"/>
        <w:rPr>
          <w:rFonts w:cs="Calibri"/>
          <w:noProof/>
          <w:szCs w:val="22"/>
        </w:rPr>
      </w:pPr>
      <w:r w:rsidRPr="00172A43">
        <w:rPr>
          <w:rFonts w:cs="Calibri"/>
          <w:noProof/>
          <w:szCs w:val="22"/>
        </w:rPr>
        <w:t xml:space="preserve">Ministerstvo zdravotnictví </w:t>
      </w:r>
    </w:p>
    <w:p w:rsidR="00B97740" w:rsidRDefault="00B97740" w:rsidP="00B97740">
      <w:pPr>
        <w:spacing w:after="60" w:line="240" w:lineRule="auto"/>
        <w:jc w:val="both"/>
        <w:rPr>
          <w:rFonts w:cs="Calibri"/>
          <w:szCs w:val="22"/>
        </w:rPr>
      </w:pPr>
      <w:r w:rsidRPr="00172A43">
        <w:rPr>
          <w:rFonts w:cs="Calibri"/>
          <w:szCs w:val="22"/>
        </w:rPr>
        <w:t>M</w:t>
      </w:r>
      <w:r>
        <w:rPr>
          <w:rFonts w:cs="Calibri"/>
          <w:szCs w:val="22"/>
        </w:rPr>
        <w:t>inisterstvo životního prostředí</w:t>
      </w:r>
    </w:p>
    <w:p w:rsidR="00B97740" w:rsidRPr="00614871" w:rsidRDefault="00B97740" w:rsidP="00B97740">
      <w:pPr>
        <w:spacing w:after="60" w:line="240" w:lineRule="auto"/>
        <w:jc w:val="both"/>
        <w:rPr>
          <w:rFonts w:cs="Calibri"/>
          <w:szCs w:val="22"/>
        </w:rPr>
      </w:pPr>
      <w:r w:rsidRPr="00614871">
        <w:rPr>
          <w:rFonts w:cs="Calibri"/>
          <w:szCs w:val="22"/>
        </w:rPr>
        <w:t>Úřad vlády ČR – kabinet vedoucího Úřadu vlády České republiky</w:t>
      </w:r>
    </w:p>
    <w:p w:rsidR="00B97740" w:rsidRPr="00614871" w:rsidRDefault="00B97740" w:rsidP="00B97740">
      <w:pPr>
        <w:spacing w:after="60" w:line="240" w:lineRule="auto"/>
        <w:rPr>
          <w:rFonts w:cs="Calibri"/>
          <w:szCs w:val="22"/>
        </w:rPr>
      </w:pPr>
      <w:r w:rsidRPr="00614871">
        <w:rPr>
          <w:rFonts w:cs="Calibri"/>
          <w:szCs w:val="22"/>
        </w:rPr>
        <w:t xml:space="preserve">Úřad vlády ČR – ministr a předseda Legislativní rady vlády </w:t>
      </w:r>
    </w:p>
    <w:p w:rsidR="00B97740" w:rsidRDefault="00B97740" w:rsidP="00B97740">
      <w:pPr>
        <w:spacing w:after="60" w:line="240" w:lineRule="auto"/>
        <w:rPr>
          <w:rFonts w:cs="Calibri"/>
          <w:szCs w:val="22"/>
        </w:rPr>
      </w:pPr>
      <w:r w:rsidRPr="00614871">
        <w:rPr>
          <w:rFonts w:cs="Calibri"/>
          <w:szCs w:val="22"/>
        </w:rPr>
        <w:t>Úřad vlády ČR – odbor kompatibility</w:t>
      </w:r>
    </w:p>
    <w:p w:rsidR="00B97740" w:rsidRDefault="00B97740" w:rsidP="00B97740">
      <w:pPr>
        <w:spacing w:after="0" w:line="240" w:lineRule="auto"/>
      </w:pPr>
      <w:r w:rsidRPr="00216D85">
        <w:rPr>
          <w:rFonts w:cs="Calibri"/>
          <w:szCs w:val="22"/>
        </w:rPr>
        <w:t>Technologická agentura ČR</w:t>
      </w:r>
    </w:p>
    <w:p w:rsidR="00B97740" w:rsidRDefault="00B97740"/>
    <w:p w:rsidR="00E26339" w:rsidRPr="00E94721" w:rsidRDefault="00E26339" w:rsidP="00BE4067">
      <w:pPr>
        <w:pStyle w:val="StylStylramecekvzorekdn"/>
        <w:framePr w:vSpace="567" w:wrap="around"/>
      </w:pPr>
    </w:p>
    <w:sdt>
      <w:sdtPr>
        <w:id w:val="-654683548"/>
        <w:placeholder>
          <w:docPart w:val="89D2EB5117964DF1AD4A93B3CEBD8E5C"/>
        </w:placeholder>
      </w:sdtPr>
      <w:sdtEndPr/>
      <w:sdtContent>
        <w:p w:rsidR="00E26339" w:rsidRPr="00E94721" w:rsidRDefault="00B97740" w:rsidP="00BE4067">
          <w:pPr>
            <w:pStyle w:val="StylStylramecekvzorekdn"/>
            <w:framePr w:vSpace="567" w:wrap="around"/>
          </w:pPr>
          <w:r>
            <w:t xml:space="preserve"> </w:t>
          </w:r>
        </w:p>
      </w:sdtContent>
    </w:sdt>
    <w:sdt>
      <w:sdtPr>
        <w:id w:val="-1242552936"/>
        <w:placeholder>
          <w:docPart w:val="EF1A678EDD5F4079B9CEBE04DCFBD78B"/>
        </w:placeholder>
      </w:sdtPr>
      <w:sdtEndPr/>
      <w:sdtContent>
        <w:p w:rsidR="00E26339" w:rsidRPr="00E94721" w:rsidRDefault="00B97740" w:rsidP="00BE4067">
          <w:pPr>
            <w:pStyle w:val="StylStylramecekvzorekdn"/>
            <w:framePr w:vSpace="567" w:wrap="around"/>
          </w:pPr>
          <w:r>
            <w:t xml:space="preserve"> </w:t>
          </w:r>
        </w:p>
      </w:sdtContent>
    </w:sdt>
    <w:sdt>
      <w:sdtPr>
        <w:id w:val="-1629623132"/>
        <w:placeholder>
          <w:docPart w:val="F3E98DBEBBEA4E46AE8A85B6A30ADA2A"/>
        </w:placeholder>
      </w:sdtPr>
      <w:sdtEndPr/>
      <w:sdtContent>
        <w:p w:rsidR="000D3C31" w:rsidRPr="00E94721" w:rsidRDefault="00B97740" w:rsidP="00BE4067">
          <w:pPr>
            <w:pStyle w:val="StylStylramecekvzorekdn"/>
            <w:framePr w:vSpace="567" w:wrap="around"/>
          </w:pPr>
          <w:r>
            <w:t xml:space="preserve"> </w:t>
          </w:r>
        </w:p>
      </w:sdtContent>
    </w:sdt>
    <w:sdt>
      <w:sdtPr>
        <w:id w:val="104627543"/>
        <w:placeholder>
          <w:docPart w:val="E22F861953C0491F99B7C6E1F12D1262"/>
        </w:placeholder>
      </w:sdtPr>
      <w:sdtEndPr/>
      <w:sdtContent>
        <w:p w:rsidR="000D3C31" w:rsidRPr="00E94721" w:rsidRDefault="00B97740" w:rsidP="00BE4067">
          <w:pPr>
            <w:pStyle w:val="StylStylramecekvzorekdn"/>
            <w:framePr w:vSpace="567" w:wrap="around"/>
          </w:pPr>
          <w:r>
            <w:t xml:space="preserve"> </w:t>
          </w:r>
        </w:p>
      </w:sdtContent>
    </w:sdt>
    <w:p w:rsidR="000D3C31" w:rsidRPr="00E94721" w:rsidRDefault="000D3C31" w:rsidP="00BE4067">
      <w:pPr>
        <w:pStyle w:val="StylStylramecekvzorekdn"/>
        <w:framePr w:vSpace="567" w:wrap="around"/>
      </w:pPr>
    </w:p>
    <w:p w:rsidR="00C74DD0" w:rsidRDefault="00C74DD0" w:rsidP="001C53B9">
      <w:pPr>
        <w:jc w:val="both"/>
      </w:pPr>
      <w:r>
        <w:t> </w:t>
      </w:r>
      <w:r w:rsidRPr="008B5F05">
        <w:rPr>
          <w:rStyle w:val="Neviditeln"/>
        </w:rPr>
        <w:t>Tento odstavec nemazat – je k němu zakotven textový objekt s</w:t>
      </w:r>
      <w:r w:rsidR="00C84D72">
        <w:rPr>
          <w:rStyle w:val="Neviditeln"/>
        </w:rPr>
        <w:t> kontaktem adresáta</w:t>
      </w:r>
    </w:p>
    <w:sectPr w:rsidR="00C74DD0" w:rsidSect="00041CC5">
      <w:headerReference w:type="default" r:id="rId10"/>
      <w:footerReference w:type="default" r:id="rId11"/>
      <w:type w:val="continuous"/>
      <w:pgSz w:w="11906" w:h="16838" w:code="9"/>
      <w:pgMar w:top="567" w:right="1134" w:bottom="3005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7740" w:rsidRDefault="00B97740" w:rsidP="00A1434E">
      <w:pPr>
        <w:spacing w:after="0" w:line="240" w:lineRule="auto"/>
      </w:pPr>
      <w:r>
        <w:separator/>
      </w:r>
    </w:p>
  </w:endnote>
  <w:endnote w:type="continuationSeparator" w:id="0">
    <w:p w:rsidR="00B97740" w:rsidRDefault="00B97740" w:rsidP="00A14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638"/>
    </w:tblGrid>
    <w:tr w:rsidR="00A1434E" w:rsidTr="001644AF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A1434E" w:rsidRPr="00B93DAF" w:rsidRDefault="00543758" w:rsidP="002F5125">
          <w:r>
            <w:rPr>
              <w:noProof/>
              <w:lang w:eastAsia="cs-CZ"/>
            </w:rPr>
            <w:drawing>
              <wp:anchor distT="0" distB="0" distL="114300" distR="114300" simplePos="0" relativeHeight="251667456" behindDoc="1" locked="0" layoutInCell="1" allowOverlap="1" wp14:anchorId="17D4FB6D" wp14:editId="60BE51C6">
                <wp:simplePos x="0" y="0"/>
                <wp:positionH relativeFrom="column">
                  <wp:posOffset>-729615</wp:posOffset>
                </wp:positionH>
                <wp:positionV relativeFrom="paragraph">
                  <wp:posOffset>-1170940</wp:posOffset>
                </wp:positionV>
                <wp:extent cx="7559055" cy="3200407"/>
                <wp:effectExtent l="0" t="0" r="381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budova-A4-bila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055" cy="32004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D6E45">
            <w:rPr>
              <w:noProof/>
              <w:lang w:eastAsia="cs-CZ"/>
            </w:rPr>
            <w:drawing>
              <wp:anchor distT="0" distB="0" distL="114300" distR="114300" simplePos="0" relativeHeight="251666432" behindDoc="0" locked="0" layoutInCell="1" allowOverlap="1" wp14:anchorId="18EFD792" wp14:editId="442DCB17">
                <wp:simplePos x="0" y="0"/>
                <wp:positionH relativeFrom="column">
                  <wp:posOffset>-91440</wp:posOffset>
                </wp:positionH>
                <wp:positionV relativeFrom="paragraph">
                  <wp:posOffset>541655</wp:posOffset>
                </wp:positionV>
                <wp:extent cx="1624330" cy="868680"/>
                <wp:effectExtent l="0" t="0" r="0" b="0"/>
                <wp:wrapNone/>
                <wp:docPr id="15" name="Obrázek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logo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4330" cy="868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F4F3B" w:rsidTr="00020835">
      <w:trPr>
        <w:cantSplit/>
        <w:trHeight w:hRule="exact" w:val="113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CF4F3B" w:rsidRDefault="007D44F2" w:rsidP="002F5125"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0" layoutInCell="1" allowOverlap="1" wp14:anchorId="6B448FDA" wp14:editId="404F84D9">
                <wp:simplePos x="0" y="0"/>
                <wp:positionH relativeFrom="column">
                  <wp:posOffset>4469130</wp:posOffset>
                </wp:positionH>
                <wp:positionV relativeFrom="paragraph">
                  <wp:posOffset>132080</wp:posOffset>
                </wp:positionV>
                <wp:extent cx="1606550" cy="584835"/>
                <wp:effectExtent l="0" t="0" r="0" b="571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pn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6550" cy="584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CF4F3B" w:rsidTr="00AF6B15">
      <w:trPr>
        <w:cantSplit/>
        <w:trHeight w:hRule="exact" w:val="907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CF4F3B" w:rsidRPr="00B93DAF" w:rsidRDefault="00CF4F3B" w:rsidP="002F5125"/>
      </w:tc>
    </w:tr>
  </w:tbl>
  <w:p w:rsidR="00A1434E" w:rsidRDefault="00A1434E" w:rsidP="00A1434E">
    <w:pPr>
      <w:pStyle w:val="Kone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638"/>
    </w:tblGrid>
    <w:tr w:rsidR="00484A2E" w:rsidTr="00650C88">
      <w:trPr>
        <w:cantSplit/>
        <w:trHeight w:hRule="exact" w:val="164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484A2E" w:rsidRDefault="00484A2E" w:rsidP="00650C88">
          <w:pPr>
            <w:pStyle w:val="Normalnitabulka"/>
          </w:pPr>
          <w:r>
            <w:drawing>
              <wp:anchor distT="0" distB="0" distL="114300" distR="114300" simplePos="0" relativeHeight="251663360" behindDoc="1" locked="0" layoutInCell="1" allowOverlap="1" wp14:anchorId="0053F638" wp14:editId="30197B4A">
                <wp:simplePos x="0" y="0"/>
                <wp:positionH relativeFrom="column">
                  <wp:posOffset>-1977390</wp:posOffset>
                </wp:positionH>
                <wp:positionV relativeFrom="paragraph">
                  <wp:posOffset>125095</wp:posOffset>
                </wp:positionV>
                <wp:extent cx="9430385" cy="4318635"/>
                <wp:effectExtent l="0" t="0" r="0" b="0"/>
                <wp:wrapNone/>
                <wp:docPr id="14" name="Obrázek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budova-01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30385" cy="43186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84A2E" w:rsidTr="001644AF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484A2E" w:rsidRPr="00B93DAF" w:rsidRDefault="00484A2E" w:rsidP="00650C88"/>
      </w:tc>
    </w:tr>
    <w:tr w:rsidR="00484A2E" w:rsidTr="00650C88">
      <w:trPr>
        <w:cantSplit/>
        <w:trHeight w:hRule="exact" w:val="113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484A2E" w:rsidRDefault="00484A2E" w:rsidP="00650C88"/>
      </w:tc>
    </w:tr>
    <w:tr w:rsidR="00484A2E" w:rsidTr="00E0383C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484A2E" w:rsidRPr="00B93DAF" w:rsidRDefault="00484A2E" w:rsidP="00650C88"/>
      </w:tc>
    </w:tr>
  </w:tbl>
  <w:p w:rsidR="00A629D6" w:rsidRDefault="00A629D6" w:rsidP="00484A2E">
    <w:pPr>
      <w:pStyle w:val="Kone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638"/>
    </w:tblGrid>
    <w:tr w:rsidR="003E641D" w:rsidTr="001644AF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3E641D" w:rsidRPr="00B93DAF" w:rsidRDefault="003E641D" w:rsidP="002F5125">
          <w:r>
            <w:rPr>
              <w:noProof/>
              <w:lang w:eastAsia="cs-CZ"/>
            </w:rPr>
            <w:drawing>
              <wp:anchor distT="0" distB="0" distL="114300" distR="114300" simplePos="0" relativeHeight="251670528" behindDoc="1" locked="0" layoutInCell="1" allowOverlap="1" wp14:anchorId="5C9BA185" wp14:editId="59905929">
                <wp:simplePos x="0" y="0"/>
                <wp:positionH relativeFrom="column">
                  <wp:posOffset>-729615</wp:posOffset>
                </wp:positionH>
                <wp:positionV relativeFrom="paragraph">
                  <wp:posOffset>-1170940</wp:posOffset>
                </wp:positionV>
                <wp:extent cx="7559055" cy="3200407"/>
                <wp:effectExtent l="0" t="0" r="381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budova-A4-bila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055" cy="32004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w:drawing>
              <wp:anchor distT="0" distB="0" distL="114300" distR="114300" simplePos="0" relativeHeight="251669504" behindDoc="0" locked="0" layoutInCell="1" allowOverlap="1" wp14:anchorId="11B95EAD" wp14:editId="0F71D217">
                <wp:simplePos x="0" y="0"/>
                <wp:positionH relativeFrom="column">
                  <wp:posOffset>-91440</wp:posOffset>
                </wp:positionH>
                <wp:positionV relativeFrom="paragraph">
                  <wp:posOffset>541655</wp:posOffset>
                </wp:positionV>
                <wp:extent cx="1624330" cy="868680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logo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4330" cy="868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3E641D" w:rsidTr="00020835">
      <w:trPr>
        <w:cantSplit/>
        <w:trHeight w:hRule="exact" w:val="113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3E641D" w:rsidRDefault="00631DCB" w:rsidP="002F5125">
          <w:r>
            <w:rPr>
              <w:noProof/>
              <w:lang w:eastAsia="cs-CZ"/>
            </w:rPr>
            <w:drawing>
              <wp:anchor distT="0" distB="0" distL="114300" distR="114300" simplePos="0" relativeHeight="251676672" behindDoc="0" locked="0" layoutInCell="1" allowOverlap="1" wp14:anchorId="1C957B86" wp14:editId="2DB07BE1">
                <wp:simplePos x="0" y="0"/>
                <wp:positionH relativeFrom="column">
                  <wp:posOffset>4471279</wp:posOffset>
                </wp:positionH>
                <wp:positionV relativeFrom="paragraph">
                  <wp:posOffset>134620</wp:posOffset>
                </wp:positionV>
                <wp:extent cx="1606550" cy="584835"/>
                <wp:effectExtent l="0" t="0" r="0" b="571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pn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6550" cy="584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3E641D" w:rsidTr="00AF6B15">
      <w:trPr>
        <w:cantSplit/>
        <w:trHeight w:hRule="exact" w:val="907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3E641D" w:rsidRPr="003E641D" w:rsidRDefault="003E641D" w:rsidP="003E641D">
          <w:pPr>
            <w:spacing w:line="340" w:lineRule="exact"/>
            <w:jc w:val="center"/>
            <w:rPr>
              <w:sz w:val="18"/>
              <w:szCs w:val="18"/>
            </w:rPr>
          </w:pPr>
          <w:r w:rsidRPr="003E641D">
            <w:rPr>
              <w:sz w:val="18"/>
              <w:szCs w:val="18"/>
            </w:rPr>
            <w:fldChar w:fldCharType="begin"/>
          </w:r>
          <w:r w:rsidRPr="003E641D">
            <w:rPr>
              <w:sz w:val="18"/>
              <w:szCs w:val="18"/>
            </w:rPr>
            <w:instrText>PAGE   \* MERGEFORMAT</w:instrText>
          </w:r>
          <w:r w:rsidRPr="003E641D">
            <w:rPr>
              <w:sz w:val="18"/>
              <w:szCs w:val="18"/>
            </w:rPr>
            <w:fldChar w:fldCharType="separate"/>
          </w:r>
          <w:r w:rsidR="002E4CCC">
            <w:rPr>
              <w:noProof/>
              <w:sz w:val="18"/>
              <w:szCs w:val="18"/>
            </w:rPr>
            <w:t>2</w:t>
          </w:r>
          <w:r w:rsidRPr="003E641D">
            <w:rPr>
              <w:sz w:val="18"/>
              <w:szCs w:val="18"/>
            </w:rPr>
            <w:fldChar w:fldCharType="end"/>
          </w:r>
        </w:p>
      </w:tc>
    </w:tr>
  </w:tbl>
  <w:p w:rsidR="003E641D" w:rsidRDefault="003E641D" w:rsidP="00A1434E">
    <w:pPr>
      <w:pStyle w:val="Kone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7740" w:rsidRDefault="00B97740" w:rsidP="00A1434E">
      <w:pPr>
        <w:spacing w:after="0" w:line="240" w:lineRule="auto"/>
      </w:pPr>
      <w:r>
        <w:separator/>
      </w:r>
    </w:p>
  </w:footnote>
  <w:footnote w:type="continuationSeparator" w:id="0">
    <w:p w:rsidR="00B97740" w:rsidRDefault="00B97740" w:rsidP="00A14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EB3" w:rsidRDefault="00A26EB3">
    <w:pPr>
      <w:pStyle w:val="Zhlav"/>
    </w:pPr>
  </w:p>
  <w:p w:rsidR="00A26EB3" w:rsidRDefault="00A26EB3">
    <w:pPr>
      <w:pStyle w:val="Zhlav"/>
    </w:pPr>
  </w:p>
  <w:p w:rsidR="00A26EB3" w:rsidRDefault="00A26EB3">
    <w:pPr>
      <w:pStyle w:val="Zhlav"/>
    </w:pPr>
  </w:p>
  <w:p w:rsidR="00A26EB3" w:rsidRDefault="00A26EB3">
    <w:pPr>
      <w:pStyle w:val="Zhlav"/>
    </w:pPr>
  </w:p>
  <w:p w:rsidR="00A26EB3" w:rsidRDefault="00A26EB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134"/>
  <w:drawingGridVerticalSpacing w:val="1134"/>
  <w:displayHorizontalDrawingGridEvery w:val="2"/>
  <w:displayVerticalDrawingGridEvery w:val="2"/>
  <w:doNotUseMarginsForDrawingGridOrigin/>
  <w:drawingGridHorizontalOrigin w:val="1134"/>
  <w:drawingGridVerticalOrigin w:val="113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740"/>
    <w:rsid w:val="00007B6C"/>
    <w:rsid w:val="0001447B"/>
    <w:rsid w:val="00016122"/>
    <w:rsid w:val="00020835"/>
    <w:rsid w:val="0003440C"/>
    <w:rsid w:val="00041777"/>
    <w:rsid w:val="00041CC5"/>
    <w:rsid w:val="000427AC"/>
    <w:rsid w:val="0009582A"/>
    <w:rsid w:val="000A7B87"/>
    <w:rsid w:val="000B266A"/>
    <w:rsid w:val="000C6A4D"/>
    <w:rsid w:val="000C7D77"/>
    <w:rsid w:val="000D3C31"/>
    <w:rsid w:val="000D6E45"/>
    <w:rsid w:val="000E2581"/>
    <w:rsid w:val="000E274C"/>
    <w:rsid w:val="000F1EE8"/>
    <w:rsid w:val="0010266C"/>
    <w:rsid w:val="001035E2"/>
    <w:rsid w:val="001155EB"/>
    <w:rsid w:val="001179F6"/>
    <w:rsid w:val="00117D6F"/>
    <w:rsid w:val="00137ABC"/>
    <w:rsid w:val="001612E2"/>
    <w:rsid w:val="001644AF"/>
    <w:rsid w:val="00177785"/>
    <w:rsid w:val="00177B42"/>
    <w:rsid w:val="00180AF5"/>
    <w:rsid w:val="00183CA3"/>
    <w:rsid w:val="001872A8"/>
    <w:rsid w:val="001872CB"/>
    <w:rsid w:val="001900A5"/>
    <w:rsid w:val="001C53B9"/>
    <w:rsid w:val="001D540C"/>
    <w:rsid w:val="001D60A3"/>
    <w:rsid w:val="001E5A10"/>
    <w:rsid w:val="001F025E"/>
    <w:rsid w:val="001F3233"/>
    <w:rsid w:val="001F32EB"/>
    <w:rsid w:val="00215918"/>
    <w:rsid w:val="00221F7F"/>
    <w:rsid w:val="0023030D"/>
    <w:rsid w:val="00231449"/>
    <w:rsid w:val="002527F1"/>
    <w:rsid w:val="002747AE"/>
    <w:rsid w:val="00281126"/>
    <w:rsid w:val="00283B67"/>
    <w:rsid w:val="00291861"/>
    <w:rsid w:val="002935FF"/>
    <w:rsid w:val="002C1F88"/>
    <w:rsid w:val="002C7F72"/>
    <w:rsid w:val="002D5320"/>
    <w:rsid w:val="002D6B94"/>
    <w:rsid w:val="002E4CCC"/>
    <w:rsid w:val="0031462D"/>
    <w:rsid w:val="0033706B"/>
    <w:rsid w:val="003519C0"/>
    <w:rsid w:val="00365074"/>
    <w:rsid w:val="00381156"/>
    <w:rsid w:val="00381833"/>
    <w:rsid w:val="00381E1B"/>
    <w:rsid w:val="003830F5"/>
    <w:rsid w:val="00391554"/>
    <w:rsid w:val="003935A6"/>
    <w:rsid w:val="003B27E3"/>
    <w:rsid w:val="003C0742"/>
    <w:rsid w:val="003C28AC"/>
    <w:rsid w:val="003C6DA4"/>
    <w:rsid w:val="003D4F00"/>
    <w:rsid w:val="003E641D"/>
    <w:rsid w:val="003F2131"/>
    <w:rsid w:val="004100B2"/>
    <w:rsid w:val="00415678"/>
    <w:rsid w:val="00425292"/>
    <w:rsid w:val="004306CC"/>
    <w:rsid w:val="00440433"/>
    <w:rsid w:val="00443511"/>
    <w:rsid w:val="00467AAC"/>
    <w:rsid w:val="00476E19"/>
    <w:rsid w:val="00480429"/>
    <w:rsid w:val="00483DAD"/>
    <w:rsid w:val="00484A2E"/>
    <w:rsid w:val="00490456"/>
    <w:rsid w:val="0049776A"/>
    <w:rsid w:val="004A60D8"/>
    <w:rsid w:val="004C18EF"/>
    <w:rsid w:val="004D7163"/>
    <w:rsid w:val="004E7F24"/>
    <w:rsid w:val="004F4402"/>
    <w:rsid w:val="005027A7"/>
    <w:rsid w:val="00521A3A"/>
    <w:rsid w:val="005432C6"/>
    <w:rsid w:val="00543758"/>
    <w:rsid w:val="0055000B"/>
    <w:rsid w:val="00565EA8"/>
    <w:rsid w:val="005764C1"/>
    <w:rsid w:val="00586F6E"/>
    <w:rsid w:val="00591DC3"/>
    <w:rsid w:val="00595745"/>
    <w:rsid w:val="005B3323"/>
    <w:rsid w:val="005B397C"/>
    <w:rsid w:val="005C5804"/>
    <w:rsid w:val="005D27C1"/>
    <w:rsid w:val="005D4CE6"/>
    <w:rsid w:val="0061465E"/>
    <w:rsid w:val="00631DCB"/>
    <w:rsid w:val="00640A0C"/>
    <w:rsid w:val="006455E8"/>
    <w:rsid w:val="00647E51"/>
    <w:rsid w:val="00650690"/>
    <w:rsid w:val="0066235C"/>
    <w:rsid w:val="00664910"/>
    <w:rsid w:val="00675D84"/>
    <w:rsid w:val="00677349"/>
    <w:rsid w:val="00685277"/>
    <w:rsid w:val="00686356"/>
    <w:rsid w:val="006A228B"/>
    <w:rsid w:val="006B3C12"/>
    <w:rsid w:val="006B48A1"/>
    <w:rsid w:val="006B578D"/>
    <w:rsid w:val="006C00A7"/>
    <w:rsid w:val="006D0CC6"/>
    <w:rsid w:val="006D2011"/>
    <w:rsid w:val="006E5CEC"/>
    <w:rsid w:val="006E5EDB"/>
    <w:rsid w:val="00707830"/>
    <w:rsid w:val="00711059"/>
    <w:rsid w:val="00715EAA"/>
    <w:rsid w:val="00716A6C"/>
    <w:rsid w:val="00720B2B"/>
    <w:rsid w:val="0074545E"/>
    <w:rsid w:val="007463A6"/>
    <w:rsid w:val="007657DC"/>
    <w:rsid w:val="00777C40"/>
    <w:rsid w:val="007A55CA"/>
    <w:rsid w:val="007B208D"/>
    <w:rsid w:val="007C0EA0"/>
    <w:rsid w:val="007C6EFF"/>
    <w:rsid w:val="007D44F2"/>
    <w:rsid w:val="007E4862"/>
    <w:rsid w:val="00811E3E"/>
    <w:rsid w:val="00814B71"/>
    <w:rsid w:val="008230B8"/>
    <w:rsid w:val="00846686"/>
    <w:rsid w:val="0085051C"/>
    <w:rsid w:val="00861587"/>
    <w:rsid w:val="00861E9F"/>
    <w:rsid w:val="008A62B7"/>
    <w:rsid w:val="008B7272"/>
    <w:rsid w:val="008C2F9D"/>
    <w:rsid w:val="008C7527"/>
    <w:rsid w:val="008D255A"/>
    <w:rsid w:val="00907C02"/>
    <w:rsid w:val="00914150"/>
    <w:rsid w:val="009218C7"/>
    <w:rsid w:val="009232B1"/>
    <w:rsid w:val="00930591"/>
    <w:rsid w:val="00933651"/>
    <w:rsid w:val="00933D83"/>
    <w:rsid w:val="00935389"/>
    <w:rsid w:val="00942A30"/>
    <w:rsid w:val="00947D80"/>
    <w:rsid w:val="00984E87"/>
    <w:rsid w:val="009859F0"/>
    <w:rsid w:val="00991FBA"/>
    <w:rsid w:val="009956A5"/>
    <w:rsid w:val="009A5AFB"/>
    <w:rsid w:val="009C00C4"/>
    <w:rsid w:val="009D07F8"/>
    <w:rsid w:val="009E438F"/>
    <w:rsid w:val="00A0053A"/>
    <w:rsid w:val="00A1434E"/>
    <w:rsid w:val="00A1621A"/>
    <w:rsid w:val="00A24A8D"/>
    <w:rsid w:val="00A26EB3"/>
    <w:rsid w:val="00A27849"/>
    <w:rsid w:val="00A31624"/>
    <w:rsid w:val="00A3610E"/>
    <w:rsid w:val="00A36E6F"/>
    <w:rsid w:val="00A4449C"/>
    <w:rsid w:val="00A51940"/>
    <w:rsid w:val="00A54A63"/>
    <w:rsid w:val="00A55C85"/>
    <w:rsid w:val="00A56FC4"/>
    <w:rsid w:val="00A629D6"/>
    <w:rsid w:val="00A7129C"/>
    <w:rsid w:val="00A766D7"/>
    <w:rsid w:val="00AA016E"/>
    <w:rsid w:val="00AA1760"/>
    <w:rsid w:val="00AA1D6D"/>
    <w:rsid w:val="00AB3CE9"/>
    <w:rsid w:val="00AC5882"/>
    <w:rsid w:val="00AC6BCB"/>
    <w:rsid w:val="00AE1A18"/>
    <w:rsid w:val="00AF6B15"/>
    <w:rsid w:val="00AF6E17"/>
    <w:rsid w:val="00B05E36"/>
    <w:rsid w:val="00B237B3"/>
    <w:rsid w:val="00B26510"/>
    <w:rsid w:val="00B43AAF"/>
    <w:rsid w:val="00B51D9E"/>
    <w:rsid w:val="00B54C04"/>
    <w:rsid w:val="00B67AF4"/>
    <w:rsid w:val="00B8103B"/>
    <w:rsid w:val="00B97740"/>
    <w:rsid w:val="00BA7B78"/>
    <w:rsid w:val="00BC7A5D"/>
    <w:rsid w:val="00BD0728"/>
    <w:rsid w:val="00BD081B"/>
    <w:rsid w:val="00BE16FD"/>
    <w:rsid w:val="00BE1C50"/>
    <w:rsid w:val="00BE3DC6"/>
    <w:rsid w:val="00BE4067"/>
    <w:rsid w:val="00BE41F5"/>
    <w:rsid w:val="00BF2B94"/>
    <w:rsid w:val="00C075AA"/>
    <w:rsid w:val="00C07DC1"/>
    <w:rsid w:val="00C10C23"/>
    <w:rsid w:val="00C26A00"/>
    <w:rsid w:val="00C30D30"/>
    <w:rsid w:val="00C316CA"/>
    <w:rsid w:val="00C466EA"/>
    <w:rsid w:val="00C50950"/>
    <w:rsid w:val="00C63545"/>
    <w:rsid w:val="00C63E9B"/>
    <w:rsid w:val="00C74DD0"/>
    <w:rsid w:val="00C772D2"/>
    <w:rsid w:val="00C84D72"/>
    <w:rsid w:val="00C869A0"/>
    <w:rsid w:val="00CD2142"/>
    <w:rsid w:val="00CD48A5"/>
    <w:rsid w:val="00CF4F3B"/>
    <w:rsid w:val="00D41679"/>
    <w:rsid w:val="00D44D06"/>
    <w:rsid w:val="00D54143"/>
    <w:rsid w:val="00D618E7"/>
    <w:rsid w:val="00D76EA4"/>
    <w:rsid w:val="00D86776"/>
    <w:rsid w:val="00DC13A6"/>
    <w:rsid w:val="00DC767B"/>
    <w:rsid w:val="00DF3301"/>
    <w:rsid w:val="00E0383C"/>
    <w:rsid w:val="00E101AC"/>
    <w:rsid w:val="00E26339"/>
    <w:rsid w:val="00E4130C"/>
    <w:rsid w:val="00E45538"/>
    <w:rsid w:val="00E51B21"/>
    <w:rsid w:val="00E5431C"/>
    <w:rsid w:val="00E724BE"/>
    <w:rsid w:val="00E73691"/>
    <w:rsid w:val="00E7760C"/>
    <w:rsid w:val="00E8478D"/>
    <w:rsid w:val="00E859AD"/>
    <w:rsid w:val="00E86524"/>
    <w:rsid w:val="00E94721"/>
    <w:rsid w:val="00EA5DCF"/>
    <w:rsid w:val="00EB0006"/>
    <w:rsid w:val="00ED677B"/>
    <w:rsid w:val="00EE674D"/>
    <w:rsid w:val="00EF1207"/>
    <w:rsid w:val="00EF1465"/>
    <w:rsid w:val="00EF5707"/>
    <w:rsid w:val="00EF5EB8"/>
    <w:rsid w:val="00F102A3"/>
    <w:rsid w:val="00F12A4D"/>
    <w:rsid w:val="00F33528"/>
    <w:rsid w:val="00F352AD"/>
    <w:rsid w:val="00F37D6D"/>
    <w:rsid w:val="00F52B73"/>
    <w:rsid w:val="00F560BE"/>
    <w:rsid w:val="00F801AB"/>
    <w:rsid w:val="00F84310"/>
    <w:rsid w:val="00FB3C9C"/>
    <w:rsid w:val="00FB42EA"/>
    <w:rsid w:val="00FC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86B264"/>
  <w15:docId w15:val="{D2B73128-C832-4A87-B093-9B62D6DE2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811E3E"/>
    <w:pPr>
      <w:spacing w:after="160" w:line="360" w:lineRule="auto"/>
    </w:pPr>
    <w:rPr>
      <w:rFonts w:asciiTheme="minorHAnsi" w:hAnsiTheme="minorHAnsi"/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rsid w:val="00C10C23"/>
    <w:pPr>
      <w:keepNext/>
      <w:keepLines/>
      <w:spacing w:before="120" w:after="120"/>
      <w:outlineLvl w:val="0"/>
    </w:pPr>
    <w:rPr>
      <w:rFonts w:ascii="Calibri" w:hAnsi="Calibr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nhideWhenUsed/>
    <w:rsid w:val="00C10C23"/>
    <w:pPr>
      <w:keepNext/>
      <w:keepLines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10C23"/>
    <w:rPr>
      <w:rFonts w:ascii="Calibri" w:hAnsi="Calibri"/>
      <w:b/>
      <w:bCs/>
      <w:sz w:val="3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C10C23"/>
    <w:rPr>
      <w:rFonts w:asciiTheme="minorHAnsi" w:eastAsiaTheme="majorEastAsia" w:hAnsiTheme="minorHAnsi" w:cstheme="majorBidi"/>
      <w:b/>
      <w:bCs/>
      <w:sz w:val="28"/>
      <w:szCs w:val="26"/>
      <w:lang w:eastAsia="en-US"/>
    </w:rPr>
  </w:style>
  <w:style w:type="paragraph" w:customStyle="1" w:styleId="Konec">
    <w:name w:val="Konec"/>
    <w:basedOn w:val="Normln"/>
    <w:qFormat/>
    <w:rsid w:val="004A60D8"/>
    <w:pPr>
      <w:spacing w:line="240" w:lineRule="auto"/>
    </w:pPr>
    <w:rPr>
      <w:sz w:val="2"/>
    </w:rPr>
  </w:style>
  <w:style w:type="paragraph" w:customStyle="1" w:styleId="Datum1">
    <w:name w:val="Datum1"/>
    <w:qFormat/>
    <w:rsid w:val="00933D83"/>
    <w:pPr>
      <w:spacing w:line="360" w:lineRule="auto"/>
    </w:pPr>
    <w:rPr>
      <w:rFonts w:asciiTheme="minorHAnsi" w:hAnsiTheme="minorHAnsi"/>
      <w:sz w:val="22"/>
      <w:szCs w:val="24"/>
      <w:lang w:eastAsia="en-US"/>
    </w:rPr>
  </w:style>
  <w:style w:type="paragraph" w:styleId="Zhlav">
    <w:name w:val="header"/>
    <w:basedOn w:val="Normln"/>
    <w:link w:val="ZhlavChar"/>
    <w:uiPriority w:val="99"/>
    <w:rsid w:val="00C466EA"/>
    <w:pPr>
      <w:tabs>
        <w:tab w:val="center" w:pos="4536"/>
        <w:tab w:val="right" w:pos="9072"/>
      </w:tabs>
      <w:spacing w:after="0" w:line="240" w:lineRule="auto"/>
    </w:pPr>
  </w:style>
  <w:style w:type="character" w:styleId="Zstupntext">
    <w:name w:val="Placeholder Text"/>
    <w:basedOn w:val="Standardnpsmoodstavce"/>
    <w:uiPriority w:val="99"/>
    <w:semiHidden/>
    <w:rsid w:val="000E2581"/>
    <w:rPr>
      <w:color w:val="808080"/>
    </w:rPr>
  </w:style>
  <w:style w:type="paragraph" w:styleId="Textbubliny">
    <w:name w:val="Balloon Text"/>
    <w:basedOn w:val="Normln"/>
    <w:link w:val="TextbublinyChar"/>
    <w:rsid w:val="00C46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66EA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rsid w:val="00645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rstred">
    <w:name w:val="Zar_stred"/>
    <w:qFormat/>
    <w:rsid w:val="00AA016E"/>
    <w:pPr>
      <w:jc w:val="center"/>
    </w:pPr>
    <w:rPr>
      <w:rFonts w:asciiTheme="minorHAnsi" w:hAnsiTheme="minorHAnsi"/>
      <w:sz w:val="22"/>
      <w:szCs w:val="24"/>
      <w:lang w:eastAsia="en-US"/>
    </w:rPr>
  </w:style>
  <w:style w:type="paragraph" w:customStyle="1" w:styleId="Zarstredbarvavelka">
    <w:name w:val="Zar_stred_barva_velka"/>
    <w:basedOn w:val="Zarstred"/>
    <w:qFormat/>
    <w:rsid w:val="00914150"/>
    <w:pPr>
      <w:spacing w:after="160"/>
    </w:pPr>
    <w:rPr>
      <w:caps/>
      <w:color w:val="004B8D"/>
      <w:sz w:val="18"/>
    </w:rPr>
  </w:style>
  <w:style w:type="paragraph" w:customStyle="1" w:styleId="Zarstredbarvamala">
    <w:name w:val="Zar_stred_barva_mala"/>
    <w:rsid w:val="004100B2"/>
    <w:pPr>
      <w:jc w:val="center"/>
    </w:pPr>
    <w:rPr>
      <w:rFonts w:asciiTheme="minorHAnsi" w:hAnsiTheme="minorHAnsi"/>
      <w:color w:val="004B8D"/>
      <w:sz w:val="18"/>
      <w:szCs w:val="24"/>
      <w:lang w:eastAsia="en-US"/>
    </w:rPr>
  </w:style>
  <w:style w:type="paragraph" w:customStyle="1" w:styleId="Normalnitabulka">
    <w:name w:val="Normalni_tabulka"/>
    <w:basedOn w:val="Normln"/>
    <w:qFormat/>
    <w:rsid w:val="005D4CE6"/>
    <w:pPr>
      <w:spacing w:after="0" w:line="240" w:lineRule="auto"/>
    </w:pPr>
    <w:rPr>
      <w:noProof/>
      <w:lang w:eastAsia="cs-CZ"/>
    </w:rPr>
  </w:style>
  <w:style w:type="paragraph" w:customStyle="1" w:styleId="Normlnodsazen">
    <w:name w:val="Normální_odsazený"/>
    <w:basedOn w:val="Normln"/>
    <w:qFormat/>
    <w:rsid w:val="00A56FC4"/>
    <w:pPr>
      <w:ind w:firstLine="709"/>
    </w:pPr>
  </w:style>
  <w:style w:type="character" w:customStyle="1" w:styleId="ZhlavChar">
    <w:name w:val="Záhlaví Char"/>
    <w:basedOn w:val="Standardnpsmoodstavce"/>
    <w:link w:val="Zhlav"/>
    <w:uiPriority w:val="99"/>
    <w:rsid w:val="00C466EA"/>
    <w:rPr>
      <w:rFonts w:asciiTheme="minorHAnsi" w:hAnsiTheme="minorHAnsi"/>
      <w:sz w:val="22"/>
      <w:szCs w:val="24"/>
      <w:lang w:eastAsia="en-US"/>
    </w:rPr>
  </w:style>
  <w:style w:type="paragraph" w:styleId="Zpat">
    <w:name w:val="footer"/>
    <w:basedOn w:val="Normln"/>
    <w:link w:val="ZpatChar"/>
    <w:uiPriority w:val="99"/>
    <w:rsid w:val="00A143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434E"/>
    <w:rPr>
      <w:rFonts w:asciiTheme="minorHAnsi" w:hAnsiTheme="minorHAnsi"/>
      <w:sz w:val="22"/>
      <w:szCs w:val="24"/>
      <w:lang w:eastAsia="en-US"/>
    </w:rPr>
  </w:style>
  <w:style w:type="character" w:customStyle="1" w:styleId="Neviditeln">
    <w:name w:val="Neviditelný"/>
    <w:basedOn w:val="Standardnpsmoodstavce"/>
    <w:uiPriority w:val="1"/>
    <w:qFormat/>
    <w:rsid w:val="00C74DD0"/>
    <w:rPr>
      <w:b/>
      <w:vanish/>
      <w:color w:val="FF0000"/>
    </w:rPr>
  </w:style>
  <w:style w:type="paragraph" w:customStyle="1" w:styleId="Adresat">
    <w:name w:val="Adresat"/>
    <w:basedOn w:val="Normln"/>
    <w:rsid w:val="006A228B"/>
    <w:pPr>
      <w:pBdr>
        <w:top w:val="single" w:sz="6" w:space="4" w:color="000000"/>
        <w:left w:val="single" w:sz="6" w:space="7" w:color="000000"/>
        <w:bottom w:val="single" w:sz="6" w:space="4" w:color="000000"/>
        <w:right w:val="single" w:sz="6" w:space="7" w:color="000000"/>
      </w:pBdr>
      <w:shd w:val="solid" w:color="FFFFFF" w:fill="FFFFFF"/>
    </w:pPr>
    <w:rPr>
      <w:sz w:val="18"/>
      <w:szCs w:val="20"/>
    </w:rPr>
  </w:style>
  <w:style w:type="paragraph" w:customStyle="1" w:styleId="Stylramecek">
    <w:name w:val="Styl_ramecek"/>
    <w:basedOn w:val="Normln"/>
    <w:rsid w:val="00E94721"/>
    <w:pPr>
      <w:framePr w:w="9639" w:h="1701" w:wrap="around" w:vAnchor="page" w:hAnchor="page" w:x="1135" w:y="11908" w:anchorLock="1"/>
      <w:shd w:val="clear" w:color="FFFFFF" w:fill="auto"/>
      <w:spacing w:after="0" w:line="240" w:lineRule="auto"/>
    </w:pPr>
    <w:rPr>
      <w:rFonts w:ascii="Calibri" w:hAnsi="Calibri"/>
      <w:szCs w:val="20"/>
    </w:rPr>
  </w:style>
  <w:style w:type="paragraph" w:customStyle="1" w:styleId="StylStylramecekvzorekdn">
    <w:name w:val="Styl Styl_ramecek + vzorek: Žádný"/>
    <w:basedOn w:val="Stylramecek"/>
    <w:autoRedefine/>
    <w:rsid w:val="00E4130C"/>
    <w:pPr>
      <w:framePr w:wrap="around"/>
      <w:shd w:val="clear" w:color="auto" w:fill="auto"/>
    </w:pPr>
  </w:style>
  <w:style w:type="paragraph" w:styleId="Bezmezer">
    <w:name w:val="No Spacing"/>
    <w:uiPriority w:val="1"/>
    <w:qFormat/>
    <w:rsid w:val="00E8478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rsid w:val="00B977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1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svolba@mpo.cz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1%20Ministr\Dopis%20ministra\M-21%20Dopis%20ministra%20CZ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71BF5E83F504474948DB1946F4056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686837-370D-439C-B95D-A3DAE0ED4702}"/>
      </w:docPartPr>
      <w:docPartBody>
        <w:p w:rsidR="00000000" w:rsidRDefault="00030A8A">
          <w:pPr>
            <w:pStyle w:val="071BF5E83F504474948DB1946F4056F6"/>
          </w:pPr>
          <w:r w:rsidRPr="00136958">
            <w:rPr>
              <w:rStyle w:val="Zstupntext"/>
            </w:rPr>
            <w:t>Zvolte položku.</w:t>
          </w:r>
        </w:p>
      </w:docPartBody>
    </w:docPart>
    <w:docPart>
      <w:docPartPr>
        <w:name w:val="69EC4F9C7BC2476B8D4C47E81FA44C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4DA566-A1E1-4314-81EE-9ADC5DAE6B7D}"/>
      </w:docPartPr>
      <w:docPartBody>
        <w:p w:rsidR="00000000" w:rsidRDefault="00030A8A">
          <w:pPr>
            <w:pStyle w:val="69EC4F9C7BC2476B8D4C47E81FA44C62"/>
          </w:pPr>
          <w:r>
            <w:rPr>
              <w:rStyle w:val="Zstupntext"/>
            </w:rPr>
            <w:t>Z</w:t>
          </w:r>
          <w:r w:rsidRPr="004C0B92">
            <w:rPr>
              <w:rStyle w:val="Zstupntext"/>
            </w:rPr>
            <w:t xml:space="preserve">adejte </w:t>
          </w:r>
          <w:r>
            <w:rPr>
              <w:rStyle w:val="Zstupntext"/>
            </w:rPr>
            <w:t>datum</w:t>
          </w:r>
          <w:r w:rsidRPr="004C0B92">
            <w:rPr>
              <w:rStyle w:val="Zstupntext"/>
            </w:rPr>
            <w:t>.</w:t>
          </w:r>
        </w:p>
      </w:docPartBody>
    </w:docPart>
    <w:docPart>
      <w:docPartPr>
        <w:name w:val="2952AE1B0C154EFF85E037C2445937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3C1D8A-FE6A-4B2B-A843-3ED094A3AD7C}"/>
      </w:docPartPr>
      <w:docPartBody>
        <w:p w:rsidR="00000000" w:rsidRDefault="00030A8A">
          <w:pPr>
            <w:pStyle w:val="2952AE1B0C154EFF85E037C244593718"/>
          </w:pPr>
          <w:r w:rsidRPr="00E2627E">
            <w:rPr>
              <w:rStyle w:val="Zstupntext"/>
            </w:rPr>
            <w:t>Klikněte sem a zadejte text.</w:t>
          </w:r>
        </w:p>
      </w:docPartBody>
    </w:docPart>
    <w:docPart>
      <w:docPartPr>
        <w:name w:val="C60EB9C651064A1C953C765A2888CF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DACAC6-2083-4632-8EF5-E5434C409E6C}"/>
      </w:docPartPr>
      <w:docPartBody>
        <w:p w:rsidR="00000000" w:rsidRDefault="00030A8A">
          <w:pPr>
            <w:pStyle w:val="C60EB9C651064A1C953C765A2888CFF0"/>
          </w:pPr>
          <w:r w:rsidRPr="004C0B92">
            <w:rPr>
              <w:rStyle w:val="Zstupntext"/>
            </w:rPr>
            <w:t xml:space="preserve">Klikněte sem a zadejte </w:t>
          </w:r>
          <w:r>
            <w:rPr>
              <w:rStyle w:val="Zstupntext"/>
            </w:rPr>
            <w:t>oslovení</w:t>
          </w:r>
        </w:p>
      </w:docPartBody>
    </w:docPart>
    <w:docPart>
      <w:docPartPr>
        <w:name w:val="C27C2DF898A2477482CC4EA08F99E3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86BB6A-4EC1-414C-A31D-64F4849F6024}"/>
      </w:docPartPr>
      <w:docPartBody>
        <w:p w:rsidR="00000000" w:rsidRDefault="00030A8A">
          <w:pPr>
            <w:pStyle w:val="C27C2DF898A2477482CC4EA08F99E32E"/>
          </w:pPr>
          <w:r w:rsidRPr="004C0B92">
            <w:rPr>
              <w:rStyle w:val="Zstupntext"/>
            </w:rPr>
            <w:t>Klikněte sem a zadejte text</w:t>
          </w:r>
          <w:r>
            <w:rPr>
              <w:rStyle w:val="Zstupntext"/>
            </w:rPr>
            <w:t xml:space="preserve"> dopisu</w:t>
          </w:r>
          <w:r w:rsidRPr="004C0B92">
            <w:rPr>
              <w:rStyle w:val="Zstupntext"/>
            </w:rPr>
            <w:t>.</w:t>
          </w:r>
        </w:p>
      </w:docPartBody>
    </w:docPart>
    <w:docPart>
      <w:docPartPr>
        <w:name w:val="89D2EB5117964DF1AD4A93B3CEBD8E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02C94E-984B-4727-A03D-47CD17280A45}"/>
      </w:docPartPr>
      <w:docPartBody>
        <w:p w:rsidR="00000000" w:rsidRDefault="00030A8A">
          <w:pPr>
            <w:pStyle w:val="89D2EB5117964DF1AD4A93B3CEBD8E5C"/>
          </w:pPr>
          <w:r>
            <w:t>Zadejte jméno Příjmení</w:t>
          </w:r>
        </w:p>
      </w:docPartBody>
    </w:docPart>
    <w:docPart>
      <w:docPartPr>
        <w:name w:val="EF1A678EDD5F4079B9CEBE04DCFBD7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75F96-0FA4-4E02-BC2C-071ADBB3DD0B}"/>
      </w:docPartPr>
      <w:docPartBody>
        <w:p w:rsidR="00000000" w:rsidRDefault="00030A8A">
          <w:pPr>
            <w:pStyle w:val="EF1A678EDD5F4079B9CEBE04DCFBD78B"/>
          </w:pPr>
          <w:r>
            <w:t>Zadejte funkci</w:t>
          </w:r>
        </w:p>
      </w:docPartBody>
    </w:docPart>
    <w:docPart>
      <w:docPartPr>
        <w:name w:val="F3E98DBEBBEA4E46AE8A85B6A30ADA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CB67CA-3CC3-49AA-815C-487F48E5850F}"/>
      </w:docPartPr>
      <w:docPartBody>
        <w:p w:rsidR="00000000" w:rsidRDefault="00030A8A">
          <w:pPr>
            <w:pStyle w:val="F3E98DBEBBEA4E46AE8A85B6A30ADA2A"/>
          </w:pPr>
          <w:r>
            <w:t>Zadejte název společnosti</w:t>
          </w:r>
        </w:p>
      </w:docPartBody>
    </w:docPart>
    <w:docPart>
      <w:docPartPr>
        <w:name w:val="E22F861953C0491F99B7C6E1F12D12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35F256-D86A-4F1D-8887-2FC2A2BED472}"/>
      </w:docPartPr>
      <w:docPartBody>
        <w:p w:rsidR="00000000" w:rsidRDefault="00030A8A">
          <w:pPr>
            <w:pStyle w:val="E22F861953C0491F99B7C6E1F12D1262"/>
          </w:pPr>
          <w:r>
            <w:t>Zadejte název ulice čp/č</w:t>
          </w:r>
        </w:p>
      </w:docPartBody>
    </w:docPart>
    <w:docPart>
      <w:docPartPr>
        <w:name w:val="56B402514A3341509F8FE60E81153D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99A0E3-4B20-4320-A146-63E7FF79EA99}"/>
      </w:docPartPr>
      <w:docPartBody>
        <w:p w:rsidR="00000000" w:rsidRDefault="00030A8A" w:rsidP="00030A8A">
          <w:pPr>
            <w:pStyle w:val="56B402514A3341509F8FE60E81153D96"/>
          </w:pPr>
          <w:r w:rsidRPr="004C0B92">
            <w:rPr>
              <w:rStyle w:val="Zstupntext"/>
            </w:rPr>
            <w:t>Klikněte sem a zadejte text</w:t>
          </w:r>
          <w:r>
            <w:rPr>
              <w:rStyle w:val="Zstupntext"/>
            </w:rPr>
            <w:t xml:space="preserve"> dopisu</w:t>
          </w:r>
          <w:r w:rsidRPr="004C0B92">
            <w:rPr>
              <w:rStyle w:val="Zstupntext"/>
            </w:rPr>
            <w:t>.</w:t>
          </w:r>
        </w:p>
      </w:docPartBody>
    </w:docPart>
    <w:docPart>
      <w:docPartPr>
        <w:name w:val="4B9C505A3844407E80CF231B9DDA06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1DDD72-8866-4449-93E8-63CD02448336}"/>
      </w:docPartPr>
      <w:docPartBody>
        <w:p w:rsidR="00000000" w:rsidRDefault="00030A8A" w:rsidP="00030A8A">
          <w:pPr>
            <w:pStyle w:val="4B9C505A3844407E80CF231B9DDA063E"/>
          </w:pPr>
          <w:r w:rsidRPr="00E279A9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A8A"/>
    <w:rsid w:val="0003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0A8A"/>
    <w:rPr>
      <w:color w:val="808080"/>
    </w:rPr>
  </w:style>
  <w:style w:type="paragraph" w:customStyle="1" w:styleId="071BF5E83F504474948DB1946F4056F6">
    <w:name w:val="071BF5E83F504474948DB1946F4056F6"/>
  </w:style>
  <w:style w:type="paragraph" w:customStyle="1" w:styleId="69EC4F9C7BC2476B8D4C47E81FA44C62">
    <w:name w:val="69EC4F9C7BC2476B8D4C47E81FA44C62"/>
  </w:style>
  <w:style w:type="paragraph" w:customStyle="1" w:styleId="2952AE1B0C154EFF85E037C244593718">
    <w:name w:val="2952AE1B0C154EFF85E037C244593718"/>
  </w:style>
  <w:style w:type="paragraph" w:customStyle="1" w:styleId="C60EB9C651064A1C953C765A2888CFF0">
    <w:name w:val="C60EB9C651064A1C953C765A2888CFF0"/>
  </w:style>
  <w:style w:type="paragraph" w:customStyle="1" w:styleId="C27C2DF898A2477482CC4EA08F99E32E">
    <w:name w:val="C27C2DF898A2477482CC4EA08F99E32E"/>
  </w:style>
  <w:style w:type="paragraph" w:customStyle="1" w:styleId="89D2EB5117964DF1AD4A93B3CEBD8E5C">
    <w:name w:val="89D2EB5117964DF1AD4A93B3CEBD8E5C"/>
  </w:style>
  <w:style w:type="paragraph" w:customStyle="1" w:styleId="EF1A678EDD5F4079B9CEBE04DCFBD78B">
    <w:name w:val="EF1A678EDD5F4079B9CEBE04DCFBD78B"/>
  </w:style>
  <w:style w:type="paragraph" w:customStyle="1" w:styleId="F3E98DBEBBEA4E46AE8A85B6A30ADA2A">
    <w:name w:val="F3E98DBEBBEA4E46AE8A85B6A30ADA2A"/>
  </w:style>
  <w:style w:type="paragraph" w:customStyle="1" w:styleId="E22F861953C0491F99B7C6E1F12D1262">
    <w:name w:val="E22F861953C0491F99B7C6E1F12D1262"/>
  </w:style>
  <w:style w:type="paragraph" w:customStyle="1" w:styleId="11E8045AF0DF48B7B91737BE01639E42">
    <w:name w:val="11E8045AF0DF48B7B91737BE01639E42"/>
  </w:style>
  <w:style w:type="paragraph" w:customStyle="1" w:styleId="56B402514A3341509F8FE60E81153D96">
    <w:name w:val="56B402514A3341509F8FE60E81153D96"/>
    <w:rsid w:val="00030A8A"/>
  </w:style>
  <w:style w:type="paragraph" w:customStyle="1" w:styleId="4B9C505A3844407E80CF231B9DDA063E">
    <w:name w:val="4B9C505A3844407E80CF231B9DDA063E"/>
    <w:rsid w:val="00030A8A"/>
  </w:style>
  <w:style w:type="paragraph" w:customStyle="1" w:styleId="D599A3238C8D4443B007605FC02D4529">
    <w:name w:val="D599A3238C8D4443B007605FC02D4529"/>
    <w:rsid w:val="00030A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M-21 Dopis ministra CZ.dotm</Template>
  <TotalTime>13</TotalTime>
  <Pages>2</Pages>
  <Words>187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Kostková Petra</dc:creator>
  <cp:lastModifiedBy>Kostková Petra</cp:lastModifiedBy>
  <cp:revision>3</cp:revision>
  <cp:lastPrinted>2020-01-23T12:19:00Z</cp:lastPrinted>
  <dcterms:created xsi:type="dcterms:W3CDTF">2021-11-26T10:01:00Z</dcterms:created>
  <dcterms:modified xsi:type="dcterms:W3CDTF">2021-11-26T10:30:00Z</dcterms:modified>
</cp:coreProperties>
</file>